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CD709" w14:textId="014C8F29" w:rsidR="007A0406" w:rsidRDefault="007A0406" w:rsidP="007A0406">
      <w:pPr>
        <w:spacing w:line="276" w:lineRule="auto"/>
        <w:rPr>
          <w:rFonts w:cs="Arial"/>
        </w:rPr>
      </w:pPr>
      <w:r>
        <w:rPr>
          <w:rFonts w:cs="Arial"/>
          <w:b/>
          <w:bCs/>
        </w:rPr>
        <w:t xml:space="preserve">Jetzt geht’s los! Am 14. April öffnet das </w:t>
      </w:r>
      <w:proofErr w:type="spellStart"/>
      <w:r w:rsidR="00B25ACC">
        <w:rPr>
          <w:rFonts w:cs="Arial"/>
          <w:b/>
          <w:bCs/>
        </w:rPr>
        <w:t>StadtPalais</w:t>
      </w:r>
      <w:proofErr w:type="spellEnd"/>
      <w:r>
        <w:rPr>
          <w:rFonts w:cs="Arial"/>
          <w:b/>
          <w:bCs/>
        </w:rPr>
        <w:t xml:space="preserve"> – Museum für Stuttgart seine Türen für alle Stuttgarterinnen und Stuttgarter. Gefeiert wird das neun Tage lang mit dem Eröffnungsfestival „Welcome </w:t>
      </w:r>
      <w:proofErr w:type="spellStart"/>
      <w:r>
        <w:rPr>
          <w:rFonts w:cs="Arial"/>
          <w:b/>
          <w:bCs/>
        </w:rPr>
        <w:t>to</w:t>
      </w:r>
      <w:proofErr w:type="spellEnd"/>
      <w:r>
        <w:rPr>
          <w:rFonts w:cs="Arial"/>
          <w:b/>
          <w:bCs/>
        </w:rPr>
        <w:t xml:space="preserve"> </w:t>
      </w:r>
      <w:proofErr w:type="spellStart"/>
      <w:r>
        <w:rPr>
          <w:rFonts w:cs="Arial"/>
          <w:b/>
          <w:bCs/>
        </w:rPr>
        <w:t>your</w:t>
      </w:r>
      <w:proofErr w:type="spellEnd"/>
      <w:r>
        <w:rPr>
          <w:rFonts w:cs="Arial"/>
          <w:b/>
          <w:bCs/>
        </w:rPr>
        <w:t xml:space="preserve"> </w:t>
      </w:r>
      <w:proofErr w:type="spellStart"/>
      <w:r w:rsidR="00B25ACC">
        <w:rPr>
          <w:rFonts w:cs="Arial"/>
          <w:b/>
          <w:bCs/>
        </w:rPr>
        <w:t>StadtPalais</w:t>
      </w:r>
      <w:proofErr w:type="spellEnd"/>
      <w:r>
        <w:rPr>
          <w:rFonts w:cs="Arial"/>
          <w:b/>
          <w:bCs/>
        </w:rPr>
        <w:t>“. Erstmals gibt es die ständige Ausstellung „Stuttgarter Stadtgeschichten“ sowie die große Sonderschau „</w:t>
      </w:r>
      <w:r w:rsidR="0045593C">
        <w:rPr>
          <w:rFonts w:cs="Arial"/>
          <w:b/>
          <w:bCs/>
        </w:rPr>
        <w:t xml:space="preserve">Sound </w:t>
      </w:r>
      <w:proofErr w:type="spellStart"/>
      <w:r w:rsidR="0045593C">
        <w:rPr>
          <w:rFonts w:cs="Arial"/>
          <w:b/>
          <w:bCs/>
        </w:rPr>
        <w:t>of</w:t>
      </w:r>
      <w:proofErr w:type="spellEnd"/>
      <w:r w:rsidR="0045593C">
        <w:rPr>
          <w:rFonts w:cs="Arial"/>
          <w:b/>
          <w:bCs/>
        </w:rPr>
        <w:t xml:space="preserve"> Stuttgart</w:t>
      </w:r>
      <w:r>
        <w:rPr>
          <w:rFonts w:cs="Arial"/>
          <w:b/>
          <w:bCs/>
        </w:rPr>
        <w:t>“ zu sehen</w:t>
      </w:r>
      <w:r>
        <w:rPr>
          <w:rFonts w:cs="Arial"/>
        </w:rPr>
        <w:t>.</w:t>
      </w:r>
    </w:p>
    <w:p w14:paraId="57425394" w14:textId="77777777" w:rsidR="007A0406" w:rsidRDefault="007A0406" w:rsidP="007A0406">
      <w:pPr>
        <w:spacing w:line="276" w:lineRule="auto"/>
        <w:rPr>
          <w:rFonts w:cs="Arial"/>
        </w:rPr>
      </w:pPr>
    </w:p>
    <w:p w14:paraId="5C8ADCFC" w14:textId="48D2DA1C" w:rsidR="00951B33" w:rsidRDefault="007A0406" w:rsidP="009C0457">
      <w:pPr>
        <w:pStyle w:val="Textkrper-Zeileneinzug"/>
        <w:suppressAutoHyphens/>
        <w:spacing w:before="60" w:line="276" w:lineRule="auto"/>
        <w:ind w:left="0"/>
        <w:rPr>
          <w:rFonts w:cs="Arial"/>
        </w:rPr>
      </w:pPr>
      <w:r>
        <w:rPr>
          <w:rFonts w:cs="Arial"/>
        </w:rPr>
        <w:t>„</w:t>
      </w:r>
      <w:r w:rsidR="009C0457" w:rsidRPr="009C0457">
        <w:rPr>
          <w:rFonts w:cs="Arial"/>
        </w:rPr>
        <w:t xml:space="preserve">Ein ganz besonderer Ort ist hier in Stuttgart entstanden - nicht nur für das Museumsangebot, sondern für die ganze Stadt. Es waren die Bürger selbst, von denen die Initiative zum Stadtmuseum ausging, und es sind auch die Stuttgarterinnen und Stuttgarter, die einen Großteil der Exponate gestiftet haben und jetzt aufgefordert sind, sich diesen Ort neu zu erobern. Wenn man durch diese schöne Ausstellung geht, sieht man, wie Stuttgart zu dem geworden ist, was es heute ist und welche Besonderheiten unsere Stadt auszeichnen. Städte werden immer mehr zu Orten der Identitätsbildung. Insofern ist das neue </w:t>
      </w:r>
      <w:proofErr w:type="spellStart"/>
      <w:r w:rsidR="009C0457" w:rsidRPr="009C0457">
        <w:rPr>
          <w:rFonts w:cs="Arial"/>
        </w:rPr>
        <w:t>StadtPalais</w:t>
      </w:r>
      <w:proofErr w:type="spellEnd"/>
      <w:r w:rsidR="009C0457" w:rsidRPr="009C0457">
        <w:rPr>
          <w:rFonts w:cs="Arial"/>
        </w:rPr>
        <w:t xml:space="preserve"> höchst aktuell, und au</w:t>
      </w:r>
      <w:r w:rsidR="006A059F">
        <w:rPr>
          <w:rFonts w:cs="Arial"/>
        </w:rPr>
        <w:t xml:space="preserve">s ihm kann neue Kraft </w:t>
      </w:r>
      <w:r w:rsidR="00951B33">
        <w:rPr>
          <w:rFonts w:cs="Arial"/>
        </w:rPr>
        <w:t>wach</w:t>
      </w:r>
      <w:bookmarkStart w:id="0" w:name="_GoBack"/>
      <w:bookmarkEnd w:id="0"/>
      <w:r w:rsidR="00951B33">
        <w:rPr>
          <w:rFonts w:cs="Arial"/>
        </w:rPr>
        <w:t>sen</w:t>
      </w:r>
      <w:r w:rsidR="009C0457" w:rsidRPr="009C0457">
        <w:rPr>
          <w:rFonts w:cs="Arial"/>
        </w:rPr>
        <w:t>“</w:t>
      </w:r>
      <w:r w:rsidR="009C0457">
        <w:rPr>
          <w:rFonts w:cs="Arial"/>
        </w:rPr>
        <w:t xml:space="preserve">, </w:t>
      </w:r>
      <w:r>
        <w:rPr>
          <w:rFonts w:cs="Arial"/>
        </w:rPr>
        <w:t xml:space="preserve">sagte Fritz Kuhn, Oberbürgermeister der Landeshauptstadt Stuttgart, im Vorfeld der Eröffnung. Am 13. April wird er </w:t>
      </w:r>
      <w:r w:rsidR="004E6160">
        <w:rPr>
          <w:rFonts w:cs="Arial"/>
        </w:rPr>
        <w:t xml:space="preserve">im Rahmen eines Festakts </w:t>
      </w:r>
      <w:r>
        <w:rPr>
          <w:rFonts w:cs="Arial"/>
        </w:rPr>
        <w:t xml:space="preserve">das Haus eröffnen. </w:t>
      </w:r>
    </w:p>
    <w:p w14:paraId="268D3068" w14:textId="45B89239" w:rsidR="007A0406" w:rsidRDefault="007A0406" w:rsidP="009C0457">
      <w:pPr>
        <w:pStyle w:val="Textkrper-Zeileneinzug"/>
        <w:suppressAutoHyphens/>
        <w:spacing w:before="60" w:line="276" w:lineRule="auto"/>
        <w:ind w:left="0"/>
        <w:rPr>
          <w:rFonts w:eastAsia="Times New Roman" w:cs="Arial"/>
        </w:rPr>
      </w:pPr>
      <w:r>
        <w:rPr>
          <w:rFonts w:cs="Arial"/>
        </w:rPr>
        <w:t>Auch Kulturbürgermeister Dr. Fabian Mayer freut sich endlich den neuen Kulturstandort für die</w:t>
      </w:r>
      <w:r w:rsidR="00B25ACC">
        <w:rPr>
          <w:rFonts w:cs="Arial"/>
        </w:rPr>
        <w:t xml:space="preserve"> Bürgerschaft öffnen zu können. </w:t>
      </w:r>
      <w:r w:rsidR="00B25ACC" w:rsidRPr="00C559F9">
        <w:rPr>
          <w:rFonts w:cs="Arial"/>
        </w:rPr>
        <w:t xml:space="preserve">Mayer ist überzeugt: </w:t>
      </w:r>
      <w:r w:rsidRPr="00C559F9">
        <w:rPr>
          <w:rFonts w:cs="Arial"/>
        </w:rPr>
        <w:t>„</w:t>
      </w:r>
      <w:r w:rsidR="00DC61F6" w:rsidRPr="00DC61F6">
        <w:rPr>
          <w:rFonts w:cs="Arial"/>
        </w:rPr>
        <w:t xml:space="preserve">Das </w:t>
      </w:r>
      <w:proofErr w:type="spellStart"/>
      <w:r w:rsidR="00DC61F6" w:rsidRPr="00DC61F6">
        <w:rPr>
          <w:rFonts w:cs="Arial"/>
        </w:rPr>
        <w:t>StadtPalais</w:t>
      </w:r>
      <w:proofErr w:type="spellEnd"/>
      <w:r w:rsidR="00DC61F6" w:rsidRPr="00DC61F6">
        <w:rPr>
          <w:rFonts w:cs="Arial"/>
        </w:rPr>
        <w:t xml:space="preserve"> rückt nicht nur räumlich, sondern auch kulturell in das Herz unserer Stadt. Der vom Gemeinderat beschlossene freie Eintritt wird uns helfen, unsere Vorstellungen eines urbanen, offenen und zielgruppenübergreifenden Museumskonzepts Wirklichkeit werden zu lassen</w:t>
      </w:r>
      <w:r w:rsidR="0045593C">
        <w:rPr>
          <w:rFonts w:cs="Arial"/>
        </w:rPr>
        <w:t>.</w:t>
      </w:r>
      <w:r w:rsidR="00DC61F6" w:rsidRPr="00DC61F6">
        <w:rPr>
          <w:rFonts w:cs="Arial"/>
        </w:rPr>
        <w:t xml:space="preserve"> </w:t>
      </w:r>
      <w:r w:rsidR="0045593C">
        <w:rPr>
          <w:rFonts w:cs="Arial"/>
        </w:rPr>
        <w:t>I</w:t>
      </w:r>
      <w:r w:rsidR="00DC61F6" w:rsidRPr="00DC61F6">
        <w:rPr>
          <w:rFonts w:cs="Arial"/>
        </w:rPr>
        <w:t xml:space="preserve">m Verbund mit Gastronomie und Veranstaltungen </w:t>
      </w:r>
      <w:r w:rsidR="0045593C">
        <w:rPr>
          <w:rFonts w:cs="Arial"/>
        </w:rPr>
        <w:t>wollen wir das Palais als</w:t>
      </w:r>
      <w:r w:rsidR="004B43DB">
        <w:rPr>
          <w:rFonts w:cs="Arial"/>
        </w:rPr>
        <w:t xml:space="preserve"> </w:t>
      </w:r>
      <w:r w:rsidR="00DC61F6" w:rsidRPr="00DC61F6">
        <w:rPr>
          <w:rFonts w:cs="Arial"/>
        </w:rPr>
        <w:t>ein</w:t>
      </w:r>
      <w:r w:rsidR="0045593C">
        <w:rPr>
          <w:rFonts w:cs="Arial"/>
        </w:rPr>
        <w:t xml:space="preserve"> zentrales</w:t>
      </w:r>
      <w:r w:rsidR="00DC61F6" w:rsidRPr="00DC61F6">
        <w:rPr>
          <w:rFonts w:cs="Arial"/>
        </w:rPr>
        <w:t xml:space="preserve"> Haus für </w:t>
      </w:r>
      <w:r w:rsidR="00951B33">
        <w:rPr>
          <w:rFonts w:cs="Arial"/>
        </w:rPr>
        <w:t xml:space="preserve">die Stuttgarter </w:t>
      </w:r>
      <w:r w:rsidR="00DC61F6" w:rsidRPr="00DC61F6">
        <w:rPr>
          <w:rFonts w:cs="Arial"/>
        </w:rPr>
        <w:t xml:space="preserve">Stadtkultur </w:t>
      </w:r>
      <w:r w:rsidR="0045593C">
        <w:rPr>
          <w:rFonts w:cs="Arial"/>
        </w:rPr>
        <w:t>etablieren</w:t>
      </w:r>
      <w:r w:rsidR="00DC61F6" w:rsidRPr="00DC61F6">
        <w:rPr>
          <w:rFonts w:cs="Arial"/>
        </w:rPr>
        <w:t>.</w:t>
      </w:r>
      <w:r w:rsidRPr="00C559F9">
        <w:rPr>
          <w:rFonts w:cs="Arial"/>
        </w:rPr>
        <w:t>“</w:t>
      </w:r>
      <w:r w:rsidR="00B25ACC" w:rsidRPr="00C559F9">
        <w:rPr>
          <w:rFonts w:cs="Arial"/>
        </w:rPr>
        <w:t xml:space="preserve"> </w:t>
      </w:r>
      <w:r w:rsidRPr="00C559F9">
        <w:rPr>
          <w:rFonts w:cs="Arial"/>
        </w:rPr>
        <w:t xml:space="preserve">Am </w:t>
      </w:r>
      <w:r>
        <w:rPr>
          <w:rFonts w:cs="Arial"/>
        </w:rPr>
        <w:t xml:space="preserve">14. April um 10 Uhr schließt </w:t>
      </w:r>
      <w:r w:rsidR="0045593C">
        <w:rPr>
          <w:rFonts w:cs="Arial"/>
        </w:rPr>
        <w:t>der Kulturbürgermeister</w:t>
      </w:r>
      <w:r>
        <w:rPr>
          <w:rFonts w:cs="Arial"/>
        </w:rPr>
        <w:t xml:space="preserve"> gemeinsam mit Museumsdirektor Dr. Torben Giese die Türen für die Öffentlichkeit auf. Und es heißt: „Welcome </w:t>
      </w:r>
      <w:proofErr w:type="spellStart"/>
      <w:r>
        <w:rPr>
          <w:rFonts w:cs="Arial"/>
        </w:rPr>
        <w:t>to</w:t>
      </w:r>
      <w:proofErr w:type="spellEnd"/>
      <w:r>
        <w:rPr>
          <w:rFonts w:cs="Arial"/>
        </w:rPr>
        <w:t xml:space="preserve"> </w:t>
      </w:r>
      <w:proofErr w:type="spellStart"/>
      <w:r>
        <w:rPr>
          <w:rFonts w:cs="Arial"/>
        </w:rPr>
        <w:t>your</w:t>
      </w:r>
      <w:proofErr w:type="spellEnd"/>
      <w:r>
        <w:rPr>
          <w:rFonts w:cs="Arial"/>
        </w:rPr>
        <w:t xml:space="preserve"> </w:t>
      </w:r>
      <w:proofErr w:type="spellStart"/>
      <w:r w:rsidR="00B25ACC">
        <w:rPr>
          <w:rFonts w:cs="Arial"/>
        </w:rPr>
        <w:t>StadtPalais</w:t>
      </w:r>
      <w:proofErr w:type="spellEnd"/>
      <w:r>
        <w:rPr>
          <w:rFonts w:cs="Arial"/>
        </w:rPr>
        <w:t xml:space="preserve">!“ </w:t>
      </w:r>
    </w:p>
    <w:p w14:paraId="1186BEE1" w14:textId="5AA57D2C" w:rsidR="007A0406" w:rsidRPr="003040DD" w:rsidRDefault="007A0406" w:rsidP="007A0406">
      <w:pPr>
        <w:spacing w:before="100" w:line="276" w:lineRule="auto"/>
        <w:rPr>
          <w:rFonts w:eastAsia="Times New Roman" w:cs="Arial"/>
        </w:rPr>
      </w:pPr>
      <w:r>
        <w:rPr>
          <w:rFonts w:eastAsia="Times New Roman" w:cs="Arial"/>
        </w:rPr>
        <w:t xml:space="preserve">Nach einer </w:t>
      </w:r>
      <w:r w:rsidR="0045593C">
        <w:rPr>
          <w:rFonts w:eastAsia="Times New Roman" w:cs="Arial"/>
        </w:rPr>
        <w:t>intensiven</w:t>
      </w:r>
      <w:r>
        <w:rPr>
          <w:rFonts w:eastAsia="Times New Roman" w:cs="Arial"/>
        </w:rPr>
        <w:t xml:space="preserve"> Planungsphase, dem aufwendigen Umbau des Hauses und einer </w:t>
      </w:r>
      <w:r w:rsidR="0045593C">
        <w:rPr>
          <w:rFonts w:eastAsia="Times New Roman" w:cs="Arial"/>
        </w:rPr>
        <w:t xml:space="preserve">mehrmonatigen </w:t>
      </w:r>
      <w:r>
        <w:rPr>
          <w:rFonts w:eastAsia="Times New Roman" w:cs="Arial"/>
        </w:rPr>
        <w:t xml:space="preserve">Zwischennutzungszeit hat die Stadt nun einen Ort, an dem sich alles um Stuttgart und seine Bewohner </w:t>
      </w:r>
      <w:r w:rsidRPr="00B25ACC">
        <w:rPr>
          <w:rFonts w:eastAsia="Times New Roman" w:cs="Arial"/>
        </w:rPr>
        <w:t xml:space="preserve">dreht. „Das </w:t>
      </w:r>
      <w:proofErr w:type="spellStart"/>
      <w:r w:rsidR="00B25ACC">
        <w:rPr>
          <w:rFonts w:eastAsia="Times New Roman" w:cs="Arial"/>
        </w:rPr>
        <w:t>StadtPalais</w:t>
      </w:r>
      <w:proofErr w:type="spellEnd"/>
      <w:r w:rsidRPr="00B25ACC">
        <w:rPr>
          <w:rFonts w:eastAsia="Times New Roman" w:cs="Arial"/>
        </w:rPr>
        <w:t xml:space="preserve"> legt den Fokus auf die </w:t>
      </w:r>
      <w:r w:rsidRPr="00B25ACC">
        <w:rPr>
          <w:rFonts w:eastAsia="Helvetica" w:cs="Arial"/>
        </w:rPr>
        <w:t xml:space="preserve">Geschichte, Gegenwart und Zukunft Stuttgarts. </w:t>
      </w:r>
      <w:r w:rsidRPr="00B25ACC">
        <w:rPr>
          <w:rFonts w:eastAsia="Tahoma" w:cs="Arial"/>
        </w:rPr>
        <w:t>Wir wollen ein Haus sein, in dem man entdecken kann, in welcher Stadt man eigentlich lebt, aber auch inspiriert wird, darüber nachzudenken, wie das Stuttgart sein soll, in dem man leben möchte“, sagt</w:t>
      </w:r>
      <w:r w:rsidR="0045593C">
        <w:rPr>
          <w:rFonts w:eastAsia="Tahoma" w:cs="Arial"/>
        </w:rPr>
        <w:t>e</w:t>
      </w:r>
      <w:r w:rsidRPr="00B25ACC">
        <w:rPr>
          <w:rFonts w:eastAsia="Tahoma" w:cs="Arial"/>
        </w:rPr>
        <w:t xml:space="preserve"> Museumsdirektor Dr. Torben Giese. Diese Ausrichtung des Hauses </w:t>
      </w:r>
      <w:r w:rsidR="0045593C" w:rsidRPr="00B25ACC">
        <w:rPr>
          <w:rFonts w:eastAsia="Tahoma" w:cs="Arial"/>
        </w:rPr>
        <w:t>zeig</w:t>
      </w:r>
      <w:r w:rsidR="0045593C">
        <w:rPr>
          <w:rFonts w:eastAsia="Tahoma" w:cs="Arial"/>
        </w:rPr>
        <w:t>e</w:t>
      </w:r>
      <w:r w:rsidR="0045593C" w:rsidRPr="00B25ACC">
        <w:rPr>
          <w:rFonts w:eastAsia="Tahoma" w:cs="Arial"/>
        </w:rPr>
        <w:t xml:space="preserve"> </w:t>
      </w:r>
      <w:r w:rsidRPr="00B25ACC">
        <w:rPr>
          <w:rFonts w:eastAsia="Tahoma" w:cs="Arial"/>
        </w:rPr>
        <w:t xml:space="preserve">sich bereits in den Veranstaltungen der Eröffnungswoche und </w:t>
      </w:r>
      <w:r w:rsidR="0045593C">
        <w:rPr>
          <w:rFonts w:eastAsia="Tahoma" w:cs="Arial"/>
        </w:rPr>
        <w:t>werde</w:t>
      </w:r>
      <w:r w:rsidR="0045593C" w:rsidRPr="00B25ACC">
        <w:rPr>
          <w:rFonts w:eastAsia="Tahoma" w:cs="Arial"/>
        </w:rPr>
        <w:t xml:space="preserve"> </w:t>
      </w:r>
      <w:r w:rsidRPr="00B25ACC">
        <w:rPr>
          <w:rFonts w:eastAsia="Tahoma" w:cs="Arial"/>
        </w:rPr>
        <w:t>auch in Zukunft fester Bestandteil des Museumsprogramms sein.</w:t>
      </w:r>
      <w:r w:rsidRPr="00B25ACC">
        <w:rPr>
          <w:rFonts w:eastAsia="Helvetica" w:cs="Arial"/>
        </w:rPr>
        <w:t xml:space="preserve"> </w:t>
      </w:r>
      <w:r w:rsidR="00C3233E" w:rsidRPr="00B25ACC">
        <w:rPr>
          <w:rFonts w:eastAsia="Helvetica" w:cs="Arial"/>
        </w:rPr>
        <w:t>„</w:t>
      </w:r>
      <w:r w:rsidRPr="00B25ACC">
        <w:rPr>
          <w:rFonts w:eastAsia="Times New Roman" w:cs="Arial"/>
        </w:rPr>
        <w:t>Die ganze Stadt ist eingeladen</w:t>
      </w:r>
      <w:r w:rsidR="0045593C">
        <w:rPr>
          <w:rFonts w:eastAsia="Times New Roman" w:cs="Arial"/>
        </w:rPr>
        <w:t>,</w:t>
      </w:r>
      <w:r w:rsidRPr="00B25ACC">
        <w:rPr>
          <w:rFonts w:eastAsia="Times New Roman" w:cs="Arial"/>
        </w:rPr>
        <w:t xml:space="preserve"> diesen </w:t>
      </w:r>
      <w:r w:rsidRPr="003040DD">
        <w:rPr>
          <w:rFonts w:eastAsia="Times New Roman" w:cs="Arial"/>
        </w:rPr>
        <w:t xml:space="preserve">neuen Ort der Begegnung und des Austauschs zu entdecken. Hier kann man sich vernetzen, über die Vergangenheit lernen, die Gegenwart erleben und die Zukunft diskutieren“, so Giese. </w:t>
      </w:r>
    </w:p>
    <w:p w14:paraId="795580F2" w14:textId="7AF87E16" w:rsidR="00840454" w:rsidRPr="003040DD" w:rsidRDefault="00840454" w:rsidP="00840454">
      <w:pPr>
        <w:spacing w:before="100" w:line="276" w:lineRule="auto"/>
        <w:rPr>
          <w:rFonts w:eastAsia="Times New Roman" w:cs="Arial"/>
        </w:rPr>
      </w:pPr>
      <w:r w:rsidRPr="003040DD">
        <w:rPr>
          <w:rFonts w:eastAsia="Times New Roman" w:cs="Arial"/>
        </w:rPr>
        <w:t xml:space="preserve">Das </w:t>
      </w:r>
      <w:proofErr w:type="spellStart"/>
      <w:r w:rsidR="00B25ACC" w:rsidRPr="003040DD">
        <w:rPr>
          <w:rFonts w:eastAsia="Times New Roman" w:cs="Arial"/>
        </w:rPr>
        <w:t>StadtPalais</w:t>
      </w:r>
      <w:proofErr w:type="spellEnd"/>
      <w:r w:rsidRPr="003040DD">
        <w:rPr>
          <w:rFonts w:eastAsia="Times New Roman" w:cs="Arial"/>
        </w:rPr>
        <w:t xml:space="preserve"> versteht sich als offenes und einladendes Haus für alle: Jung und Alt, verschiedene Nationalitäten, Menschen mit und ohne Behinderung – im Fokus steht, was alle verbindet: Stuttgart als Stadt, als Wohnort, als Heimat. Alle Besucherinnen und Besucher des </w:t>
      </w:r>
      <w:proofErr w:type="spellStart"/>
      <w:r w:rsidR="00B25ACC" w:rsidRPr="003040DD">
        <w:rPr>
          <w:rFonts w:eastAsia="Times New Roman" w:cs="Arial"/>
        </w:rPr>
        <w:t>StadtPalais</w:t>
      </w:r>
      <w:proofErr w:type="spellEnd"/>
      <w:r w:rsidRPr="003040DD">
        <w:rPr>
          <w:rFonts w:eastAsia="Times New Roman" w:cs="Arial"/>
        </w:rPr>
        <w:t xml:space="preserve"> sollen sich wohl und willkommen fühlen: So gibt es etwa einen großen Kinder- und Familienbereich. Inhalte werden lebendig und für alle </w:t>
      </w:r>
      <w:proofErr w:type="spellStart"/>
      <w:r w:rsidRPr="003040DD">
        <w:rPr>
          <w:rFonts w:eastAsia="Times New Roman" w:cs="Arial"/>
        </w:rPr>
        <w:t>verständlich</w:t>
      </w:r>
      <w:proofErr w:type="spellEnd"/>
      <w:r w:rsidRPr="003040DD">
        <w:rPr>
          <w:rFonts w:eastAsia="Times New Roman" w:cs="Arial"/>
        </w:rPr>
        <w:t xml:space="preserve"> </w:t>
      </w:r>
      <w:proofErr w:type="spellStart"/>
      <w:r w:rsidRPr="003040DD">
        <w:rPr>
          <w:rFonts w:eastAsia="Times New Roman" w:cs="Arial"/>
        </w:rPr>
        <w:t>erklärt</w:t>
      </w:r>
      <w:proofErr w:type="spellEnd"/>
      <w:r w:rsidRPr="003040DD">
        <w:rPr>
          <w:rFonts w:eastAsia="Times New Roman" w:cs="Arial"/>
        </w:rPr>
        <w:t xml:space="preserve">, </w:t>
      </w:r>
      <w:proofErr w:type="spellStart"/>
      <w:r w:rsidRPr="003040DD">
        <w:rPr>
          <w:rFonts w:eastAsia="Times New Roman" w:cs="Arial"/>
        </w:rPr>
        <w:t>für</w:t>
      </w:r>
      <w:proofErr w:type="spellEnd"/>
      <w:r w:rsidRPr="003040DD">
        <w:rPr>
          <w:rFonts w:eastAsia="Times New Roman" w:cs="Arial"/>
        </w:rPr>
        <w:t xml:space="preserve"> das Erleben der Ausstellungen sind keine besonderen Vorkenntnisse </w:t>
      </w:r>
      <w:proofErr w:type="spellStart"/>
      <w:r w:rsidRPr="003040DD">
        <w:rPr>
          <w:rFonts w:eastAsia="Times New Roman" w:cs="Arial"/>
        </w:rPr>
        <w:t>nötig</w:t>
      </w:r>
      <w:proofErr w:type="spellEnd"/>
      <w:r w:rsidRPr="003040DD">
        <w:rPr>
          <w:rFonts w:eastAsia="Times New Roman" w:cs="Arial"/>
        </w:rPr>
        <w:t xml:space="preserve">. Das gesamte Haus ist barrierefrei zugänglich, für Sehbehinderte gibt es ein Leitsystem. Im Museum für Stuttgart arbeiten Menschen </w:t>
      </w:r>
      <w:r w:rsidRPr="003040DD">
        <w:rPr>
          <w:rFonts w:eastAsia="Times New Roman" w:cs="Arial"/>
        </w:rPr>
        <w:lastRenderedPageBreak/>
        <w:t xml:space="preserve">mit psychischen Behinderungen aus der Werkstatt </w:t>
      </w:r>
      <w:r w:rsidR="0045593C" w:rsidRPr="003040DD">
        <w:rPr>
          <w:rFonts w:eastAsia="Times New Roman" w:cs="Arial"/>
        </w:rPr>
        <w:t>de</w:t>
      </w:r>
      <w:r w:rsidR="0045593C">
        <w:rPr>
          <w:rFonts w:eastAsia="Times New Roman" w:cs="Arial"/>
        </w:rPr>
        <w:t>s</w:t>
      </w:r>
      <w:r w:rsidR="0045593C" w:rsidRPr="003040DD">
        <w:rPr>
          <w:rFonts w:eastAsia="Times New Roman" w:cs="Arial"/>
        </w:rPr>
        <w:t xml:space="preserve"> </w:t>
      </w:r>
      <w:r w:rsidRPr="003040DD">
        <w:rPr>
          <w:rFonts w:eastAsia="Times New Roman" w:cs="Arial"/>
        </w:rPr>
        <w:t>Rudolf-Sophien-Stift</w:t>
      </w:r>
      <w:r w:rsidR="0045593C">
        <w:rPr>
          <w:rFonts w:eastAsia="Times New Roman" w:cs="Arial"/>
        </w:rPr>
        <w:t>s</w:t>
      </w:r>
      <w:r w:rsidRPr="003040DD">
        <w:rPr>
          <w:rFonts w:eastAsia="Times New Roman" w:cs="Arial"/>
        </w:rPr>
        <w:t xml:space="preserve"> gemeinsam mit Nichtbehinderten erfolgreich Seite an Seite im Besucherservice, am Empfang, im Ticketservice und in der Ausstellungsaufsicht. Dies ist kein Experiment, sondern gelebte Inklusion.</w:t>
      </w:r>
    </w:p>
    <w:p w14:paraId="6040C17E" w14:textId="77777777" w:rsidR="007A0406" w:rsidRDefault="007A0406" w:rsidP="007A0406">
      <w:pPr>
        <w:pStyle w:val="Textkrper"/>
        <w:spacing w:before="100" w:after="0" w:line="276" w:lineRule="auto"/>
        <w:rPr>
          <w:rFonts w:ascii="Arial" w:hAnsi="Arial" w:cs="Arial"/>
        </w:rPr>
      </w:pPr>
      <w:r w:rsidRPr="003040DD">
        <w:rPr>
          <w:rFonts w:ascii="Arial" w:hAnsi="Arial" w:cs="Arial"/>
        </w:rPr>
        <w:t xml:space="preserve">Das Herz des </w:t>
      </w:r>
      <w:proofErr w:type="spellStart"/>
      <w:r w:rsidR="00B25ACC" w:rsidRPr="003040DD">
        <w:rPr>
          <w:rFonts w:ascii="Arial" w:hAnsi="Arial" w:cs="Arial"/>
        </w:rPr>
        <w:t>StadtPalais</w:t>
      </w:r>
      <w:proofErr w:type="spellEnd"/>
      <w:r w:rsidRPr="003040DD">
        <w:rPr>
          <w:rFonts w:ascii="Arial" w:hAnsi="Arial" w:cs="Arial"/>
        </w:rPr>
        <w:t xml:space="preserve"> ist die ständige Ausstellung „Stuttgarter Stadtgeschichten“. Sie beleuchtet die städtische Geschichte seit Ende des 18. Jahrhunderts bis in die Gegenwart. Im riesigen Stadtmodell wird Stuttgart </w:t>
      </w:r>
      <w:r>
        <w:rPr>
          <w:rFonts w:ascii="Arial" w:hAnsi="Arial" w:cs="Arial"/>
        </w:rPr>
        <w:t xml:space="preserve">zum multimedialen Erlebnis. Die interaktiven Stationen „Geist“ und „Gestalt“ lassen Gebäude und Dinge aus Stuttgart ihre Geschichte erzählen – vom </w:t>
      </w:r>
      <w:proofErr w:type="spellStart"/>
      <w:r>
        <w:rPr>
          <w:rFonts w:ascii="Arial" w:hAnsi="Arial" w:cs="Arial"/>
        </w:rPr>
        <w:t>Filderkraut</w:t>
      </w:r>
      <w:proofErr w:type="spellEnd"/>
      <w:r>
        <w:rPr>
          <w:rFonts w:ascii="Arial" w:hAnsi="Arial" w:cs="Arial"/>
        </w:rPr>
        <w:t xml:space="preserve"> bis zum Schloss </w:t>
      </w:r>
      <w:proofErr w:type="spellStart"/>
      <w:r>
        <w:rPr>
          <w:rFonts w:ascii="Arial" w:hAnsi="Arial" w:cs="Arial"/>
        </w:rPr>
        <w:t>Solitude</w:t>
      </w:r>
      <w:proofErr w:type="spellEnd"/>
      <w:r>
        <w:rPr>
          <w:rFonts w:ascii="Arial" w:hAnsi="Arial" w:cs="Arial"/>
        </w:rPr>
        <w:t>. Stücke aus den letzten 200 Jahren Stuttgarter Vergangenheit entfalten in den Jahrhunderträumen ihre authentische Magie. Alles dreht es sich um die Fragen: Was macht Stuttgart so besonders? Wie waren und sind die Stuttgarter denn nun? Und wie wird man eigentlich zum Stuttgarter?</w:t>
      </w:r>
    </w:p>
    <w:p w14:paraId="2F4BE919" w14:textId="77777777" w:rsidR="007A0406" w:rsidRDefault="007A0406" w:rsidP="007A0406">
      <w:pPr>
        <w:pStyle w:val="Textkrper"/>
        <w:spacing w:before="100" w:after="0" w:line="276" w:lineRule="auto"/>
        <w:rPr>
          <w:rFonts w:ascii="Arial" w:hAnsi="Arial" w:cs="Arial"/>
        </w:rPr>
      </w:pPr>
      <w:r>
        <w:rPr>
          <w:rFonts w:ascii="Arial" w:hAnsi="Arial" w:cs="Arial"/>
        </w:rPr>
        <w:t xml:space="preserve">Im </w:t>
      </w:r>
      <w:proofErr w:type="spellStart"/>
      <w:r w:rsidR="00B25ACC">
        <w:rPr>
          <w:rFonts w:ascii="Arial" w:hAnsi="Arial" w:cs="Arial"/>
        </w:rPr>
        <w:t>StadtPalais</w:t>
      </w:r>
      <w:proofErr w:type="spellEnd"/>
      <w:r>
        <w:rPr>
          <w:rFonts w:ascii="Arial" w:hAnsi="Arial" w:cs="Arial"/>
        </w:rPr>
        <w:t xml:space="preserve"> werden die Stuttgarter zu Erzählern ihrer eigenen Geschichte. Mit dem </w:t>
      </w:r>
      <w:proofErr w:type="spellStart"/>
      <w:r>
        <w:rPr>
          <w:rFonts w:ascii="Arial" w:hAnsi="Arial" w:cs="Arial"/>
        </w:rPr>
        <w:t>Mediaguide</w:t>
      </w:r>
      <w:proofErr w:type="spellEnd"/>
      <w:r>
        <w:rPr>
          <w:rFonts w:ascii="Arial" w:hAnsi="Arial" w:cs="Arial"/>
        </w:rPr>
        <w:t xml:space="preserve"> können Besucher auf Video-Tour durch die ständige Ausstellung „Stuttgarter Stadtgeschichten“ gehen – zusammen mit berühmten und unbekannten, kleinen und großen, armen und reichen Stuttgartern. Alle Erzähler – vom Hip-Hop-Musiker bis zum </w:t>
      </w:r>
      <w:proofErr w:type="spellStart"/>
      <w:r>
        <w:rPr>
          <w:rFonts w:ascii="Arial" w:hAnsi="Arial" w:cs="Arial"/>
        </w:rPr>
        <w:t>Trottwar</w:t>
      </w:r>
      <w:proofErr w:type="spellEnd"/>
      <w:r>
        <w:rPr>
          <w:rFonts w:ascii="Arial" w:hAnsi="Arial" w:cs="Arial"/>
        </w:rPr>
        <w:t xml:space="preserve">-Verkäufer – haben ihre Lieblingsstücke ausgewählt und erzählen von ihrem ganz persönlichen Stuttgart. Auch junge Besucher ab etwa acht Jahren können mit dem </w:t>
      </w:r>
      <w:proofErr w:type="spellStart"/>
      <w:r>
        <w:rPr>
          <w:rFonts w:ascii="Arial" w:hAnsi="Arial" w:cs="Arial"/>
        </w:rPr>
        <w:t>Kindermediaguide</w:t>
      </w:r>
      <w:proofErr w:type="spellEnd"/>
      <w:r>
        <w:rPr>
          <w:rFonts w:ascii="Arial" w:hAnsi="Arial" w:cs="Arial"/>
        </w:rPr>
        <w:t xml:space="preserve"> die „Stuttgarter Stadtgeschichten“ erkunden. Kinder der dritten und vierten Klasse der Stuttgarter Galileo Grundschule übernehmen die multimediale Führung. Klebepunkte an den Vitrinen markieren die Lieblingsstück der Grundschüler. Alles Wissenswerte über diese Objekte haben die Schüler selbst für den </w:t>
      </w:r>
      <w:proofErr w:type="spellStart"/>
      <w:r>
        <w:rPr>
          <w:rFonts w:ascii="Arial" w:hAnsi="Arial" w:cs="Arial"/>
        </w:rPr>
        <w:t>Mediaguide</w:t>
      </w:r>
      <w:proofErr w:type="spellEnd"/>
      <w:r>
        <w:rPr>
          <w:rFonts w:ascii="Arial" w:hAnsi="Arial" w:cs="Arial"/>
        </w:rPr>
        <w:t xml:space="preserve"> zusammengetragen – von Kindern für Kinder!</w:t>
      </w:r>
    </w:p>
    <w:p w14:paraId="0E3A3442" w14:textId="4723B886" w:rsidR="007A0406" w:rsidRDefault="007A0406" w:rsidP="007A0406">
      <w:pPr>
        <w:pStyle w:val="Textkrper"/>
        <w:spacing w:before="100" w:after="0" w:line="276" w:lineRule="auto"/>
        <w:rPr>
          <w:rFonts w:ascii="Arial" w:hAnsi="Arial" w:cs="Arial"/>
        </w:rPr>
      </w:pPr>
      <w:r>
        <w:rPr>
          <w:rFonts w:ascii="Arial" w:hAnsi="Arial" w:cs="Arial"/>
        </w:rPr>
        <w:t>Augen zu, Ohren auf – so das Motto der Erlebnisausstellung „</w:t>
      </w:r>
      <w:r w:rsidR="0045593C">
        <w:rPr>
          <w:rFonts w:ascii="Arial" w:hAnsi="Arial" w:cs="Arial"/>
        </w:rPr>
        <w:t xml:space="preserve">Sound </w:t>
      </w:r>
      <w:proofErr w:type="spellStart"/>
      <w:r w:rsidR="0045593C">
        <w:rPr>
          <w:rFonts w:ascii="Arial" w:hAnsi="Arial" w:cs="Arial"/>
        </w:rPr>
        <w:t>of</w:t>
      </w:r>
      <w:proofErr w:type="spellEnd"/>
      <w:r w:rsidR="0045593C">
        <w:rPr>
          <w:rFonts w:ascii="Arial" w:hAnsi="Arial" w:cs="Arial"/>
        </w:rPr>
        <w:t xml:space="preserve"> Stuttgart</w:t>
      </w:r>
      <w:r>
        <w:rPr>
          <w:rFonts w:ascii="Arial" w:hAnsi="Arial" w:cs="Arial"/>
        </w:rPr>
        <w:t xml:space="preserve">“. Hier ist es dunkel, damit sich die Besucher voll und ganz auf das Hören und den Klang der Stadt einlassen können. Es gilt akustische Phänomene rund um den </w:t>
      </w:r>
      <w:proofErr w:type="spellStart"/>
      <w:r>
        <w:rPr>
          <w:rFonts w:ascii="Arial" w:hAnsi="Arial" w:cs="Arial"/>
        </w:rPr>
        <w:t>Hörsinn</w:t>
      </w:r>
      <w:proofErr w:type="spellEnd"/>
      <w:r>
        <w:rPr>
          <w:rFonts w:ascii="Arial" w:hAnsi="Arial" w:cs="Arial"/>
        </w:rPr>
        <w:t xml:space="preserve"> kennenzulernen und zu erfahren, wie der „</w:t>
      </w:r>
      <w:r w:rsidR="0045593C">
        <w:rPr>
          <w:rFonts w:ascii="Arial" w:hAnsi="Arial" w:cs="Arial"/>
        </w:rPr>
        <w:t xml:space="preserve">Sound </w:t>
      </w:r>
      <w:proofErr w:type="spellStart"/>
      <w:r w:rsidR="0045593C">
        <w:rPr>
          <w:rFonts w:ascii="Arial" w:hAnsi="Arial" w:cs="Arial"/>
        </w:rPr>
        <w:t>of</w:t>
      </w:r>
      <w:proofErr w:type="spellEnd"/>
      <w:r w:rsidR="0045593C">
        <w:rPr>
          <w:rFonts w:ascii="Arial" w:hAnsi="Arial" w:cs="Arial"/>
        </w:rPr>
        <w:t xml:space="preserve"> Stuttgart</w:t>
      </w:r>
      <w:r>
        <w:rPr>
          <w:rFonts w:ascii="Arial" w:hAnsi="Arial" w:cs="Arial"/>
        </w:rPr>
        <w:t>“ klingt. Man erlebt, was Körperschall bedeutet, lernt, wie Lärm und Gegenlärm sich auslöschen können – und hört ganz genau hin: Welches Geräusch macht eigentlich die Stille? Welches der</w:t>
      </w:r>
      <w:r w:rsidR="009C0457">
        <w:rPr>
          <w:rFonts w:ascii="Arial" w:hAnsi="Arial" w:cs="Arial"/>
        </w:rPr>
        <w:t xml:space="preserve"> </w:t>
      </w:r>
      <w:proofErr w:type="spellStart"/>
      <w:r w:rsidR="009C0457">
        <w:rPr>
          <w:rFonts w:ascii="Arial" w:hAnsi="Arial" w:cs="Arial"/>
        </w:rPr>
        <w:t>Kräherwald</w:t>
      </w:r>
      <w:proofErr w:type="spellEnd"/>
      <w:r>
        <w:rPr>
          <w:rFonts w:ascii="Arial" w:hAnsi="Arial" w:cs="Arial"/>
        </w:rPr>
        <w:t xml:space="preserve">? Und wie unterschiedlich klingt Stuttgart bei Tag und bei Nacht. Am Ende kann man Stuttgart mit den eigenen Händen selbst vertonen. Die Ausstellung wird zum urbanen Science-Center für den Sound der Stadt. </w:t>
      </w:r>
    </w:p>
    <w:p w14:paraId="69F38916" w14:textId="298EFFB6" w:rsidR="007A0406" w:rsidRDefault="007A0406" w:rsidP="007A0406">
      <w:pPr>
        <w:pStyle w:val="Textkrper"/>
        <w:spacing w:before="100" w:after="0" w:line="276" w:lineRule="auto"/>
        <w:rPr>
          <w:rFonts w:ascii="Arial" w:hAnsi="Arial" w:cs="Arial"/>
        </w:rPr>
      </w:pPr>
      <w:r>
        <w:rPr>
          <w:rFonts w:ascii="Arial" w:hAnsi="Arial" w:cs="Arial"/>
        </w:rPr>
        <w:t xml:space="preserve">Im Salon Sophie fragt das Zukunftsbarometer „Stuttgart und Du 2038“ die Besucher nach ihren Erwartungen für die eigene Zukunft und die der Stadt Stuttgart. Werden Sie 2038 in Stuttgart leben? Ist Stuttgart 2038 autofrei? </w:t>
      </w:r>
      <w:r w:rsidR="00B57126">
        <w:rPr>
          <w:rFonts w:ascii="Arial" w:hAnsi="Arial" w:cs="Arial"/>
        </w:rPr>
        <w:t xml:space="preserve">Werden Sie </w:t>
      </w:r>
      <w:r>
        <w:rPr>
          <w:rFonts w:ascii="Arial" w:hAnsi="Arial" w:cs="Arial"/>
        </w:rPr>
        <w:t xml:space="preserve">im Stuttgart des Jahres 2038 </w:t>
      </w:r>
      <w:r w:rsidR="00B57126">
        <w:rPr>
          <w:rFonts w:ascii="Arial" w:hAnsi="Arial" w:cs="Arial"/>
        </w:rPr>
        <w:t>immer noch die Kehrwoche machen</w:t>
      </w:r>
      <w:r>
        <w:rPr>
          <w:rFonts w:ascii="Arial" w:hAnsi="Arial" w:cs="Arial"/>
        </w:rPr>
        <w:t xml:space="preserve">? Mit den Antworten der Besucher entsteht eine Art Stimmungsbarometer: Die Zukunftsampel im Zentrum der Ausstellung wertet die Abstimmungsergebnisse live aus und zeigt, wie optimistisch die Stuttgarterinnen und Stuttgarter in die Zukunft gehen. </w:t>
      </w:r>
    </w:p>
    <w:p w14:paraId="3EDF0B47" w14:textId="77777777" w:rsidR="007A0406" w:rsidRDefault="007A0406" w:rsidP="007A0406">
      <w:pPr>
        <w:pStyle w:val="Textkrper"/>
        <w:spacing w:before="100" w:after="0" w:line="276" w:lineRule="auto"/>
        <w:rPr>
          <w:rFonts w:ascii="Arial" w:hAnsi="Arial" w:cs="Arial"/>
        </w:rPr>
      </w:pPr>
      <w:r>
        <w:rPr>
          <w:rFonts w:ascii="Arial" w:hAnsi="Arial" w:cs="Arial"/>
        </w:rPr>
        <w:t>Auch auf der Fassade des Wilhelmspalais tut sich was: Die Eröffnung des Museums macht aus dem Wohnhaus des Königs ein Haus für die Stadt und seine Bürgerinnen und Bürger. In der fassadenfüllenden Lichtskulptur entern die Stuttgarterinnen und Stuttgarter als „</w:t>
      </w:r>
      <w:proofErr w:type="spellStart"/>
      <w:r>
        <w:rPr>
          <w:rFonts w:ascii="Arial" w:hAnsi="Arial" w:cs="Arial"/>
        </w:rPr>
        <w:t>LichtGestalten</w:t>
      </w:r>
      <w:proofErr w:type="spellEnd"/>
      <w:r>
        <w:rPr>
          <w:rFonts w:ascii="Arial" w:hAnsi="Arial" w:cs="Arial"/>
        </w:rPr>
        <w:t xml:space="preserve">“ ihr </w:t>
      </w:r>
      <w:proofErr w:type="spellStart"/>
      <w:r w:rsidR="00B25ACC">
        <w:rPr>
          <w:rFonts w:ascii="Arial" w:hAnsi="Arial" w:cs="Arial"/>
        </w:rPr>
        <w:t>StadtPalais</w:t>
      </w:r>
      <w:proofErr w:type="spellEnd"/>
      <w:r>
        <w:rPr>
          <w:rFonts w:ascii="Arial" w:hAnsi="Arial" w:cs="Arial"/>
        </w:rPr>
        <w:t xml:space="preserve">. Vor allem nachts entsteht so ein spannendes Wechselspiel zwischen Architektur und Skulptur, das auch nach außen hin aus dem königlichen Gebäude ein </w:t>
      </w:r>
      <w:proofErr w:type="spellStart"/>
      <w:r w:rsidR="00B25ACC">
        <w:rPr>
          <w:rFonts w:ascii="Arial" w:hAnsi="Arial" w:cs="Arial"/>
        </w:rPr>
        <w:t>StadtPalais</w:t>
      </w:r>
      <w:proofErr w:type="spellEnd"/>
      <w:r>
        <w:rPr>
          <w:rFonts w:ascii="Arial" w:hAnsi="Arial" w:cs="Arial"/>
        </w:rPr>
        <w:t xml:space="preserve"> werden lässt.</w:t>
      </w:r>
    </w:p>
    <w:p w14:paraId="0DC0670E" w14:textId="77777777" w:rsidR="007A0406" w:rsidRDefault="007A0406" w:rsidP="007A0406">
      <w:pPr>
        <w:pStyle w:val="Textkrper"/>
        <w:spacing w:before="100" w:after="0" w:line="276" w:lineRule="auto"/>
        <w:rPr>
          <w:rFonts w:ascii="Arial" w:eastAsia="ArialMT" w:hAnsi="Arial" w:cs="Arial"/>
        </w:rPr>
      </w:pPr>
      <w:r>
        <w:rPr>
          <w:rFonts w:ascii="Arial" w:eastAsia="ArialMT" w:hAnsi="Arial" w:cs="Arial"/>
        </w:rPr>
        <w:lastRenderedPageBreak/>
        <w:t xml:space="preserve">Auf die jüngsten Besucher des </w:t>
      </w:r>
      <w:proofErr w:type="spellStart"/>
      <w:r w:rsidR="00B25ACC">
        <w:rPr>
          <w:rFonts w:ascii="Arial" w:eastAsia="ArialMT" w:hAnsi="Arial" w:cs="Arial"/>
        </w:rPr>
        <w:t>StadtPalais</w:t>
      </w:r>
      <w:proofErr w:type="spellEnd"/>
      <w:r>
        <w:rPr>
          <w:rFonts w:ascii="Arial" w:eastAsia="ArialMT" w:hAnsi="Arial" w:cs="Arial"/>
        </w:rPr>
        <w:t xml:space="preserve"> wartet mit dem Stadtlabor im Gartengeschoss ein eigenes Reich. Auf der Kinderbaustelle „BAU MIT“ werden sie hier zu Städteplanern, Architekten, Ingenieuren und Handwerkern ihrer eigenen Stadt. </w:t>
      </w:r>
      <w:proofErr w:type="spellStart"/>
      <w:r>
        <w:rPr>
          <w:rFonts w:ascii="Arial" w:eastAsia="ArialMT" w:hAnsi="Arial" w:cs="Arial"/>
        </w:rPr>
        <w:t>Bauhelm</w:t>
      </w:r>
      <w:proofErr w:type="spellEnd"/>
      <w:r>
        <w:rPr>
          <w:rFonts w:ascii="Arial" w:eastAsia="ArialMT" w:hAnsi="Arial" w:cs="Arial"/>
        </w:rPr>
        <w:t xml:space="preserve"> auf, dann kann das Spiel beginnen. Wer am Glücksrad an der feuerroten Litfaßsäule dreht, bekommt seinen Bauauftrag. Ob Mehrfamilienhaus mit Garten oder schiefer Turm von Schwaben – aus riesigen, farbigen Schaumwürfeln und Kartonbausteinen entsteht ein Stuttgart, das wir so noch nicht gesehen haben. Und schließlich erwacht die Stadt zum Leben: Alle 20 Minuten schaffen Geräusch- und Lichteffekte eine besondere Kulisse für die erbaute Welt. Danach heißt es: Ring frei für die Abrissbirnen! Mit Schmackes wird die Stadt zerstört, bevor das Spiel von Neuem beginnen kann.</w:t>
      </w:r>
    </w:p>
    <w:p w14:paraId="293E49C5" w14:textId="6B0E48B8" w:rsidR="007A0406" w:rsidRDefault="007A0406" w:rsidP="007A0406">
      <w:pPr>
        <w:pStyle w:val="Textkrper"/>
        <w:spacing w:before="100" w:after="0" w:line="276" w:lineRule="auto"/>
        <w:rPr>
          <w:rFonts w:ascii="Arial" w:eastAsia="Helvetica" w:hAnsi="Arial" w:cs="Arial"/>
          <w:bCs/>
          <w:color w:val="000000"/>
        </w:rPr>
      </w:pPr>
      <w:r>
        <w:rPr>
          <w:rFonts w:ascii="Arial" w:eastAsia="Helvetica" w:hAnsi="Arial" w:cs="Arial"/>
        </w:rPr>
        <w:t xml:space="preserve">So vielseitig wie die Ausstellungen im </w:t>
      </w:r>
      <w:proofErr w:type="spellStart"/>
      <w:r w:rsidR="00B25ACC">
        <w:rPr>
          <w:rFonts w:ascii="Arial" w:eastAsia="Helvetica" w:hAnsi="Arial" w:cs="Arial"/>
        </w:rPr>
        <w:t>StadtPalais</w:t>
      </w:r>
      <w:proofErr w:type="spellEnd"/>
      <w:r>
        <w:rPr>
          <w:rFonts w:ascii="Arial" w:eastAsia="Helvetica" w:hAnsi="Arial" w:cs="Arial"/>
        </w:rPr>
        <w:t xml:space="preserve"> sind auch die Veranstaltungen während des Eröffnungsfestivals – von Elektroparty und Kulturdebatte bis hin zum Kinderfest und Klassikkonzert wird ein abwechslungsreiches Programm geboten. Ein Höhepunkt des Festivals ist das Podiumsgespräch „</w:t>
      </w:r>
      <w:r>
        <w:rPr>
          <w:rFonts w:ascii="Arial" w:hAnsi="Arial" w:cs="Arial"/>
          <w:color w:val="000000"/>
        </w:rPr>
        <w:t xml:space="preserve">Stuttgart und sein VfB“ am 18. April um 19 Uhr. </w:t>
      </w:r>
      <w:r>
        <w:rPr>
          <w:rFonts w:ascii="Arial" w:eastAsia="Helvetica" w:hAnsi="Arial" w:cs="Arial"/>
          <w:bCs/>
          <w:color w:val="000000"/>
        </w:rPr>
        <w:t xml:space="preserve">Die Gäste, darunter ehemalige und aktuelle Profis wie VfB-Verteidiger Andreas Beck, Funktionäre und Fans, erzählen wie wichtig der Fußball für die </w:t>
      </w:r>
      <w:r w:rsidR="0045593C">
        <w:rPr>
          <w:rFonts w:ascii="Arial" w:eastAsia="Helvetica" w:hAnsi="Arial" w:cs="Arial"/>
          <w:bCs/>
          <w:color w:val="000000"/>
        </w:rPr>
        <w:t xml:space="preserve">Identifikation </w:t>
      </w:r>
      <w:r>
        <w:rPr>
          <w:rFonts w:ascii="Arial" w:eastAsia="Helvetica" w:hAnsi="Arial" w:cs="Arial"/>
          <w:bCs/>
          <w:color w:val="000000"/>
        </w:rPr>
        <w:t>mit Stuttgart als Heimat ist.</w:t>
      </w:r>
    </w:p>
    <w:p w14:paraId="55A0E18F" w14:textId="77777777" w:rsidR="007A0406" w:rsidRDefault="007A0406" w:rsidP="007A0406">
      <w:pPr>
        <w:pStyle w:val="Textkrper"/>
        <w:spacing w:before="100" w:after="0" w:line="276" w:lineRule="auto"/>
        <w:rPr>
          <w:rFonts w:ascii="Arial" w:eastAsia="Helvetica" w:hAnsi="Arial" w:cs="Arial"/>
          <w:bCs/>
          <w:color w:val="000000"/>
        </w:rPr>
      </w:pPr>
      <w:r>
        <w:rPr>
          <w:rFonts w:ascii="Arial" w:eastAsia="Helvetica" w:hAnsi="Arial" w:cs="Arial"/>
          <w:bCs/>
          <w:color w:val="000000"/>
        </w:rPr>
        <w:t xml:space="preserve">Am 20. April um 19 Uhr heißt es „Ton ab!“, dann steht der „Sound </w:t>
      </w:r>
      <w:proofErr w:type="spellStart"/>
      <w:r>
        <w:rPr>
          <w:rFonts w:ascii="Arial" w:eastAsia="Helvetica" w:hAnsi="Arial" w:cs="Arial"/>
          <w:bCs/>
          <w:color w:val="000000"/>
        </w:rPr>
        <w:t>of</w:t>
      </w:r>
      <w:proofErr w:type="spellEnd"/>
      <w:r>
        <w:rPr>
          <w:rFonts w:ascii="Arial" w:eastAsia="Helvetica" w:hAnsi="Arial" w:cs="Arial"/>
          <w:bCs/>
          <w:color w:val="000000"/>
        </w:rPr>
        <w:t xml:space="preserve"> SOKO Stuttgart“ im Fokus: Die Besucher werden zu </w:t>
      </w:r>
      <w:proofErr w:type="spellStart"/>
      <w:r>
        <w:rPr>
          <w:rFonts w:ascii="Arial" w:eastAsia="Helvetica" w:hAnsi="Arial" w:cs="Arial"/>
          <w:bCs/>
          <w:color w:val="000000"/>
        </w:rPr>
        <w:t>Geräuschemachern</w:t>
      </w:r>
      <w:proofErr w:type="spellEnd"/>
      <w:r>
        <w:rPr>
          <w:rFonts w:ascii="Arial" w:eastAsia="Helvetica" w:hAnsi="Arial" w:cs="Arial"/>
          <w:bCs/>
          <w:color w:val="000000"/>
        </w:rPr>
        <w:t xml:space="preserve"> – es gilt für Szenen der Kult-Serie „SOKO Stuttgart“ selbst den richtigen Ton zu machen. Angeleitet von den Stars der Reihe wie Schauspieler Michael </w:t>
      </w:r>
      <w:proofErr w:type="spellStart"/>
      <w:r>
        <w:rPr>
          <w:rFonts w:ascii="Arial" w:eastAsia="Helvetica" w:hAnsi="Arial" w:cs="Arial"/>
          <w:bCs/>
          <w:color w:val="000000"/>
        </w:rPr>
        <w:t>Gaedt</w:t>
      </w:r>
      <w:proofErr w:type="spellEnd"/>
      <w:r>
        <w:rPr>
          <w:rFonts w:ascii="Arial" w:eastAsia="Helvetica" w:hAnsi="Arial" w:cs="Arial"/>
          <w:bCs/>
          <w:color w:val="000000"/>
        </w:rPr>
        <w:t xml:space="preserve"> lassen es die</w:t>
      </w:r>
      <w:bookmarkStart w:id="1" w:name="_GoBack11"/>
      <w:bookmarkEnd w:id="1"/>
      <w:r>
        <w:rPr>
          <w:rFonts w:ascii="Arial" w:eastAsia="Helvetica" w:hAnsi="Arial" w:cs="Arial"/>
          <w:bCs/>
          <w:color w:val="000000"/>
        </w:rPr>
        <w:t xml:space="preserve"> Gäste gemeinsam nieseln, regnen oder hageln und kreieren so ihren ganz eigenen Sound der Stadt. </w:t>
      </w:r>
    </w:p>
    <w:p w14:paraId="17FA005F" w14:textId="77777777" w:rsidR="007A0406" w:rsidRDefault="007A0406" w:rsidP="007A0406">
      <w:pPr>
        <w:pStyle w:val="Textkrper"/>
        <w:spacing w:before="100" w:after="0" w:line="276" w:lineRule="auto"/>
        <w:rPr>
          <w:rFonts w:ascii="Arial" w:eastAsia="Helvetica" w:hAnsi="Arial" w:cs="Arial"/>
          <w:bCs/>
          <w:color w:val="000000"/>
        </w:rPr>
      </w:pPr>
      <w:r>
        <w:rPr>
          <w:rFonts w:ascii="Arial" w:hAnsi="Arial" w:cs="Arial"/>
        </w:rPr>
        <w:t xml:space="preserve">Mit der Eröffnung des </w:t>
      </w:r>
      <w:proofErr w:type="spellStart"/>
      <w:r w:rsidR="00B25ACC">
        <w:rPr>
          <w:rFonts w:ascii="Arial" w:hAnsi="Arial" w:cs="Arial"/>
        </w:rPr>
        <w:t>StadtPalais</w:t>
      </w:r>
      <w:proofErr w:type="spellEnd"/>
      <w:r>
        <w:rPr>
          <w:rFonts w:ascii="Arial" w:hAnsi="Arial" w:cs="Arial"/>
        </w:rPr>
        <w:t xml:space="preserve"> geht auch die Museumsbar „drinnen &amp; draußen“ an den Start. Betrieben wird die neue Gastronomie im Wilhelmspalais von den Machern der Kultur- und Eventlocation Wagenhallen. Die Stuttgarterinnen und Stuttgarter können sich auf ein vielfältiges Angebot freuen – vom kleinen Frühstück am Morgen über warme regionale Spezialitäten mittags und abends bis hin zu ausgesuchten Weinen, Bieren und Cocktails bis spät in die Nacht. Getreu dem namensgebenden Motto dürfen die Gäste „drinnen &amp; draußen“ Platz nehmen: Man sitzt entweder im Foyer des </w:t>
      </w:r>
      <w:proofErr w:type="spellStart"/>
      <w:r w:rsidR="00B25ACC">
        <w:rPr>
          <w:rFonts w:ascii="Arial" w:hAnsi="Arial" w:cs="Arial"/>
        </w:rPr>
        <w:t>StadtPalais</w:t>
      </w:r>
      <w:proofErr w:type="spellEnd"/>
      <w:r>
        <w:rPr>
          <w:rFonts w:ascii="Arial" w:hAnsi="Arial" w:cs="Arial"/>
        </w:rPr>
        <w:t xml:space="preserve">, im Außenbereich Richtung Urbanstraße oder, ganz unkompliziert, einfach auf der historischen Treppe vor dem Palais. An den Wochenenden planen die neuen Betreiber zusätzliche Veranstaltungen für die Palais-Besucher. </w:t>
      </w:r>
    </w:p>
    <w:p w14:paraId="6CECF2AF" w14:textId="77777777" w:rsidR="007A0406" w:rsidRDefault="007A0406" w:rsidP="007A0406">
      <w:pPr>
        <w:autoSpaceDE w:val="0"/>
        <w:spacing w:before="100" w:line="276" w:lineRule="auto"/>
        <w:rPr>
          <w:rFonts w:eastAsia="Helvetica" w:cs="Arial"/>
          <w:bCs/>
          <w:color w:val="000000"/>
        </w:rPr>
      </w:pPr>
      <w:r>
        <w:rPr>
          <w:rFonts w:eastAsia="Helvetica" w:cs="Arial"/>
          <w:bCs/>
          <w:color w:val="000000"/>
        </w:rPr>
        <w:t>Während des Eröffnungsfestivals ist der Eintritt in die Ausstellungen, für die täglich mehrmals stattfindenden Führungen sowie für alle Veranstaltungen kostenfrei. Ausnahmen sind die Palais-Partys ab 22 Uhr.</w:t>
      </w:r>
    </w:p>
    <w:p w14:paraId="023899EF" w14:textId="77777777" w:rsidR="00951B33" w:rsidRDefault="00951B33" w:rsidP="007A0406">
      <w:pPr>
        <w:autoSpaceDE w:val="0"/>
        <w:spacing w:before="100" w:line="276" w:lineRule="auto"/>
        <w:rPr>
          <w:rFonts w:eastAsia="Helvetica" w:cs="Arial"/>
          <w:bCs/>
          <w:color w:val="000000"/>
        </w:rPr>
      </w:pPr>
    </w:p>
    <w:p w14:paraId="2134DD89" w14:textId="77777777" w:rsidR="00951B33" w:rsidRDefault="00951B33" w:rsidP="007A0406">
      <w:pPr>
        <w:autoSpaceDE w:val="0"/>
        <w:spacing w:before="100" w:line="276" w:lineRule="auto"/>
        <w:rPr>
          <w:rFonts w:eastAsia="Helvetica" w:cs="Arial"/>
          <w:bCs/>
          <w:color w:val="000000"/>
        </w:rPr>
      </w:pPr>
    </w:p>
    <w:p w14:paraId="259507FF" w14:textId="77777777" w:rsidR="00951B33" w:rsidRDefault="00951B33" w:rsidP="007A0406">
      <w:pPr>
        <w:autoSpaceDE w:val="0"/>
        <w:spacing w:before="100" w:line="276" w:lineRule="auto"/>
        <w:rPr>
          <w:rFonts w:eastAsia="Helvetica" w:cs="Arial"/>
          <w:bCs/>
          <w:color w:val="000000"/>
        </w:rPr>
      </w:pPr>
    </w:p>
    <w:p w14:paraId="6D5D95DE" w14:textId="77777777" w:rsidR="00951B33" w:rsidRDefault="00951B33" w:rsidP="007A0406">
      <w:pPr>
        <w:autoSpaceDE w:val="0"/>
        <w:spacing w:before="100" w:line="276" w:lineRule="auto"/>
        <w:rPr>
          <w:rFonts w:eastAsia="Helvetica" w:cs="Arial"/>
          <w:bCs/>
          <w:color w:val="000000"/>
        </w:rPr>
      </w:pPr>
    </w:p>
    <w:p w14:paraId="592709ED" w14:textId="6EA6FA78" w:rsidR="008E62D0" w:rsidRDefault="00951B33" w:rsidP="002B322E">
      <w:pPr>
        <w:autoSpaceDE w:val="0"/>
        <w:spacing w:before="100" w:line="276" w:lineRule="auto"/>
        <w:rPr>
          <w:rFonts w:eastAsia="Helvetica" w:cs="Arial"/>
          <w:bCs/>
          <w:color w:val="000000"/>
        </w:rPr>
      </w:pPr>
      <w:r w:rsidRPr="002B322E">
        <w:rPr>
          <w:rFonts w:eastAsia="Helvetica" w:cs="Arial"/>
          <w:b/>
          <w:bCs/>
          <w:color w:val="000000"/>
        </w:rPr>
        <w:t xml:space="preserve">Hinweis: </w:t>
      </w:r>
      <w:r w:rsidR="002B322E" w:rsidRPr="002B322E">
        <w:rPr>
          <w:rFonts w:eastAsia="Helvetica" w:cs="Arial"/>
          <w:bCs/>
          <w:color w:val="000000"/>
        </w:rPr>
        <w:br/>
      </w:r>
      <w:r>
        <w:rPr>
          <w:rFonts w:eastAsia="Helvetica" w:cs="Arial"/>
          <w:bCs/>
          <w:color w:val="000000"/>
        </w:rPr>
        <w:t>P</w:t>
      </w:r>
      <w:r w:rsidR="002B322E">
        <w:rPr>
          <w:rFonts w:eastAsia="Helvetica" w:cs="Arial"/>
          <w:bCs/>
          <w:color w:val="000000"/>
        </w:rPr>
        <w:t>ressetext und Bildmaterial stehen nach Ende des Pressetermins</w:t>
      </w:r>
      <w:r>
        <w:rPr>
          <w:rFonts w:eastAsia="Helvetica" w:cs="Arial"/>
          <w:bCs/>
          <w:color w:val="000000"/>
        </w:rPr>
        <w:t xml:space="preserve"> </w:t>
      </w:r>
      <w:r w:rsidR="002B322E">
        <w:rPr>
          <w:rFonts w:eastAsia="Helvetica" w:cs="Arial"/>
          <w:bCs/>
          <w:color w:val="000000"/>
        </w:rPr>
        <w:br/>
      </w:r>
      <w:r>
        <w:rPr>
          <w:rFonts w:eastAsia="Helvetica" w:cs="Arial"/>
          <w:bCs/>
          <w:color w:val="000000"/>
        </w:rPr>
        <w:t xml:space="preserve">unter </w:t>
      </w:r>
      <w:r w:rsidR="002B322E" w:rsidRPr="0016636E">
        <w:rPr>
          <w:rFonts w:eastAsia="Helvetica" w:cs="Arial"/>
          <w:bCs/>
          <w:color w:val="000000"/>
        </w:rPr>
        <w:t>www.stadtpalais-stuttgart.de/newsroom</w:t>
      </w:r>
      <w:r w:rsidR="002B322E">
        <w:rPr>
          <w:rFonts w:eastAsia="Helvetica" w:cs="Arial"/>
          <w:bCs/>
          <w:color w:val="000000"/>
        </w:rPr>
        <w:t xml:space="preserve"> zum Download bereit.</w:t>
      </w:r>
      <w:r w:rsidR="008E62D0">
        <w:rPr>
          <w:rFonts w:eastAsia="Helvetica" w:cs="Arial"/>
          <w:bCs/>
          <w:color w:val="000000"/>
        </w:rPr>
        <w:br w:type="page"/>
      </w:r>
    </w:p>
    <w:p w14:paraId="49B4A7BB" w14:textId="77777777" w:rsidR="007A0406" w:rsidRDefault="00B25ACC" w:rsidP="007A0406">
      <w:pPr>
        <w:rPr>
          <w:b/>
          <w:color w:val="000000"/>
        </w:rPr>
      </w:pPr>
      <w:proofErr w:type="spellStart"/>
      <w:r>
        <w:rPr>
          <w:b/>
          <w:color w:val="000000"/>
        </w:rPr>
        <w:lastRenderedPageBreak/>
        <w:t>StadtPalais</w:t>
      </w:r>
      <w:proofErr w:type="spellEnd"/>
      <w:r w:rsidR="007A0406" w:rsidRPr="008571E2">
        <w:rPr>
          <w:b/>
          <w:color w:val="000000"/>
        </w:rPr>
        <w:t xml:space="preserve"> – Museum für Stuttgart</w:t>
      </w:r>
    </w:p>
    <w:p w14:paraId="32939A95" w14:textId="77777777" w:rsidR="007A0406" w:rsidRPr="008571E2" w:rsidRDefault="007A0406" w:rsidP="007A0406">
      <w:pPr>
        <w:rPr>
          <w:color w:val="000000"/>
        </w:rPr>
      </w:pPr>
    </w:p>
    <w:p w14:paraId="639E2450" w14:textId="77777777" w:rsidR="007A0406" w:rsidRPr="008571E2" w:rsidRDefault="007A0406" w:rsidP="007A0406">
      <w:pPr>
        <w:rPr>
          <w:color w:val="000000"/>
        </w:rPr>
      </w:pPr>
      <w:r w:rsidRPr="008571E2">
        <w:rPr>
          <w:color w:val="000000"/>
        </w:rPr>
        <w:t>Konrad-Adenauer-Straße 2</w:t>
      </w:r>
    </w:p>
    <w:p w14:paraId="44E3F744" w14:textId="77777777" w:rsidR="007A0406" w:rsidRPr="008571E2" w:rsidRDefault="007A0406" w:rsidP="007A0406">
      <w:pPr>
        <w:rPr>
          <w:color w:val="000000"/>
        </w:rPr>
      </w:pPr>
      <w:r w:rsidRPr="008571E2">
        <w:rPr>
          <w:color w:val="000000"/>
        </w:rPr>
        <w:t>70173 Stuttgart</w:t>
      </w:r>
    </w:p>
    <w:p w14:paraId="7891BC3F" w14:textId="77777777" w:rsidR="007A0406" w:rsidRDefault="007A0406" w:rsidP="007A0406">
      <w:pPr>
        <w:rPr>
          <w:color w:val="000000"/>
        </w:rPr>
      </w:pPr>
    </w:p>
    <w:p w14:paraId="09EFC735" w14:textId="77777777" w:rsidR="001635ED" w:rsidRDefault="001635ED" w:rsidP="001635ED">
      <w:pPr>
        <w:rPr>
          <w:rFonts w:cs="Arial"/>
        </w:rPr>
      </w:pPr>
      <w:r>
        <w:rPr>
          <w:rFonts w:cs="Arial"/>
        </w:rPr>
        <w:t xml:space="preserve">Barrierefreier Zugang über Eingang Urbanstraße /// </w:t>
      </w:r>
      <w:r w:rsidRPr="00923835">
        <w:rPr>
          <w:rFonts w:cs="Arial"/>
        </w:rPr>
        <w:t>Haltestelle Charlottenplatz</w:t>
      </w:r>
      <w:r w:rsidRPr="00EA578F">
        <w:rPr>
          <w:rFonts w:cs="Arial"/>
        </w:rPr>
        <w:t xml:space="preserve"> </w:t>
      </w:r>
    </w:p>
    <w:p w14:paraId="4EB9FBB8" w14:textId="77777777" w:rsidR="001635ED" w:rsidRPr="008571E2" w:rsidRDefault="001635ED" w:rsidP="007A0406">
      <w:pPr>
        <w:rPr>
          <w:color w:val="000000"/>
        </w:rPr>
      </w:pPr>
    </w:p>
    <w:p w14:paraId="4FFA95EA" w14:textId="77777777" w:rsidR="007A0406" w:rsidRPr="008571E2" w:rsidRDefault="007A0406" w:rsidP="007A0406">
      <w:pPr>
        <w:rPr>
          <w:color w:val="000000"/>
        </w:rPr>
      </w:pPr>
      <w:r w:rsidRPr="008571E2">
        <w:rPr>
          <w:color w:val="000000"/>
        </w:rPr>
        <w:t>Telefon 0711</w:t>
      </w:r>
      <w:r w:rsidRPr="008571E2">
        <w:rPr>
          <w:rFonts w:cs="Times New Roman"/>
          <w:color w:val="000000"/>
        </w:rPr>
        <w:t> </w:t>
      </w:r>
      <w:r w:rsidRPr="008571E2">
        <w:rPr>
          <w:color w:val="000000"/>
        </w:rPr>
        <w:t>/</w:t>
      </w:r>
      <w:r w:rsidRPr="008571E2">
        <w:rPr>
          <w:rFonts w:cs="Times New Roman"/>
          <w:color w:val="000000"/>
        </w:rPr>
        <w:t> </w:t>
      </w:r>
      <w:r w:rsidRPr="008571E2">
        <w:rPr>
          <w:color w:val="000000"/>
        </w:rPr>
        <w:t>216</w:t>
      </w:r>
      <w:r w:rsidRPr="008571E2">
        <w:rPr>
          <w:rFonts w:cs="Times New Roman"/>
          <w:color w:val="000000"/>
        </w:rPr>
        <w:t> </w:t>
      </w:r>
      <w:r w:rsidRPr="008571E2">
        <w:rPr>
          <w:color w:val="000000"/>
        </w:rPr>
        <w:t>258</w:t>
      </w:r>
      <w:r w:rsidRPr="008571E2">
        <w:rPr>
          <w:rFonts w:cs="Times New Roman"/>
          <w:color w:val="000000"/>
        </w:rPr>
        <w:t> </w:t>
      </w:r>
      <w:r w:rsidRPr="008571E2">
        <w:rPr>
          <w:color w:val="000000"/>
        </w:rPr>
        <w:t>00</w:t>
      </w:r>
    </w:p>
    <w:p w14:paraId="5B560434" w14:textId="77777777" w:rsidR="007A0406" w:rsidRPr="008571E2" w:rsidRDefault="007A0406" w:rsidP="007A0406">
      <w:pPr>
        <w:rPr>
          <w:color w:val="000000"/>
        </w:rPr>
      </w:pPr>
      <w:r w:rsidRPr="008571E2">
        <w:rPr>
          <w:color w:val="000000"/>
        </w:rPr>
        <w:t>stadtpalais@stuttgart.de</w:t>
      </w:r>
    </w:p>
    <w:p w14:paraId="0DEC22B3" w14:textId="77777777" w:rsidR="007A0406" w:rsidRPr="008571E2" w:rsidRDefault="007A0406" w:rsidP="007A0406">
      <w:pPr>
        <w:rPr>
          <w:color w:val="000000"/>
        </w:rPr>
      </w:pPr>
      <w:r w:rsidRPr="008571E2">
        <w:rPr>
          <w:color w:val="000000"/>
        </w:rPr>
        <w:t>www.stadtpalais-stuttgart.de</w:t>
      </w:r>
    </w:p>
    <w:p w14:paraId="36FBDE68" w14:textId="77777777" w:rsidR="007A0406" w:rsidRDefault="006A059F" w:rsidP="007A0406">
      <w:pPr>
        <w:rPr>
          <w:color w:val="000000"/>
        </w:rPr>
      </w:pPr>
      <w:hyperlink r:id="rId8" w:history="1">
        <w:r w:rsidR="007A0406" w:rsidRPr="008571E2">
          <w:rPr>
            <w:rFonts w:eastAsia="SimSun" w:cs="Calibri"/>
            <w:color w:val="000000"/>
            <w:kern w:val="1"/>
            <w:lang w:eastAsia="ar-SA"/>
          </w:rPr>
          <w:t>www.facebook.com/StadtpalaisStuttgart</w:t>
        </w:r>
      </w:hyperlink>
    </w:p>
    <w:p w14:paraId="77900A27" w14:textId="77777777" w:rsidR="007A0406" w:rsidRPr="008571E2" w:rsidRDefault="006A059F" w:rsidP="007A0406">
      <w:pPr>
        <w:rPr>
          <w:color w:val="000000"/>
        </w:rPr>
      </w:pPr>
      <w:hyperlink r:id="rId9" w:history="1">
        <w:r w:rsidR="007A0406" w:rsidRPr="008571E2">
          <w:rPr>
            <w:rFonts w:eastAsia="SimSun" w:cs="Calibri"/>
            <w:color w:val="000000"/>
            <w:kern w:val="1"/>
            <w:lang w:eastAsia="ar-SA"/>
          </w:rPr>
          <w:t>www.instagram.com/StadtpalaisStuttgart</w:t>
        </w:r>
      </w:hyperlink>
    </w:p>
    <w:p w14:paraId="6BE27A38" w14:textId="77777777" w:rsidR="007A0406" w:rsidRPr="008571E2" w:rsidRDefault="006A059F" w:rsidP="007A0406">
      <w:pPr>
        <w:autoSpaceDE w:val="0"/>
        <w:autoSpaceDN w:val="0"/>
        <w:adjustRightInd w:val="0"/>
        <w:rPr>
          <w:rFonts w:eastAsia="SimSun" w:cs="Calibri"/>
          <w:color w:val="000000"/>
          <w:kern w:val="1"/>
          <w:lang w:eastAsia="ar-SA"/>
        </w:rPr>
      </w:pPr>
      <w:hyperlink r:id="rId10" w:history="1">
        <w:r w:rsidR="007A0406" w:rsidRPr="008571E2">
          <w:rPr>
            <w:rFonts w:eastAsia="SimSun" w:cs="Calibri"/>
            <w:color w:val="000000"/>
            <w:kern w:val="1"/>
            <w:lang w:eastAsia="ar-SA"/>
          </w:rPr>
          <w:t>www.twitter.com/PalaisStuttgart</w:t>
        </w:r>
      </w:hyperlink>
    </w:p>
    <w:p w14:paraId="6A77A084" w14:textId="77777777" w:rsidR="007A0406" w:rsidRDefault="007A0406" w:rsidP="007A0406">
      <w:pPr>
        <w:rPr>
          <w:color w:val="000000"/>
        </w:rPr>
      </w:pPr>
    </w:p>
    <w:p w14:paraId="0A55D0A2" w14:textId="77777777" w:rsidR="007A0406" w:rsidRPr="008571E2" w:rsidRDefault="007A0406" w:rsidP="007A0406">
      <w:pPr>
        <w:rPr>
          <w:color w:val="000000"/>
        </w:rPr>
      </w:pPr>
    </w:p>
    <w:p w14:paraId="193180D0" w14:textId="77777777" w:rsidR="007A0406" w:rsidRPr="008571E2" w:rsidRDefault="007A0406" w:rsidP="007A0406">
      <w:pPr>
        <w:rPr>
          <w:b/>
          <w:color w:val="000000"/>
        </w:rPr>
      </w:pPr>
      <w:r w:rsidRPr="008571E2">
        <w:rPr>
          <w:b/>
          <w:color w:val="000000"/>
        </w:rPr>
        <w:t>14.04.</w:t>
      </w:r>
      <w:r w:rsidRPr="008571E2">
        <w:rPr>
          <w:rFonts w:cs="Times New Roman"/>
          <w:b/>
          <w:color w:val="000000"/>
        </w:rPr>
        <w:t xml:space="preserve"> – </w:t>
      </w:r>
      <w:r w:rsidRPr="008571E2">
        <w:rPr>
          <w:b/>
          <w:color w:val="000000"/>
        </w:rPr>
        <w:t>22.04.2018</w:t>
      </w:r>
    </w:p>
    <w:p w14:paraId="60FC1499" w14:textId="77777777" w:rsidR="00B57126" w:rsidRDefault="00B57126" w:rsidP="007A0406">
      <w:pPr>
        <w:rPr>
          <w:b/>
          <w:color w:val="000000"/>
        </w:rPr>
      </w:pPr>
    </w:p>
    <w:p w14:paraId="1B277A9D" w14:textId="77777777" w:rsidR="007A0406" w:rsidRDefault="007A0406" w:rsidP="007A0406">
      <w:pPr>
        <w:rPr>
          <w:b/>
          <w:color w:val="000000"/>
        </w:rPr>
      </w:pPr>
      <w:r>
        <w:rPr>
          <w:b/>
          <w:color w:val="000000"/>
        </w:rPr>
        <w:t xml:space="preserve">Öffnungszeiten: </w:t>
      </w:r>
    </w:p>
    <w:p w14:paraId="5497A4B6" w14:textId="77777777" w:rsidR="007A0406" w:rsidRPr="008571E2" w:rsidRDefault="007A0406" w:rsidP="007A0406">
      <w:pPr>
        <w:rPr>
          <w:color w:val="000000"/>
        </w:rPr>
      </w:pPr>
      <w:r w:rsidRPr="008571E2">
        <w:rPr>
          <w:color w:val="000000"/>
        </w:rPr>
        <w:t>täglich 10 bis 22 Uhr</w:t>
      </w:r>
    </w:p>
    <w:p w14:paraId="0A28C476" w14:textId="77777777" w:rsidR="00B57126" w:rsidRDefault="00B57126" w:rsidP="007A0406">
      <w:pPr>
        <w:rPr>
          <w:b/>
          <w:color w:val="000000"/>
        </w:rPr>
      </w:pPr>
    </w:p>
    <w:p w14:paraId="5896C57D" w14:textId="77777777" w:rsidR="007A0406" w:rsidRPr="008571E2" w:rsidRDefault="007A0406" w:rsidP="007A0406">
      <w:pPr>
        <w:rPr>
          <w:b/>
          <w:color w:val="000000"/>
        </w:rPr>
      </w:pPr>
      <w:r w:rsidRPr="008571E2">
        <w:rPr>
          <w:b/>
          <w:color w:val="000000"/>
        </w:rPr>
        <w:t xml:space="preserve">Eintritt: </w:t>
      </w:r>
    </w:p>
    <w:p w14:paraId="2B23316A" w14:textId="77777777" w:rsidR="007A0406" w:rsidRPr="008571E2" w:rsidRDefault="007A0406" w:rsidP="007A0406">
      <w:pPr>
        <w:rPr>
          <w:color w:val="000000"/>
        </w:rPr>
      </w:pPr>
      <w:r w:rsidRPr="008571E2">
        <w:rPr>
          <w:color w:val="000000"/>
        </w:rPr>
        <w:t>frei</w:t>
      </w:r>
    </w:p>
    <w:p w14:paraId="002B83A8" w14:textId="77777777" w:rsidR="007A0406" w:rsidRDefault="007A0406" w:rsidP="007A0406">
      <w:pPr>
        <w:autoSpaceDE w:val="0"/>
        <w:rPr>
          <w:rFonts w:eastAsia="Helvetica" w:cs="Arial"/>
          <w:bCs/>
          <w:color w:val="000000"/>
        </w:rPr>
      </w:pPr>
    </w:p>
    <w:p w14:paraId="268B372A" w14:textId="77777777" w:rsidR="00B57126" w:rsidRDefault="00B57126" w:rsidP="007A0406">
      <w:pPr>
        <w:autoSpaceDE w:val="0"/>
        <w:rPr>
          <w:rFonts w:eastAsia="Helvetica" w:cs="Arial"/>
          <w:bCs/>
          <w:color w:val="000000"/>
        </w:rPr>
      </w:pPr>
    </w:p>
    <w:p w14:paraId="206676D6" w14:textId="77777777" w:rsidR="007A0406" w:rsidRDefault="007A0406" w:rsidP="007A0406">
      <w:pPr>
        <w:autoSpaceDE w:val="0"/>
        <w:rPr>
          <w:rFonts w:eastAsia="Helvetica" w:cs="Arial"/>
          <w:b/>
          <w:bCs/>
          <w:color w:val="000000"/>
        </w:rPr>
      </w:pPr>
      <w:r w:rsidRPr="008571E2">
        <w:rPr>
          <w:rFonts w:eastAsia="Helvetica" w:cs="Arial"/>
          <w:b/>
          <w:bCs/>
          <w:color w:val="000000"/>
        </w:rPr>
        <w:t>Ab dem 24.04.2018</w:t>
      </w:r>
    </w:p>
    <w:p w14:paraId="23DA2E15" w14:textId="77777777" w:rsidR="00B57126" w:rsidRDefault="00B57126" w:rsidP="007A0406">
      <w:pPr>
        <w:autoSpaceDE w:val="0"/>
        <w:rPr>
          <w:rFonts w:eastAsia="Helvetica" w:cs="Arial"/>
          <w:b/>
          <w:bCs/>
          <w:color w:val="000000"/>
        </w:rPr>
      </w:pPr>
    </w:p>
    <w:p w14:paraId="15E9A911" w14:textId="77777777" w:rsidR="007A0406" w:rsidRDefault="007A0406" w:rsidP="007A0406">
      <w:pPr>
        <w:autoSpaceDE w:val="0"/>
        <w:rPr>
          <w:rFonts w:eastAsia="Helvetica" w:cs="Arial"/>
          <w:bCs/>
          <w:color w:val="000000"/>
        </w:rPr>
      </w:pPr>
      <w:r w:rsidRPr="008571E2">
        <w:rPr>
          <w:rFonts w:eastAsia="Helvetica" w:cs="Arial"/>
          <w:b/>
          <w:bCs/>
          <w:color w:val="000000"/>
        </w:rPr>
        <w:t>Öffnungszeiten</w:t>
      </w:r>
      <w:r>
        <w:rPr>
          <w:rFonts w:eastAsia="Helvetica" w:cs="Arial"/>
          <w:b/>
          <w:bCs/>
          <w:color w:val="000000"/>
        </w:rPr>
        <w:t xml:space="preserve"> Museum</w:t>
      </w:r>
      <w:r w:rsidRPr="008571E2">
        <w:rPr>
          <w:rFonts w:eastAsia="Helvetica" w:cs="Arial"/>
          <w:b/>
          <w:bCs/>
          <w:color w:val="000000"/>
        </w:rPr>
        <w:t>:</w:t>
      </w:r>
      <w:r>
        <w:rPr>
          <w:rFonts w:eastAsia="Helvetica" w:cs="Arial"/>
          <w:bCs/>
          <w:color w:val="000000"/>
        </w:rPr>
        <w:t xml:space="preserve"> </w:t>
      </w:r>
    </w:p>
    <w:p w14:paraId="4007B151" w14:textId="77777777" w:rsidR="007A0406" w:rsidRDefault="007A0406" w:rsidP="007A0406">
      <w:pPr>
        <w:autoSpaceDE w:val="0"/>
        <w:rPr>
          <w:rFonts w:eastAsia="Helvetica" w:cs="Arial"/>
          <w:bCs/>
          <w:color w:val="000000"/>
        </w:rPr>
      </w:pPr>
      <w:r>
        <w:rPr>
          <w:rFonts w:eastAsia="Helvetica" w:cs="Arial"/>
          <w:bCs/>
          <w:color w:val="000000"/>
        </w:rPr>
        <w:t>Di – So 10 bis 18 Uhr</w:t>
      </w:r>
    </w:p>
    <w:p w14:paraId="0E7AA471" w14:textId="0EC9435A" w:rsidR="00B57126" w:rsidRDefault="00B57126" w:rsidP="007A0406">
      <w:pPr>
        <w:autoSpaceDE w:val="0"/>
        <w:rPr>
          <w:rFonts w:eastAsia="Helvetica" w:cs="Arial"/>
          <w:bCs/>
          <w:color w:val="000000"/>
        </w:rPr>
      </w:pPr>
      <w:r>
        <w:rPr>
          <w:rFonts w:eastAsia="Helvetica" w:cs="Arial"/>
          <w:bCs/>
          <w:color w:val="000000"/>
        </w:rPr>
        <w:t xml:space="preserve">Karfreitag, 24., 25. </w:t>
      </w:r>
      <w:r w:rsidR="00C650BD">
        <w:rPr>
          <w:rFonts w:eastAsia="Helvetica" w:cs="Arial"/>
          <w:bCs/>
          <w:color w:val="000000"/>
        </w:rPr>
        <w:t>u</w:t>
      </w:r>
      <w:r>
        <w:rPr>
          <w:rFonts w:eastAsia="Helvetica" w:cs="Arial"/>
          <w:bCs/>
          <w:color w:val="000000"/>
        </w:rPr>
        <w:t>nd 31.12. geschlossen</w:t>
      </w:r>
    </w:p>
    <w:p w14:paraId="5F788261" w14:textId="77777777" w:rsidR="00B57126" w:rsidRDefault="00B57126" w:rsidP="007A0406">
      <w:pPr>
        <w:autoSpaceDE w:val="0"/>
        <w:rPr>
          <w:rFonts w:eastAsia="Helvetica" w:cs="Arial"/>
          <w:b/>
          <w:bCs/>
          <w:color w:val="000000"/>
        </w:rPr>
      </w:pPr>
    </w:p>
    <w:p w14:paraId="022A367D" w14:textId="77777777" w:rsidR="007A0406" w:rsidRDefault="007A0406" w:rsidP="007A0406">
      <w:pPr>
        <w:autoSpaceDE w:val="0"/>
        <w:rPr>
          <w:rFonts w:eastAsia="Helvetica" w:cs="Arial"/>
          <w:bCs/>
          <w:color w:val="000000"/>
        </w:rPr>
      </w:pPr>
      <w:r w:rsidRPr="008571E2">
        <w:rPr>
          <w:rFonts w:eastAsia="Helvetica" w:cs="Arial"/>
          <w:b/>
          <w:bCs/>
          <w:color w:val="000000"/>
        </w:rPr>
        <w:t>Eintritt:</w:t>
      </w:r>
      <w:r>
        <w:rPr>
          <w:rFonts w:eastAsia="Helvetica" w:cs="Arial"/>
          <w:bCs/>
          <w:color w:val="000000"/>
        </w:rPr>
        <w:t xml:space="preserve"> </w:t>
      </w:r>
    </w:p>
    <w:p w14:paraId="28790685" w14:textId="77777777" w:rsidR="007A0406" w:rsidRPr="008571E2" w:rsidRDefault="007A0406" w:rsidP="007A0406">
      <w:pPr>
        <w:autoSpaceDE w:val="0"/>
        <w:rPr>
          <w:rFonts w:eastAsia="Helvetica" w:cs="Arial"/>
          <w:bCs/>
          <w:color w:val="000000"/>
          <w:u w:val="single"/>
        </w:rPr>
      </w:pPr>
      <w:r>
        <w:rPr>
          <w:rFonts w:eastAsia="Helvetica" w:cs="Arial"/>
          <w:bCs/>
          <w:color w:val="000000"/>
          <w:u w:val="single"/>
        </w:rPr>
        <w:t>Erwachsene</w:t>
      </w:r>
    </w:p>
    <w:p w14:paraId="45FBDD22" w14:textId="5F96F0EC" w:rsidR="007A0406" w:rsidRDefault="00673713" w:rsidP="007A0406">
      <w:pPr>
        <w:autoSpaceDE w:val="0"/>
        <w:rPr>
          <w:rFonts w:eastAsia="Helvetica" w:cs="Arial"/>
          <w:bCs/>
          <w:color w:val="000000"/>
        </w:rPr>
      </w:pPr>
      <w:r>
        <w:rPr>
          <w:rFonts w:eastAsia="Helvetica" w:cs="Arial"/>
          <w:bCs/>
          <w:color w:val="000000"/>
        </w:rPr>
        <w:t xml:space="preserve">Die ständige Ausstellung, </w:t>
      </w:r>
      <w:r w:rsidR="007A0406">
        <w:rPr>
          <w:rFonts w:eastAsia="Helvetica" w:cs="Arial"/>
          <w:bCs/>
          <w:color w:val="000000"/>
        </w:rPr>
        <w:t xml:space="preserve">die Salonausstellung </w:t>
      </w:r>
      <w:r>
        <w:rPr>
          <w:rFonts w:eastAsia="Helvetica" w:cs="Arial"/>
          <w:bCs/>
          <w:color w:val="000000"/>
        </w:rPr>
        <w:t xml:space="preserve">und BAU MIT </w:t>
      </w:r>
      <w:r w:rsidR="007A0406">
        <w:rPr>
          <w:rFonts w:eastAsia="Helvetica" w:cs="Arial"/>
          <w:bCs/>
          <w:color w:val="000000"/>
        </w:rPr>
        <w:t>sind bei freiem Eintritt zu besichtigen.</w:t>
      </w:r>
    </w:p>
    <w:p w14:paraId="6A5F3066" w14:textId="74CEACCE" w:rsidR="007A0406" w:rsidRPr="00D26445" w:rsidRDefault="007A0406" w:rsidP="007A0406">
      <w:pPr>
        <w:autoSpaceDE w:val="0"/>
        <w:rPr>
          <w:rFonts w:eastAsia="Helvetica" w:cs="Arial"/>
          <w:bCs/>
          <w:color w:val="000000"/>
        </w:rPr>
      </w:pPr>
      <w:r w:rsidRPr="00D26445">
        <w:rPr>
          <w:rFonts w:eastAsia="Helvetica" w:cs="Arial"/>
          <w:bCs/>
          <w:color w:val="000000"/>
        </w:rPr>
        <w:t>Sonderausstellung „</w:t>
      </w:r>
      <w:r w:rsidR="00673713">
        <w:rPr>
          <w:rFonts w:eastAsia="Helvetica" w:cs="Arial"/>
          <w:bCs/>
          <w:color w:val="000000"/>
        </w:rPr>
        <w:t xml:space="preserve">Sound </w:t>
      </w:r>
      <w:proofErr w:type="spellStart"/>
      <w:r w:rsidR="00673713">
        <w:rPr>
          <w:rFonts w:eastAsia="Helvetica" w:cs="Arial"/>
          <w:bCs/>
          <w:color w:val="000000"/>
        </w:rPr>
        <w:t>of</w:t>
      </w:r>
      <w:proofErr w:type="spellEnd"/>
      <w:r w:rsidR="00673713">
        <w:rPr>
          <w:rFonts w:eastAsia="Helvetica" w:cs="Arial"/>
          <w:bCs/>
          <w:color w:val="000000"/>
        </w:rPr>
        <w:t xml:space="preserve"> Stuttgart</w:t>
      </w:r>
      <w:r w:rsidRPr="00D26445">
        <w:rPr>
          <w:rFonts w:eastAsia="Helvetica" w:cs="Arial"/>
          <w:bCs/>
          <w:color w:val="000000"/>
        </w:rPr>
        <w:t>“: 5 Euro</w:t>
      </w:r>
    </w:p>
    <w:p w14:paraId="60D0AB18" w14:textId="77777777" w:rsidR="007A0406" w:rsidRPr="008571E2" w:rsidRDefault="007A0406" w:rsidP="007A0406">
      <w:pPr>
        <w:autoSpaceDE w:val="0"/>
        <w:rPr>
          <w:rFonts w:eastAsia="Helvetica" w:cs="Arial"/>
          <w:bCs/>
          <w:color w:val="000000"/>
          <w:u w:val="single"/>
        </w:rPr>
      </w:pPr>
      <w:r w:rsidRPr="008571E2">
        <w:rPr>
          <w:rFonts w:eastAsia="Helvetica" w:cs="Arial"/>
          <w:bCs/>
          <w:color w:val="000000"/>
          <w:u w:val="single"/>
        </w:rPr>
        <w:t xml:space="preserve">Kinder </w:t>
      </w:r>
      <w:r w:rsidR="00117CCF">
        <w:rPr>
          <w:rFonts w:eastAsia="Helvetica" w:cs="Arial"/>
          <w:bCs/>
          <w:color w:val="000000"/>
          <w:u w:val="single"/>
        </w:rPr>
        <w:t xml:space="preserve">und Jugendliche </w:t>
      </w:r>
      <w:r w:rsidRPr="008571E2">
        <w:rPr>
          <w:rFonts w:eastAsia="Helvetica" w:cs="Arial"/>
          <w:bCs/>
          <w:color w:val="000000"/>
          <w:u w:val="single"/>
        </w:rPr>
        <w:t>bis</w:t>
      </w:r>
      <w:r>
        <w:rPr>
          <w:rFonts w:eastAsia="Helvetica" w:cs="Arial"/>
          <w:bCs/>
          <w:color w:val="000000"/>
          <w:u w:val="single"/>
        </w:rPr>
        <w:t xml:space="preserve"> 18 Jahre</w:t>
      </w:r>
    </w:p>
    <w:p w14:paraId="4040A317" w14:textId="77777777" w:rsidR="007A0406" w:rsidRDefault="007A0406" w:rsidP="007A0406">
      <w:pPr>
        <w:autoSpaceDE w:val="0"/>
        <w:rPr>
          <w:rFonts w:eastAsia="Helvetica" w:cs="Arial"/>
          <w:bCs/>
          <w:color w:val="000000"/>
        </w:rPr>
      </w:pPr>
      <w:r>
        <w:rPr>
          <w:rFonts w:eastAsia="Helvetica" w:cs="Arial"/>
          <w:bCs/>
          <w:color w:val="000000"/>
        </w:rPr>
        <w:t>Eintritt frei</w:t>
      </w:r>
    </w:p>
    <w:p w14:paraId="0ABD8E5D" w14:textId="77777777" w:rsidR="007A0406" w:rsidRDefault="007A0406" w:rsidP="007A0406">
      <w:pPr>
        <w:autoSpaceDE w:val="0"/>
        <w:rPr>
          <w:rFonts w:eastAsia="Helvetica" w:cs="Arial"/>
          <w:bCs/>
          <w:color w:val="000000"/>
        </w:rPr>
      </w:pPr>
    </w:p>
    <w:p w14:paraId="250B3391" w14:textId="77777777" w:rsidR="007A0406" w:rsidRDefault="007A0406" w:rsidP="007A0406">
      <w:pPr>
        <w:rPr>
          <w:rFonts w:eastAsia="Helvetica" w:cs="Arial"/>
          <w:b/>
          <w:bCs/>
          <w:color w:val="000000"/>
        </w:rPr>
      </w:pPr>
      <w:r w:rsidRPr="00D26445">
        <w:rPr>
          <w:rFonts w:eastAsia="Helvetica" w:cs="Arial"/>
          <w:b/>
          <w:bCs/>
          <w:color w:val="000000"/>
        </w:rPr>
        <w:t xml:space="preserve">Öffnungszeiten </w:t>
      </w:r>
      <w:r>
        <w:rPr>
          <w:rFonts w:eastAsia="Helvetica" w:cs="Arial"/>
          <w:b/>
          <w:bCs/>
          <w:color w:val="000000"/>
        </w:rPr>
        <w:t xml:space="preserve">Museumsbar </w:t>
      </w:r>
      <w:r w:rsidRPr="00D26445">
        <w:rPr>
          <w:rFonts w:eastAsia="Helvetica" w:cs="Arial"/>
          <w:b/>
          <w:bCs/>
          <w:color w:val="000000"/>
        </w:rPr>
        <w:t>„drinnen &amp; draußen“</w:t>
      </w:r>
      <w:r>
        <w:rPr>
          <w:rFonts w:eastAsia="Helvetica" w:cs="Arial"/>
          <w:b/>
          <w:bCs/>
          <w:color w:val="000000"/>
        </w:rPr>
        <w:t>:</w:t>
      </w:r>
    </w:p>
    <w:p w14:paraId="39C61AD7" w14:textId="715ECDC1" w:rsidR="007A0406" w:rsidRDefault="00C650BD" w:rsidP="007A0406">
      <w:pPr>
        <w:rPr>
          <w:rFonts w:eastAsia="SimSun" w:cs="Calibri"/>
          <w:color w:val="000000"/>
        </w:rPr>
      </w:pPr>
      <w:r>
        <w:rPr>
          <w:rFonts w:eastAsia="SimSun" w:cs="Calibri"/>
          <w:color w:val="000000"/>
        </w:rPr>
        <w:t>Di – So 10 bis</w:t>
      </w:r>
      <w:r w:rsidR="007A0406" w:rsidRPr="00D26445">
        <w:rPr>
          <w:rFonts w:eastAsia="SimSun" w:cs="Calibri"/>
          <w:color w:val="000000"/>
        </w:rPr>
        <w:t xml:space="preserve"> 22 Uhr</w:t>
      </w:r>
    </w:p>
    <w:p w14:paraId="6D33367A" w14:textId="2AF48101" w:rsidR="00B57126" w:rsidRDefault="00C650BD" w:rsidP="00B57126">
      <w:pPr>
        <w:autoSpaceDE w:val="0"/>
        <w:rPr>
          <w:rFonts w:eastAsia="Helvetica" w:cs="Arial"/>
          <w:bCs/>
          <w:color w:val="000000"/>
        </w:rPr>
      </w:pPr>
      <w:r>
        <w:rPr>
          <w:rFonts w:eastAsia="Helvetica" w:cs="Arial"/>
          <w:bCs/>
          <w:color w:val="000000"/>
        </w:rPr>
        <w:t>Karfreitag, 24., 25. u</w:t>
      </w:r>
      <w:r w:rsidR="00B57126">
        <w:rPr>
          <w:rFonts w:eastAsia="Helvetica" w:cs="Arial"/>
          <w:bCs/>
          <w:color w:val="000000"/>
        </w:rPr>
        <w:t>nd 31.12. geschlossen</w:t>
      </w:r>
    </w:p>
    <w:p w14:paraId="7D22502F" w14:textId="77777777" w:rsidR="00B57126" w:rsidRPr="00D26445" w:rsidRDefault="00B57126" w:rsidP="007A0406">
      <w:pPr>
        <w:rPr>
          <w:rFonts w:eastAsia="Helvetica" w:cs="Arial"/>
          <w:b/>
          <w:bCs/>
          <w:color w:val="000000"/>
        </w:rPr>
      </w:pPr>
    </w:p>
    <w:p w14:paraId="000089CB" w14:textId="77777777" w:rsidR="007A0406" w:rsidRPr="008571E2" w:rsidRDefault="007A0406" w:rsidP="007A0406">
      <w:pPr>
        <w:spacing w:line="276" w:lineRule="auto"/>
        <w:rPr>
          <w:b/>
          <w:color w:val="000000"/>
        </w:rPr>
      </w:pPr>
      <w:r>
        <w:rPr>
          <w:rFonts w:eastAsia="Helvetica" w:cs="Arial"/>
          <w:bCs/>
          <w:color w:val="000000"/>
        </w:rPr>
        <w:br w:type="page"/>
      </w:r>
      <w:r w:rsidRPr="008571E2">
        <w:rPr>
          <w:b/>
          <w:color w:val="000000"/>
        </w:rPr>
        <w:lastRenderedPageBreak/>
        <w:t>Eröffnungsfestival</w:t>
      </w:r>
      <w:r>
        <w:rPr>
          <w:b/>
          <w:color w:val="000000"/>
        </w:rPr>
        <w:t xml:space="preserve"> „Welcome </w:t>
      </w:r>
      <w:proofErr w:type="spellStart"/>
      <w:r>
        <w:rPr>
          <w:b/>
          <w:color w:val="000000"/>
        </w:rPr>
        <w:t>to</w:t>
      </w:r>
      <w:proofErr w:type="spellEnd"/>
      <w:r>
        <w:rPr>
          <w:b/>
          <w:color w:val="000000"/>
        </w:rPr>
        <w:t xml:space="preserve"> </w:t>
      </w:r>
      <w:proofErr w:type="spellStart"/>
      <w:r>
        <w:rPr>
          <w:b/>
          <w:color w:val="000000"/>
        </w:rPr>
        <w:t>your</w:t>
      </w:r>
      <w:proofErr w:type="spellEnd"/>
      <w:r>
        <w:rPr>
          <w:b/>
          <w:color w:val="000000"/>
        </w:rPr>
        <w:t xml:space="preserve"> </w:t>
      </w:r>
      <w:proofErr w:type="spellStart"/>
      <w:r w:rsidR="00B25ACC">
        <w:rPr>
          <w:b/>
          <w:color w:val="000000"/>
        </w:rPr>
        <w:t>StadtPalais</w:t>
      </w:r>
      <w:proofErr w:type="spellEnd"/>
      <w:r>
        <w:rPr>
          <w:b/>
          <w:color w:val="000000"/>
        </w:rPr>
        <w:t>“</w:t>
      </w:r>
    </w:p>
    <w:p w14:paraId="2FB2E280" w14:textId="77777777" w:rsidR="007A0406" w:rsidRPr="008571E2" w:rsidRDefault="007A0406" w:rsidP="007A0406">
      <w:pPr>
        <w:spacing w:line="276" w:lineRule="auto"/>
        <w:rPr>
          <w:color w:val="000000"/>
        </w:rPr>
      </w:pPr>
      <w:r w:rsidRPr="008571E2">
        <w:rPr>
          <w:color w:val="000000"/>
        </w:rPr>
        <w:t>14.04.</w:t>
      </w:r>
      <w:r w:rsidRPr="008571E2">
        <w:rPr>
          <w:rFonts w:cs="Times New Roman"/>
          <w:color w:val="000000"/>
        </w:rPr>
        <w:t xml:space="preserve"> – </w:t>
      </w:r>
      <w:r w:rsidRPr="008571E2">
        <w:rPr>
          <w:color w:val="000000"/>
        </w:rPr>
        <w:t>22.04.2018</w:t>
      </w:r>
    </w:p>
    <w:p w14:paraId="7CA8135A" w14:textId="77777777" w:rsidR="007A0406" w:rsidRPr="008571E2" w:rsidRDefault="007A0406" w:rsidP="007A0406">
      <w:pPr>
        <w:spacing w:line="276" w:lineRule="auto"/>
        <w:rPr>
          <w:color w:val="000000"/>
        </w:rPr>
      </w:pPr>
      <w:r w:rsidRPr="008571E2">
        <w:rPr>
          <w:color w:val="000000"/>
        </w:rPr>
        <w:t>täglich 10 bis 22 Uhr</w:t>
      </w:r>
    </w:p>
    <w:p w14:paraId="56FB5CEE" w14:textId="77777777" w:rsidR="007A0406" w:rsidRPr="00A11BE6" w:rsidRDefault="007A0406" w:rsidP="007A0406">
      <w:pPr>
        <w:spacing w:line="276" w:lineRule="auto"/>
        <w:rPr>
          <w:color w:val="000000"/>
        </w:rPr>
      </w:pPr>
      <w:r w:rsidRPr="00A11BE6">
        <w:rPr>
          <w:color w:val="000000"/>
        </w:rPr>
        <w:t>Eintritt frei</w:t>
      </w:r>
    </w:p>
    <w:p w14:paraId="0428EC68" w14:textId="77777777" w:rsidR="007A0406" w:rsidRPr="008571E2" w:rsidRDefault="007A0406" w:rsidP="007A0406">
      <w:pPr>
        <w:spacing w:line="276" w:lineRule="auto"/>
        <w:rPr>
          <w:color w:val="000000"/>
        </w:rPr>
      </w:pPr>
    </w:p>
    <w:p w14:paraId="37879004" w14:textId="77777777" w:rsidR="007A0406" w:rsidRPr="008571E2" w:rsidRDefault="007A0406" w:rsidP="007A0406">
      <w:pPr>
        <w:spacing w:line="276" w:lineRule="auto"/>
        <w:rPr>
          <w:b/>
          <w:color w:val="000000"/>
        </w:rPr>
      </w:pPr>
      <w:r w:rsidRPr="008571E2">
        <w:rPr>
          <w:b/>
          <w:color w:val="000000"/>
        </w:rPr>
        <w:t>Stuttgarter Stadtgeschichten</w:t>
      </w:r>
    </w:p>
    <w:p w14:paraId="66ACCA8F" w14:textId="77777777" w:rsidR="007A0406" w:rsidRPr="008571E2" w:rsidRDefault="007A0406" w:rsidP="007A0406">
      <w:pPr>
        <w:spacing w:line="276" w:lineRule="auto"/>
        <w:rPr>
          <w:color w:val="000000"/>
        </w:rPr>
      </w:pPr>
      <w:r w:rsidRPr="008571E2">
        <w:rPr>
          <w:color w:val="000000"/>
        </w:rPr>
        <w:t>Die ständige Ausstellung „Stuttgarter Stadtgeschichten“ beleuchtet die städtische Geschichte seit Ende des 18. Jahrhunderts bis in die Gegenwart aus vielen Perspektiven. Im riesigen Stadtmodell wird das Stuttgart der Ge</w:t>
      </w:r>
      <w:r>
        <w:rPr>
          <w:color w:val="000000"/>
        </w:rPr>
        <w:t>genwart zum multi</w:t>
      </w:r>
      <w:r w:rsidRPr="008571E2">
        <w:rPr>
          <w:color w:val="000000"/>
        </w:rPr>
        <w:t xml:space="preserve">medialen Erlebnis. In den Stadtgesprächen über Pressefreiheit, Elektrifizierung </w:t>
      </w:r>
    </w:p>
    <w:p w14:paraId="0DE3B960" w14:textId="77777777" w:rsidR="007A0406" w:rsidRPr="008571E2" w:rsidRDefault="007A0406" w:rsidP="007A0406">
      <w:pPr>
        <w:spacing w:line="276" w:lineRule="auto"/>
        <w:rPr>
          <w:color w:val="000000"/>
        </w:rPr>
      </w:pPr>
      <w:r w:rsidRPr="008571E2">
        <w:rPr>
          <w:color w:val="000000"/>
        </w:rPr>
        <w:t xml:space="preserve">oder Hip-Hop kommen die Stuttgarter von damals in Hörspielen und spannenden Objekten zu Wort. Die interaktiven Stationen „Geist“ und „Gestalt“ lassen Gebäude und Dinge aus Stuttgart ihre Geschichte erzählen – vom </w:t>
      </w:r>
      <w:proofErr w:type="spellStart"/>
      <w:r w:rsidRPr="008571E2">
        <w:rPr>
          <w:color w:val="000000"/>
        </w:rPr>
        <w:t>Filderkohl</w:t>
      </w:r>
      <w:proofErr w:type="spellEnd"/>
      <w:r w:rsidRPr="008571E2">
        <w:rPr>
          <w:color w:val="000000"/>
        </w:rPr>
        <w:t xml:space="preserve"> bis zum Schloss </w:t>
      </w:r>
    </w:p>
    <w:p w14:paraId="744B6127" w14:textId="77777777" w:rsidR="007A0406" w:rsidRPr="008571E2" w:rsidRDefault="007A0406" w:rsidP="007A0406">
      <w:pPr>
        <w:spacing w:line="276" w:lineRule="auto"/>
        <w:rPr>
          <w:color w:val="000000"/>
        </w:rPr>
      </w:pPr>
      <w:proofErr w:type="spellStart"/>
      <w:r w:rsidRPr="008571E2">
        <w:rPr>
          <w:color w:val="000000"/>
        </w:rPr>
        <w:t>Solitude</w:t>
      </w:r>
      <w:proofErr w:type="spellEnd"/>
      <w:r w:rsidRPr="008571E2">
        <w:rPr>
          <w:color w:val="000000"/>
        </w:rPr>
        <w:t>. Stücke aus den letzten 200 Jahren Stuttgarter Vergangenheit entfalten in den Jahrhunderträumen ihre authentische Magie. Alles dreht sich hier um die Fragen: Was macht Stuttgart so besonders? Wie waren und sind die Stuttgarter denn nun? Und wie wird man eigentlich zum Stuttgarter?</w:t>
      </w:r>
    </w:p>
    <w:p w14:paraId="0ADB07BD" w14:textId="77777777" w:rsidR="007A0406" w:rsidRPr="008571E2" w:rsidRDefault="007A0406" w:rsidP="007A0406">
      <w:pPr>
        <w:spacing w:line="276" w:lineRule="auto"/>
        <w:rPr>
          <w:color w:val="000000"/>
        </w:rPr>
      </w:pPr>
      <w:r w:rsidRPr="008571E2">
        <w:rPr>
          <w:color w:val="000000"/>
        </w:rPr>
        <w:t>&gt; 1. Obergeschoss</w:t>
      </w:r>
    </w:p>
    <w:p w14:paraId="0FC486CD" w14:textId="77777777" w:rsidR="007A0406" w:rsidRPr="008571E2" w:rsidRDefault="007A0406" w:rsidP="007A0406">
      <w:pPr>
        <w:spacing w:line="276" w:lineRule="auto"/>
        <w:rPr>
          <w:color w:val="000000"/>
        </w:rPr>
      </w:pPr>
    </w:p>
    <w:p w14:paraId="01740F3D" w14:textId="77777777" w:rsidR="007A0406" w:rsidRPr="008571E2" w:rsidRDefault="007A0406" w:rsidP="007A0406">
      <w:pPr>
        <w:spacing w:line="276" w:lineRule="auto"/>
        <w:rPr>
          <w:b/>
          <w:color w:val="000000"/>
        </w:rPr>
      </w:pPr>
      <w:r w:rsidRPr="008571E2">
        <w:rPr>
          <w:b/>
          <w:color w:val="000000"/>
        </w:rPr>
        <w:t xml:space="preserve">Sound </w:t>
      </w:r>
      <w:proofErr w:type="spellStart"/>
      <w:r w:rsidRPr="008571E2">
        <w:rPr>
          <w:b/>
          <w:color w:val="000000"/>
        </w:rPr>
        <w:t>of</w:t>
      </w:r>
      <w:proofErr w:type="spellEnd"/>
      <w:r w:rsidRPr="008571E2">
        <w:rPr>
          <w:b/>
          <w:color w:val="000000"/>
        </w:rPr>
        <w:t xml:space="preserve"> Stuttgart </w:t>
      </w:r>
    </w:p>
    <w:p w14:paraId="5C794371" w14:textId="77777777" w:rsidR="007A0406" w:rsidRPr="008571E2" w:rsidRDefault="007A0406" w:rsidP="007A0406">
      <w:pPr>
        <w:spacing w:line="276" w:lineRule="auto"/>
        <w:rPr>
          <w:color w:val="000000"/>
        </w:rPr>
      </w:pPr>
      <w:r w:rsidRPr="008571E2">
        <w:rPr>
          <w:color w:val="000000"/>
        </w:rPr>
        <w:t>14.04. – 16.11.2018</w:t>
      </w:r>
    </w:p>
    <w:p w14:paraId="331D2D4E" w14:textId="77777777" w:rsidR="007A0406" w:rsidRPr="008571E2" w:rsidRDefault="007A0406" w:rsidP="007A0406">
      <w:pPr>
        <w:spacing w:line="276" w:lineRule="auto"/>
        <w:rPr>
          <w:color w:val="000000"/>
        </w:rPr>
      </w:pPr>
      <w:r w:rsidRPr="008571E2">
        <w:rPr>
          <w:color w:val="000000"/>
        </w:rPr>
        <w:t xml:space="preserve">Augen zu, Ohren auf – das könnte das Motto dieser ganz besonderen </w:t>
      </w:r>
      <w:r>
        <w:rPr>
          <w:color w:val="000000"/>
        </w:rPr>
        <w:t>Erlebnis</w:t>
      </w:r>
      <w:r w:rsidRPr="008571E2">
        <w:rPr>
          <w:color w:val="000000"/>
        </w:rPr>
        <w:t>ausstellung sein, die mit größter Vorsicht zu betreten ist: Hier ist es stockdunkel. So können sich die Besucher voll und ganz auf das Hören und den Klang der Stadt einlassen.</w:t>
      </w:r>
    </w:p>
    <w:p w14:paraId="544DC188" w14:textId="7F054771" w:rsidR="007A0406" w:rsidRPr="008571E2" w:rsidRDefault="007A0406" w:rsidP="007A0406">
      <w:pPr>
        <w:spacing w:line="276" w:lineRule="auto"/>
        <w:rPr>
          <w:color w:val="000000"/>
        </w:rPr>
      </w:pPr>
      <w:r w:rsidRPr="008571E2">
        <w:rPr>
          <w:color w:val="000000"/>
        </w:rPr>
        <w:t xml:space="preserve">Hier erlebt man, was Körperschall bedeutet, lernt, wie Lärm und Gegenlärm sich auslöschen können – und hört ganz genau hin: Welches Geräusch macht eigentlich die Stille? Welches der </w:t>
      </w:r>
      <w:proofErr w:type="spellStart"/>
      <w:r w:rsidR="00B57126">
        <w:rPr>
          <w:color w:val="000000"/>
        </w:rPr>
        <w:t>Kräherwald</w:t>
      </w:r>
      <w:proofErr w:type="spellEnd"/>
      <w:r w:rsidRPr="008571E2">
        <w:rPr>
          <w:color w:val="000000"/>
        </w:rPr>
        <w:t>? Und wie unterschiedlich klingt Stuttgart bei Tag und bei Nacht. Aus unzähligen Klangspuren kann hier selbst der „</w:t>
      </w:r>
      <w:r w:rsidR="00673713">
        <w:rPr>
          <w:color w:val="000000"/>
        </w:rPr>
        <w:t xml:space="preserve">Sound </w:t>
      </w:r>
      <w:proofErr w:type="spellStart"/>
      <w:r w:rsidR="00673713">
        <w:rPr>
          <w:color w:val="000000"/>
        </w:rPr>
        <w:t>of</w:t>
      </w:r>
      <w:proofErr w:type="spellEnd"/>
      <w:r w:rsidR="00673713">
        <w:rPr>
          <w:color w:val="000000"/>
        </w:rPr>
        <w:t xml:space="preserve"> Stuttgart</w:t>
      </w:r>
      <w:r w:rsidRPr="008571E2">
        <w:rPr>
          <w:color w:val="000000"/>
        </w:rPr>
        <w:t>“ gemixt werden. Oder man übt sich in Stuttgarter Mundart, bevor man am Ende der Ausstellung Stuttgart mit den eigenen Händen selbst vertont. Die Ausstellung wird zum urbanen Science-Center für den „</w:t>
      </w:r>
      <w:r w:rsidR="00673713">
        <w:rPr>
          <w:color w:val="000000"/>
        </w:rPr>
        <w:t xml:space="preserve">Sound </w:t>
      </w:r>
      <w:proofErr w:type="spellStart"/>
      <w:r w:rsidR="00673713">
        <w:rPr>
          <w:color w:val="000000"/>
        </w:rPr>
        <w:t>of</w:t>
      </w:r>
      <w:proofErr w:type="spellEnd"/>
      <w:r w:rsidR="00673713">
        <w:rPr>
          <w:color w:val="000000"/>
        </w:rPr>
        <w:t xml:space="preserve"> Stuttgart</w:t>
      </w:r>
      <w:r w:rsidRPr="008571E2">
        <w:rPr>
          <w:color w:val="000000"/>
        </w:rPr>
        <w:t>“!</w:t>
      </w:r>
    </w:p>
    <w:p w14:paraId="4606589F" w14:textId="77777777" w:rsidR="007A0406" w:rsidRPr="008571E2" w:rsidRDefault="007A0406" w:rsidP="007A0406">
      <w:pPr>
        <w:spacing w:line="276" w:lineRule="auto"/>
        <w:rPr>
          <w:color w:val="000000"/>
        </w:rPr>
      </w:pPr>
      <w:r w:rsidRPr="008571E2">
        <w:rPr>
          <w:color w:val="000000"/>
        </w:rPr>
        <w:t>&gt; Sonderausstellung im 2. Obergeschoss</w:t>
      </w:r>
    </w:p>
    <w:p w14:paraId="7C82A55F" w14:textId="77777777" w:rsidR="007A0406" w:rsidRPr="008571E2" w:rsidRDefault="007A0406" w:rsidP="007A0406">
      <w:pPr>
        <w:spacing w:line="276" w:lineRule="auto"/>
        <w:rPr>
          <w:color w:val="000000"/>
        </w:rPr>
      </w:pPr>
    </w:p>
    <w:p w14:paraId="3B0F3701" w14:textId="77777777" w:rsidR="007A0406" w:rsidRPr="008571E2" w:rsidRDefault="007A0406" w:rsidP="007A0406">
      <w:pPr>
        <w:spacing w:line="276" w:lineRule="auto"/>
        <w:rPr>
          <w:b/>
          <w:color w:val="000000"/>
        </w:rPr>
      </w:pPr>
      <w:r w:rsidRPr="008571E2">
        <w:rPr>
          <w:b/>
          <w:color w:val="000000"/>
        </w:rPr>
        <w:t>Stuttgart und Du 2038</w:t>
      </w:r>
    </w:p>
    <w:p w14:paraId="51BE0731" w14:textId="77777777" w:rsidR="007A0406" w:rsidRPr="008571E2" w:rsidRDefault="007A0406" w:rsidP="007A0406">
      <w:pPr>
        <w:spacing w:line="276" w:lineRule="auto"/>
        <w:rPr>
          <w:color w:val="000000"/>
        </w:rPr>
      </w:pPr>
      <w:r w:rsidRPr="008571E2">
        <w:rPr>
          <w:color w:val="000000"/>
        </w:rPr>
        <w:t>14.04.</w:t>
      </w:r>
      <w:r w:rsidRPr="008571E2">
        <w:rPr>
          <w:rFonts w:cs="Times New Roman"/>
          <w:color w:val="000000"/>
        </w:rPr>
        <w:t xml:space="preserve"> – </w:t>
      </w:r>
      <w:r w:rsidRPr="008571E2">
        <w:rPr>
          <w:color w:val="000000"/>
        </w:rPr>
        <w:t>29.05.2018</w:t>
      </w:r>
    </w:p>
    <w:p w14:paraId="0226B6E0" w14:textId="77777777" w:rsidR="007A0406" w:rsidRPr="008571E2" w:rsidRDefault="007A0406" w:rsidP="007A0406">
      <w:pPr>
        <w:spacing w:line="276" w:lineRule="auto"/>
        <w:rPr>
          <w:color w:val="000000"/>
        </w:rPr>
      </w:pPr>
      <w:r w:rsidRPr="008571E2">
        <w:rPr>
          <w:color w:val="000000"/>
        </w:rPr>
        <w:t xml:space="preserve">Das räumliche Zukunftsbarometer „Stuttgart und Du 2038“ fragt die Besucher nach ihren Erwartungen für die eigene Zukunft und die der Stadt Stuttgart. Werden </w:t>
      </w:r>
    </w:p>
    <w:p w14:paraId="22425B36" w14:textId="77777777" w:rsidR="007A0406" w:rsidRPr="008571E2" w:rsidRDefault="007A0406" w:rsidP="007A0406">
      <w:pPr>
        <w:spacing w:line="276" w:lineRule="auto"/>
        <w:rPr>
          <w:color w:val="000000"/>
        </w:rPr>
      </w:pPr>
      <w:r w:rsidRPr="008571E2">
        <w:rPr>
          <w:color w:val="000000"/>
        </w:rPr>
        <w:t>Sie 2038 in Stuttgart leben? Ist Stuttgart 2038 autofrei? Leben 2038 mehr oder weniger Menschen in Stuttgart? Ernähren Sie sich im Stuttgart des Jahres 2038 gesünder? Diese Fragen nehmen die eigenen Vorstellungen von der persönlichen Zukunft in den Blick. Mit den Antworten der Besucher entsteht eine Art Stimmungsbarometer: Die Zukunftsampel im Zentrum der Ausstellung wertet die Abstimmungsergebnisse live aus und zeigt, wie optimistisch oder schwäbisch-pessimistisch die Stuttgarterinnen und Stuttgarter in die Zukunft gehen.</w:t>
      </w:r>
    </w:p>
    <w:p w14:paraId="1CF1AA9C" w14:textId="7F1C6A8E" w:rsidR="00B57126" w:rsidRDefault="007A0406" w:rsidP="00B57126">
      <w:pPr>
        <w:spacing w:line="276" w:lineRule="auto"/>
        <w:rPr>
          <w:color w:val="000000"/>
        </w:rPr>
      </w:pPr>
      <w:r w:rsidRPr="008571E2">
        <w:rPr>
          <w:rFonts w:cs="Times New Roman"/>
          <w:color w:val="000000"/>
        </w:rPr>
        <w:t xml:space="preserve">&gt; </w:t>
      </w:r>
      <w:r w:rsidRPr="008571E2">
        <w:rPr>
          <w:color w:val="000000"/>
        </w:rPr>
        <w:t>Salon Sophie im Erdgeschoss</w:t>
      </w:r>
      <w:r w:rsidR="00B57126">
        <w:rPr>
          <w:color w:val="000000"/>
        </w:rPr>
        <w:br w:type="page"/>
      </w:r>
    </w:p>
    <w:p w14:paraId="436BFD79" w14:textId="77777777" w:rsidR="007A0406" w:rsidRPr="008571E2" w:rsidRDefault="007A0406" w:rsidP="007A0406">
      <w:pPr>
        <w:spacing w:line="276" w:lineRule="auto"/>
        <w:rPr>
          <w:b/>
          <w:color w:val="000000"/>
        </w:rPr>
      </w:pPr>
      <w:r w:rsidRPr="008571E2">
        <w:rPr>
          <w:b/>
          <w:color w:val="000000"/>
        </w:rPr>
        <w:lastRenderedPageBreak/>
        <w:t>BAU MIT</w:t>
      </w:r>
    </w:p>
    <w:p w14:paraId="20E7E579" w14:textId="77777777" w:rsidR="007A0406" w:rsidRPr="008571E2" w:rsidRDefault="007A0406" w:rsidP="007A0406">
      <w:pPr>
        <w:spacing w:line="276" w:lineRule="auto"/>
        <w:rPr>
          <w:color w:val="000000"/>
        </w:rPr>
      </w:pPr>
      <w:r w:rsidRPr="008571E2">
        <w:rPr>
          <w:color w:val="000000"/>
        </w:rPr>
        <w:t xml:space="preserve">Auf die kleinen Besucher des </w:t>
      </w:r>
      <w:proofErr w:type="spellStart"/>
      <w:r w:rsidR="00B25ACC">
        <w:rPr>
          <w:color w:val="000000"/>
        </w:rPr>
        <w:t>StadtPalais</w:t>
      </w:r>
      <w:proofErr w:type="spellEnd"/>
      <w:r w:rsidRPr="008571E2">
        <w:rPr>
          <w:color w:val="000000"/>
        </w:rPr>
        <w:t xml:space="preserve"> wartet mit dem Stadtlabor ein eigenes Reich, in dem sie in der Kinderausstellung BAU MIT zu Städteplanern, Architekten, Ingenieuren und Handwerkern ihrer eigenen Stadt werden. Mit Helmen ausgestattet, lösen sie entweder spannende Aufgaben oder bauen einfach drauf los. Es müssen Grünflächen und Baugebiete ausgewiesen, und Gebäude sowie Straßen und </w:t>
      </w:r>
    </w:p>
    <w:p w14:paraId="7B5B169D" w14:textId="77777777" w:rsidR="007A0406" w:rsidRPr="008571E2" w:rsidRDefault="007A0406" w:rsidP="007A0406">
      <w:pPr>
        <w:spacing w:line="276" w:lineRule="auto"/>
        <w:rPr>
          <w:color w:val="000000"/>
        </w:rPr>
      </w:pPr>
      <w:r w:rsidRPr="008571E2">
        <w:rPr>
          <w:color w:val="000000"/>
        </w:rPr>
        <w:t xml:space="preserve">Plätze errichtet werden. Als Lohn der städtebaulichen Mühen erwacht die gerade gebaute Stadt zum multimedialen Leben und es gibt Gelegenheit, das eigene Werk zu bewundern. Da schon bald der nächste kleine Städteplaner bereitsteht, gilt es </w:t>
      </w:r>
    </w:p>
    <w:p w14:paraId="707F860F" w14:textId="77777777" w:rsidR="007A0406" w:rsidRPr="008571E2" w:rsidRDefault="007A0406" w:rsidP="007A0406">
      <w:pPr>
        <w:spacing w:line="276" w:lineRule="auto"/>
        <w:rPr>
          <w:color w:val="000000"/>
        </w:rPr>
      </w:pPr>
      <w:r w:rsidRPr="008571E2">
        <w:rPr>
          <w:color w:val="000000"/>
        </w:rPr>
        <w:t>zum Abschluss das Gebaute mit einer riesigen Abrisskugel wieder einzureißen. Ein ebenso großer Spaß wie das Bauen zuvor!</w:t>
      </w:r>
    </w:p>
    <w:p w14:paraId="6746E58F" w14:textId="77777777" w:rsidR="007A0406" w:rsidRPr="008571E2" w:rsidRDefault="007A0406" w:rsidP="007A0406">
      <w:pPr>
        <w:spacing w:line="276" w:lineRule="auto"/>
        <w:rPr>
          <w:color w:val="000000"/>
        </w:rPr>
      </w:pPr>
      <w:r w:rsidRPr="008571E2">
        <w:rPr>
          <w:rFonts w:cs="Times New Roman"/>
          <w:color w:val="000000"/>
        </w:rPr>
        <w:t xml:space="preserve">&gt; </w:t>
      </w:r>
      <w:r w:rsidRPr="008571E2">
        <w:rPr>
          <w:color w:val="000000"/>
        </w:rPr>
        <w:t>Stadtlabor im Gartengeschoss</w:t>
      </w:r>
    </w:p>
    <w:p w14:paraId="25E17F62" w14:textId="77777777" w:rsidR="007A0406" w:rsidRPr="008571E2" w:rsidRDefault="007A0406" w:rsidP="007A0406">
      <w:pPr>
        <w:spacing w:line="276" w:lineRule="auto"/>
        <w:rPr>
          <w:color w:val="000000"/>
        </w:rPr>
      </w:pPr>
    </w:p>
    <w:p w14:paraId="56E0A3AC" w14:textId="77777777" w:rsidR="007A0406" w:rsidRPr="008571E2" w:rsidRDefault="007A0406" w:rsidP="007A0406">
      <w:pPr>
        <w:spacing w:line="276" w:lineRule="auto"/>
        <w:rPr>
          <w:b/>
          <w:color w:val="000000"/>
        </w:rPr>
      </w:pPr>
      <w:proofErr w:type="spellStart"/>
      <w:r w:rsidRPr="008571E2">
        <w:rPr>
          <w:b/>
          <w:color w:val="000000"/>
        </w:rPr>
        <w:t>LichtGestalten</w:t>
      </w:r>
      <w:proofErr w:type="spellEnd"/>
    </w:p>
    <w:p w14:paraId="02F3EBDC" w14:textId="77777777" w:rsidR="007A0406" w:rsidRPr="008571E2" w:rsidRDefault="007A0406" w:rsidP="007A0406">
      <w:pPr>
        <w:spacing w:line="276" w:lineRule="auto"/>
        <w:rPr>
          <w:color w:val="000000"/>
        </w:rPr>
      </w:pPr>
      <w:r w:rsidRPr="008571E2">
        <w:rPr>
          <w:color w:val="000000"/>
        </w:rPr>
        <w:t>14.04.</w:t>
      </w:r>
      <w:r w:rsidRPr="008571E2">
        <w:rPr>
          <w:rFonts w:cs="Times New Roman"/>
          <w:color w:val="000000"/>
        </w:rPr>
        <w:t xml:space="preserve"> – </w:t>
      </w:r>
      <w:r w:rsidRPr="008571E2">
        <w:rPr>
          <w:color w:val="000000"/>
        </w:rPr>
        <w:t>22.04.2018</w:t>
      </w:r>
    </w:p>
    <w:p w14:paraId="62ABF963" w14:textId="77777777" w:rsidR="007A0406" w:rsidRPr="008571E2" w:rsidRDefault="007A0406" w:rsidP="007A0406">
      <w:pPr>
        <w:spacing w:line="276" w:lineRule="auto"/>
        <w:rPr>
          <w:color w:val="000000"/>
        </w:rPr>
      </w:pPr>
      <w:r w:rsidRPr="008571E2">
        <w:rPr>
          <w:color w:val="000000"/>
        </w:rPr>
        <w:t xml:space="preserve">Mit der Eröffnung des Museums wird aus dem Wilhelmspalais das </w:t>
      </w:r>
      <w:proofErr w:type="spellStart"/>
      <w:r w:rsidR="00B25ACC">
        <w:rPr>
          <w:color w:val="000000"/>
        </w:rPr>
        <w:t>StadtPalais</w:t>
      </w:r>
      <w:proofErr w:type="spellEnd"/>
      <w:r w:rsidRPr="008571E2">
        <w:rPr>
          <w:color w:val="000000"/>
        </w:rPr>
        <w:t xml:space="preserve"> </w:t>
      </w:r>
    </w:p>
    <w:p w14:paraId="7A8B3A15" w14:textId="77777777" w:rsidR="007A0406" w:rsidRPr="008571E2" w:rsidRDefault="007A0406" w:rsidP="007A0406">
      <w:pPr>
        <w:spacing w:line="276" w:lineRule="auto"/>
        <w:rPr>
          <w:color w:val="000000"/>
        </w:rPr>
      </w:pPr>
      <w:r w:rsidRPr="008571E2">
        <w:rPr>
          <w:color w:val="000000"/>
        </w:rPr>
        <w:t xml:space="preserve">und aus dem Wohnhaus des Königs ein Haus für die Stadt und seine Bürgerinnen und Bürger. In dieser fassadenfüllenden Lichtskulptur der beiden Künstler </w:t>
      </w:r>
    </w:p>
    <w:p w14:paraId="4A4036C8" w14:textId="77777777" w:rsidR="007A0406" w:rsidRPr="008571E2" w:rsidRDefault="007A0406" w:rsidP="007A0406">
      <w:pPr>
        <w:spacing w:line="276" w:lineRule="auto"/>
        <w:rPr>
          <w:color w:val="000000"/>
        </w:rPr>
      </w:pPr>
      <w:r w:rsidRPr="008571E2">
        <w:rPr>
          <w:color w:val="000000"/>
        </w:rPr>
        <w:t>Philipp Kaiser und Dominik Schatz von Lichtgestalten entern und erkunden „</w:t>
      </w:r>
      <w:proofErr w:type="spellStart"/>
      <w:r w:rsidRPr="008571E2">
        <w:rPr>
          <w:color w:val="000000"/>
        </w:rPr>
        <w:t>LichtGestalten</w:t>
      </w:r>
      <w:proofErr w:type="spellEnd"/>
      <w:r w:rsidRPr="008571E2">
        <w:rPr>
          <w:color w:val="000000"/>
        </w:rPr>
        <w:t xml:space="preserve">“ ihr </w:t>
      </w:r>
      <w:proofErr w:type="spellStart"/>
      <w:r w:rsidR="00B25ACC">
        <w:rPr>
          <w:color w:val="000000"/>
        </w:rPr>
        <w:t>StadtPalais</w:t>
      </w:r>
      <w:proofErr w:type="spellEnd"/>
      <w:r w:rsidRPr="008571E2">
        <w:rPr>
          <w:color w:val="000000"/>
        </w:rPr>
        <w:t>. Vor allem nachts entsteht so ein spannendes Wechselspiel zwischen Architektur und Skulptur.</w:t>
      </w:r>
    </w:p>
    <w:p w14:paraId="1C8279F0" w14:textId="77777777" w:rsidR="007A0406" w:rsidRPr="008571E2" w:rsidRDefault="007A0406" w:rsidP="007A0406">
      <w:pPr>
        <w:spacing w:line="276" w:lineRule="auto"/>
        <w:rPr>
          <w:color w:val="000000"/>
        </w:rPr>
      </w:pPr>
    </w:p>
    <w:p w14:paraId="548CB983" w14:textId="77777777" w:rsidR="007A0406" w:rsidRPr="008571E2" w:rsidRDefault="007A0406" w:rsidP="007A0406">
      <w:pPr>
        <w:spacing w:line="276" w:lineRule="auto"/>
        <w:rPr>
          <w:b/>
          <w:color w:val="000000"/>
        </w:rPr>
      </w:pPr>
      <w:proofErr w:type="spellStart"/>
      <w:r w:rsidRPr="008571E2">
        <w:rPr>
          <w:b/>
          <w:color w:val="000000"/>
        </w:rPr>
        <w:t>Mediaguide</w:t>
      </w:r>
      <w:proofErr w:type="spellEnd"/>
    </w:p>
    <w:p w14:paraId="35B5C1D0" w14:textId="77777777" w:rsidR="007A0406" w:rsidRPr="008571E2" w:rsidRDefault="007A0406" w:rsidP="007A0406">
      <w:pPr>
        <w:spacing w:line="276" w:lineRule="auto"/>
        <w:rPr>
          <w:color w:val="000000"/>
        </w:rPr>
      </w:pPr>
      <w:r w:rsidRPr="008571E2">
        <w:rPr>
          <w:color w:val="000000"/>
        </w:rPr>
        <w:t xml:space="preserve">Zusammen mit bekannten und unbekannten, kleinen und großen, armen und reichen Stuttgartern geht es auf Video-Tour durch die „Stuttgarter Stadtgeschichten“. </w:t>
      </w:r>
    </w:p>
    <w:p w14:paraId="18D91FA2" w14:textId="77777777" w:rsidR="007A0406" w:rsidRPr="008571E2" w:rsidRDefault="007A0406" w:rsidP="007A0406">
      <w:pPr>
        <w:spacing w:line="276" w:lineRule="auto"/>
        <w:rPr>
          <w:color w:val="000000"/>
        </w:rPr>
      </w:pPr>
      <w:r w:rsidRPr="008571E2">
        <w:rPr>
          <w:color w:val="000000"/>
        </w:rPr>
        <w:t xml:space="preserve">Alle Erzähler – vom Hip-Hop-Musiker Max </w:t>
      </w:r>
      <w:proofErr w:type="spellStart"/>
      <w:r w:rsidRPr="008571E2">
        <w:rPr>
          <w:color w:val="000000"/>
        </w:rPr>
        <w:t>Herre</w:t>
      </w:r>
      <w:proofErr w:type="spellEnd"/>
      <w:r w:rsidRPr="008571E2">
        <w:rPr>
          <w:color w:val="000000"/>
        </w:rPr>
        <w:t xml:space="preserve"> bis zum </w:t>
      </w:r>
      <w:proofErr w:type="spellStart"/>
      <w:r w:rsidRPr="008571E2">
        <w:rPr>
          <w:color w:val="000000"/>
        </w:rPr>
        <w:t>Trottwar</w:t>
      </w:r>
      <w:proofErr w:type="spellEnd"/>
      <w:r w:rsidRPr="008571E2">
        <w:rPr>
          <w:color w:val="000000"/>
        </w:rPr>
        <w:t xml:space="preserve">-Verkäufer </w:t>
      </w:r>
    </w:p>
    <w:p w14:paraId="5C9F3FE0" w14:textId="77777777" w:rsidR="007A0406" w:rsidRPr="008571E2" w:rsidRDefault="007A0406" w:rsidP="007A0406">
      <w:pPr>
        <w:spacing w:line="276" w:lineRule="auto"/>
        <w:rPr>
          <w:color w:val="000000"/>
        </w:rPr>
      </w:pPr>
      <w:r w:rsidRPr="008571E2">
        <w:rPr>
          <w:color w:val="000000"/>
        </w:rPr>
        <w:t xml:space="preserve">Thomas Schuler – haben ihre Lieblingsstücke ausgewählt und erzählen von ihrem ganz persönlichen Stuttgart. So unterschiedlich wie die Protagonisten selbst sind </w:t>
      </w:r>
    </w:p>
    <w:p w14:paraId="64624CCA" w14:textId="77777777" w:rsidR="007A0406" w:rsidRPr="008571E2" w:rsidRDefault="007A0406" w:rsidP="007A0406">
      <w:pPr>
        <w:spacing w:line="276" w:lineRule="auto"/>
        <w:rPr>
          <w:color w:val="000000"/>
        </w:rPr>
      </w:pPr>
      <w:r w:rsidRPr="008571E2">
        <w:rPr>
          <w:color w:val="000000"/>
        </w:rPr>
        <w:t xml:space="preserve">auch ihre Führungen. </w:t>
      </w:r>
    </w:p>
    <w:p w14:paraId="2A28C81C" w14:textId="77777777" w:rsidR="007A0406" w:rsidRPr="00A11BE6" w:rsidRDefault="007A0406" w:rsidP="007A0406">
      <w:pPr>
        <w:spacing w:line="276" w:lineRule="auto"/>
        <w:rPr>
          <w:b/>
          <w:color w:val="000000"/>
        </w:rPr>
      </w:pPr>
      <w:r>
        <w:rPr>
          <w:color w:val="000000"/>
        </w:rPr>
        <w:br w:type="page"/>
      </w:r>
      <w:r w:rsidRPr="00A11BE6">
        <w:rPr>
          <w:b/>
          <w:color w:val="000000"/>
        </w:rPr>
        <w:lastRenderedPageBreak/>
        <w:t>PROGRAMM</w:t>
      </w:r>
    </w:p>
    <w:p w14:paraId="7991B522" w14:textId="77777777" w:rsidR="007A0406" w:rsidRDefault="007A0406" w:rsidP="007A0406">
      <w:pPr>
        <w:spacing w:line="276" w:lineRule="auto"/>
        <w:rPr>
          <w:color w:val="000000"/>
        </w:rPr>
      </w:pPr>
    </w:p>
    <w:p w14:paraId="65DEC6D2" w14:textId="77777777" w:rsidR="007A0406" w:rsidRDefault="007A0406" w:rsidP="007A0406">
      <w:pPr>
        <w:spacing w:line="276" w:lineRule="auto"/>
        <w:rPr>
          <w:color w:val="000000"/>
        </w:rPr>
      </w:pPr>
    </w:p>
    <w:p w14:paraId="2E7E4EAA" w14:textId="77777777" w:rsidR="007A0406" w:rsidRPr="008571E2" w:rsidRDefault="007A0406" w:rsidP="007A0406">
      <w:pPr>
        <w:spacing w:line="276" w:lineRule="auto"/>
        <w:rPr>
          <w:color w:val="000000"/>
        </w:rPr>
      </w:pPr>
    </w:p>
    <w:p w14:paraId="3E9CAA92" w14:textId="77777777" w:rsidR="007A0406" w:rsidRPr="00A11BE6" w:rsidRDefault="007A0406" w:rsidP="007A0406">
      <w:pPr>
        <w:spacing w:line="276" w:lineRule="auto"/>
        <w:rPr>
          <w:b/>
          <w:color w:val="000000"/>
        </w:rPr>
      </w:pPr>
      <w:r w:rsidRPr="00A11BE6">
        <w:rPr>
          <w:b/>
          <w:color w:val="000000"/>
        </w:rPr>
        <w:t>Täglich</w:t>
      </w:r>
    </w:p>
    <w:p w14:paraId="1B488293" w14:textId="77777777" w:rsidR="007A0406" w:rsidRDefault="007A0406" w:rsidP="007A0406">
      <w:pPr>
        <w:spacing w:line="276" w:lineRule="auto"/>
        <w:rPr>
          <w:b/>
          <w:color w:val="000000"/>
        </w:rPr>
      </w:pPr>
    </w:p>
    <w:p w14:paraId="47C60B95" w14:textId="77777777" w:rsidR="007A0406" w:rsidRPr="00A11BE6" w:rsidRDefault="00B25ACC" w:rsidP="007A0406">
      <w:pPr>
        <w:spacing w:line="276" w:lineRule="auto"/>
        <w:rPr>
          <w:b/>
          <w:color w:val="000000"/>
        </w:rPr>
      </w:pPr>
      <w:proofErr w:type="spellStart"/>
      <w:r>
        <w:rPr>
          <w:b/>
          <w:color w:val="000000"/>
        </w:rPr>
        <w:t>StadtPalais</w:t>
      </w:r>
      <w:proofErr w:type="spellEnd"/>
      <w:r w:rsidR="007A0406" w:rsidRPr="00A11BE6">
        <w:rPr>
          <w:b/>
          <w:color w:val="000000"/>
        </w:rPr>
        <w:t xml:space="preserve">-Führungen </w:t>
      </w:r>
    </w:p>
    <w:p w14:paraId="13B7263A" w14:textId="77777777" w:rsidR="007A0406" w:rsidRPr="008571E2" w:rsidRDefault="007A0406" w:rsidP="007A0406">
      <w:pPr>
        <w:spacing w:line="276" w:lineRule="auto"/>
        <w:rPr>
          <w:color w:val="000000"/>
        </w:rPr>
      </w:pPr>
      <w:r w:rsidRPr="008571E2">
        <w:rPr>
          <w:color w:val="000000"/>
        </w:rPr>
        <w:t xml:space="preserve">mit allen Ausstellungen jeweils um 12 Uhr, 14 Uhr, 16 Uhr und 18 Uhr </w:t>
      </w:r>
    </w:p>
    <w:p w14:paraId="74424367" w14:textId="77777777" w:rsidR="007A0406" w:rsidRPr="008571E2" w:rsidRDefault="007A0406" w:rsidP="007A0406">
      <w:pPr>
        <w:spacing w:line="276" w:lineRule="auto"/>
        <w:rPr>
          <w:color w:val="000000"/>
        </w:rPr>
      </w:pPr>
    </w:p>
    <w:p w14:paraId="2D20B96F" w14:textId="77777777" w:rsidR="007A0406" w:rsidRPr="00A11BE6" w:rsidRDefault="007A0406" w:rsidP="007A0406">
      <w:pPr>
        <w:spacing w:line="276" w:lineRule="auto"/>
        <w:rPr>
          <w:b/>
          <w:color w:val="000000"/>
        </w:rPr>
      </w:pPr>
      <w:r w:rsidRPr="00A11BE6">
        <w:rPr>
          <w:b/>
          <w:color w:val="000000"/>
        </w:rPr>
        <w:t xml:space="preserve">Führungen durch die Ausstellung „Stuttgarter Stadtgeschichten“ </w:t>
      </w:r>
    </w:p>
    <w:p w14:paraId="5B76AA45" w14:textId="77777777" w:rsidR="007A0406" w:rsidRPr="008571E2" w:rsidRDefault="007A0406" w:rsidP="007A0406">
      <w:pPr>
        <w:spacing w:line="276" w:lineRule="auto"/>
        <w:rPr>
          <w:color w:val="000000"/>
        </w:rPr>
      </w:pPr>
      <w:r w:rsidRPr="008571E2">
        <w:rPr>
          <w:color w:val="000000"/>
        </w:rPr>
        <w:t xml:space="preserve">um 12.30 Uhr, 14.30 Uhr, 16.30 Uhr und 18.30 Uhr </w:t>
      </w:r>
    </w:p>
    <w:p w14:paraId="726EF5D3" w14:textId="77777777" w:rsidR="007A0406" w:rsidRPr="008571E2" w:rsidRDefault="007A0406" w:rsidP="007A0406">
      <w:pPr>
        <w:spacing w:line="276" w:lineRule="auto"/>
        <w:rPr>
          <w:color w:val="000000"/>
        </w:rPr>
      </w:pPr>
    </w:p>
    <w:p w14:paraId="25D99AE9" w14:textId="77777777" w:rsidR="007A0406" w:rsidRPr="008571E2" w:rsidRDefault="007A0406" w:rsidP="007A0406">
      <w:pPr>
        <w:spacing w:line="276" w:lineRule="auto"/>
        <w:rPr>
          <w:color w:val="000000"/>
        </w:rPr>
      </w:pPr>
      <w:r w:rsidRPr="008571E2">
        <w:rPr>
          <w:color w:val="000000"/>
        </w:rPr>
        <w:t>Anmeldung zu den Führungen am gleichen Tag am Empfang im EG</w:t>
      </w:r>
    </w:p>
    <w:p w14:paraId="2818AED8" w14:textId="77777777" w:rsidR="007A0406" w:rsidRPr="008571E2" w:rsidRDefault="007A0406" w:rsidP="007A0406">
      <w:pPr>
        <w:spacing w:line="276" w:lineRule="auto"/>
        <w:rPr>
          <w:color w:val="000000"/>
        </w:rPr>
      </w:pPr>
      <w:r w:rsidRPr="008571E2">
        <w:rPr>
          <w:rFonts w:cs="Times New Roman"/>
          <w:color w:val="000000"/>
        </w:rPr>
        <w:t>→</w:t>
      </w:r>
      <w:r w:rsidRPr="008571E2">
        <w:rPr>
          <w:color w:val="000000"/>
        </w:rPr>
        <w:t xml:space="preserve"> Treffpunkt: Ausstellungseingang 1. OG</w:t>
      </w:r>
    </w:p>
    <w:p w14:paraId="55F851E9" w14:textId="77777777" w:rsidR="007A0406" w:rsidRDefault="007A0406" w:rsidP="007A0406">
      <w:pPr>
        <w:spacing w:line="276" w:lineRule="auto"/>
        <w:rPr>
          <w:color w:val="000000"/>
        </w:rPr>
      </w:pPr>
    </w:p>
    <w:p w14:paraId="326B2F63" w14:textId="77777777" w:rsidR="007A0406" w:rsidRPr="008571E2" w:rsidRDefault="007A0406" w:rsidP="007A0406">
      <w:pPr>
        <w:spacing w:line="276" w:lineRule="auto"/>
        <w:rPr>
          <w:color w:val="000000"/>
        </w:rPr>
      </w:pPr>
    </w:p>
    <w:p w14:paraId="5505B757" w14:textId="77777777" w:rsidR="007A0406" w:rsidRPr="008571E2" w:rsidRDefault="007A0406" w:rsidP="007A0406">
      <w:pPr>
        <w:spacing w:line="276" w:lineRule="auto"/>
        <w:rPr>
          <w:b/>
          <w:color w:val="000000"/>
        </w:rPr>
      </w:pPr>
      <w:r w:rsidRPr="008571E2">
        <w:rPr>
          <w:b/>
          <w:color w:val="000000"/>
        </w:rPr>
        <w:t>Sa. 14.04.2018</w:t>
      </w:r>
    </w:p>
    <w:p w14:paraId="57575E4B" w14:textId="77777777" w:rsidR="007A0406" w:rsidRPr="008571E2" w:rsidRDefault="007A0406" w:rsidP="007A0406">
      <w:pPr>
        <w:spacing w:line="276" w:lineRule="auto"/>
        <w:rPr>
          <w:b/>
          <w:color w:val="000000"/>
        </w:rPr>
      </w:pPr>
    </w:p>
    <w:p w14:paraId="4DC94D58" w14:textId="77777777" w:rsidR="007A0406" w:rsidRPr="008571E2" w:rsidRDefault="007A0406" w:rsidP="007A0406">
      <w:pPr>
        <w:spacing w:line="276" w:lineRule="auto"/>
        <w:rPr>
          <w:b/>
          <w:color w:val="000000"/>
        </w:rPr>
      </w:pPr>
      <w:r w:rsidRPr="008571E2">
        <w:rPr>
          <w:b/>
          <w:color w:val="000000"/>
        </w:rPr>
        <w:t>Endlich Offen – für Euch!</w:t>
      </w:r>
    </w:p>
    <w:p w14:paraId="3EA90A9A" w14:textId="77777777" w:rsidR="007A0406" w:rsidRPr="008571E2" w:rsidRDefault="007A0406" w:rsidP="007A0406">
      <w:pPr>
        <w:spacing w:line="276" w:lineRule="auto"/>
        <w:rPr>
          <w:color w:val="000000"/>
        </w:rPr>
      </w:pPr>
      <w:r w:rsidRPr="008571E2">
        <w:rPr>
          <w:color w:val="000000"/>
        </w:rPr>
        <w:t>10 Uhr</w:t>
      </w:r>
    </w:p>
    <w:p w14:paraId="7608836B" w14:textId="77777777" w:rsidR="007A0406" w:rsidRPr="008571E2" w:rsidRDefault="007A0406" w:rsidP="007A0406">
      <w:pPr>
        <w:spacing w:line="276" w:lineRule="auto"/>
        <w:rPr>
          <w:color w:val="000000"/>
        </w:rPr>
      </w:pPr>
      <w:r w:rsidRPr="008571E2">
        <w:rPr>
          <w:color w:val="000000"/>
        </w:rPr>
        <w:t xml:space="preserve">Kulturbürgermeister Dr. Fabian Mayer schließt gemeinsam mit dem Direktor des </w:t>
      </w:r>
      <w:proofErr w:type="spellStart"/>
      <w:r w:rsidR="00B25ACC">
        <w:rPr>
          <w:color w:val="000000"/>
        </w:rPr>
        <w:t>StadtPalais</w:t>
      </w:r>
      <w:proofErr w:type="spellEnd"/>
      <w:r w:rsidRPr="008571E2">
        <w:rPr>
          <w:color w:val="000000"/>
        </w:rPr>
        <w:t xml:space="preserve">, Dr. Torben Giese, die Türen des neuen Museums für Stuttgart auf. </w:t>
      </w:r>
    </w:p>
    <w:p w14:paraId="3FA69908" w14:textId="77777777" w:rsidR="007A0406" w:rsidRPr="008571E2" w:rsidRDefault="007A0406" w:rsidP="007A0406">
      <w:pPr>
        <w:spacing w:line="276" w:lineRule="auto"/>
        <w:rPr>
          <w:color w:val="000000"/>
        </w:rPr>
      </w:pPr>
      <w:r w:rsidRPr="008571E2">
        <w:rPr>
          <w:color w:val="000000"/>
        </w:rPr>
        <w:t xml:space="preserve">Damit geben die beiden den Startschuss für das Eröffnungsfestival „Welcome </w:t>
      </w:r>
      <w:proofErr w:type="spellStart"/>
      <w:r w:rsidRPr="008571E2">
        <w:rPr>
          <w:color w:val="000000"/>
        </w:rPr>
        <w:t>to</w:t>
      </w:r>
      <w:proofErr w:type="spellEnd"/>
      <w:r w:rsidRPr="008571E2">
        <w:rPr>
          <w:color w:val="000000"/>
        </w:rPr>
        <w:t xml:space="preserve"> </w:t>
      </w:r>
      <w:proofErr w:type="spellStart"/>
      <w:r w:rsidRPr="008571E2">
        <w:rPr>
          <w:color w:val="000000"/>
        </w:rPr>
        <w:t>your</w:t>
      </w:r>
      <w:proofErr w:type="spellEnd"/>
      <w:r w:rsidRPr="008571E2">
        <w:rPr>
          <w:color w:val="000000"/>
        </w:rPr>
        <w:t xml:space="preserve"> </w:t>
      </w:r>
      <w:proofErr w:type="spellStart"/>
      <w:r w:rsidR="00B25ACC">
        <w:rPr>
          <w:color w:val="000000"/>
        </w:rPr>
        <w:t>StadtPalais</w:t>
      </w:r>
      <w:proofErr w:type="spellEnd"/>
      <w:r w:rsidRPr="008571E2">
        <w:rPr>
          <w:color w:val="000000"/>
        </w:rPr>
        <w:t>“. Ab geht’s ins Museum!</w:t>
      </w:r>
    </w:p>
    <w:p w14:paraId="754996CE" w14:textId="77777777" w:rsidR="007A0406" w:rsidRPr="008571E2" w:rsidRDefault="007A0406" w:rsidP="007A0406">
      <w:pPr>
        <w:spacing w:line="276" w:lineRule="auto"/>
        <w:rPr>
          <w:color w:val="000000"/>
        </w:rPr>
      </w:pPr>
    </w:p>
    <w:p w14:paraId="232B40F1" w14:textId="77777777" w:rsidR="007A0406" w:rsidRPr="008571E2" w:rsidRDefault="007A0406" w:rsidP="007A0406">
      <w:pPr>
        <w:spacing w:line="276" w:lineRule="auto"/>
        <w:rPr>
          <w:b/>
          <w:color w:val="000000"/>
        </w:rPr>
      </w:pPr>
      <w:r w:rsidRPr="008571E2">
        <w:rPr>
          <w:b/>
          <w:color w:val="000000"/>
        </w:rPr>
        <w:t>Museumspiraten</w:t>
      </w:r>
    </w:p>
    <w:p w14:paraId="4D672ACD" w14:textId="77777777" w:rsidR="007A0406" w:rsidRPr="008571E2" w:rsidRDefault="007A0406" w:rsidP="007A0406">
      <w:pPr>
        <w:spacing w:line="276" w:lineRule="auto"/>
        <w:rPr>
          <w:color w:val="000000"/>
        </w:rPr>
      </w:pPr>
      <w:r w:rsidRPr="008571E2">
        <w:rPr>
          <w:color w:val="000000"/>
        </w:rPr>
        <w:t>10–18 Uhr</w:t>
      </w:r>
    </w:p>
    <w:p w14:paraId="09E1DEBB" w14:textId="77777777" w:rsidR="007A0406" w:rsidRPr="008571E2" w:rsidRDefault="007A0406" w:rsidP="007A0406">
      <w:pPr>
        <w:spacing w:line="276" w:lineRule="auto"/>
        <w:rPr>
          <w:color w:val="000000"/>
        </w:rPr>
      </w:pPr>
      <w:r w:rsidRPr="008571E2">
        <w:rPr>
          <w:color w:val="000000"/>
        </w:rPr>
        <w:t>Kinderfest</w:t>
      </w:r>
    </w:p>
    <w:p w14:paraId="392A60C2" w14:textId="77777777" w:rsidR="007A0406" w:rsidRPr="008571E2" w:rsidRDefault="007A0406" w:rsidP="007A0406">
      <w:pPr>
        <w:spacing w:line="276" w:lineRule="auto"/>
        <w:rPr>
          <w:color w:val="000000"/>
        </w:rPr>
      </w:pPr>
      <w:r w:rsidRPr="008571E2">
        <w:rPr>
          <w:color w:val="000000"/>
        </w:rPr>
        <w:t xml:space="preserve">Das </w:t>
      </w:r>
      <w:proofErr w:type="spellStart"/>
      <w:r w:rsidR="00B25ACC">
        <w:rPr>
          <w:color w:val="000000"/>
        </w:rPr>
        <w:t>StadtPalais</w:t>
      </w:r>
      <w:proofErr w:type="spellEnd"/>
      <w:r w:rsidRPr="008571E2">
        <w:rPr>
          <w:color w:val="000000"/>
        </w:rPr>
        <w:t xml:space="preserve"> ist ein Museum für alle. Gleich an seinem ersten Öffnungstag </w:t>
      </w:r>
    </w:p>
    <w:p w14:paraId="29CECE7D" w14:textId="77777777" w:rsidR="007A0406" w:rsidRPr="008571E2" w:rsidRDefault="007A0406" w:rsidP="007A0406">
      <w:pPr>
        <w:spacing w:line="276" w:lineRule="auto"/>
        <w:rPr>
          <w:color w:val="000000"/>
        </w:rPr>
      </w:pPr>
      <w:r w:rsidRPr="008571E2">
        <w:rPr>
          <w:color w:val="000000"/>
        </w:rPr>
        <w:t xml:space="preserve">feiern hier die „Museumspiraten“ ein großes Kinderfest. Während die Erwachsenen das Museum erkunden, entern die kleinen Besucher mit Hilfe von Seilen und </w:t>
      </w:r>
    </w:p>
    <w:p w14:paraId="7DD46D58" w14:textId="77777777" w:rsidR="007A0406" w:rsidRPr="008571E2" w:rsidRDefault="007A0406" w:rsidP="007A0406">
      <w:pPr>
        <w:spacing w:line="276" w:lineRule="auto"/>
        <w:rPr>
          <w:color w:val="000000"/>
        </w:rPr>
      </w:pPr>
      <w:r w:rsidRPr="008571E2">
        <w:rPr>
          <w:color w:val="000000"/>
        </w:rPr>
        <w:t xml:space="preserve">Takelage das Haus – und erobern ihr Stadtlabor mit der Mitmachbaustelle BAU MIT. Das Foyer wird zum Lager der mutigen Piraten, die mit Augenklappen umherstreifen. Und vor der Türe liegt das große Piratenschiff vor Anker. </w:t>
      </w:r>
    </w:p>
    <w:p w14:paraId="5973C44D" w14:textId="77777777" w:rsidR="007A0406" w:rsidRPr="008571E2" w:rsidRDefault="007A0406" w:rsidP="007A0406">
      <w:pPr>
        <w:spacing w:line="276" w:lineRule="auto"/>
        <w:rPr>
          <w:color w:val="000000"/>
        </w:rPr>
      </w:pPr>
    </w:p>
    <w:p w14:paraId="493E9736" w14:textId="77777777" w:rsidR="007A0406" w:rsidRPr="008571E2" w:rsidRDefault="007A0406" w:rsidP="007A0406">
      <w:pPr>
        <w:spacing w:line="276" w:lineRule="auto"/>
        <w:rPr>
          <w:b/>
          <w:color w:val="000000"/>
        </w:rPr>
      </w:pPr>
      <w:r w:rsidRPr="008571E2">
        <w:rPr>
          <w:b/>
          <w:color w:val="000000"/>
        </w:rPr>
        <w:t xml:space="preserve">Take-Off </w:t>
      </w:r>
      <w:proofErr w:type="spellStart"/>
      <w:r w:rsidRPr="008571E2">
        <w:rPr>
          <w:b/>
          <w:color w:val="000000"/>
        </w:rPr>
        <w:t>Mediaguide</w:t>
      </w:r>
      <w:proofErr w:type="spellEnd"/>
      <w:r w:rsidRPr="008571E2">
        <w:rPr>
          <w:b/>
          <w:color w:val="000000"/>
        </w:rPr>
        <w:t xml:space="preserve"> </w:t>
      </w:r>
    </w:p>
    <w:p w14:paraId="013BD946" w14:textId="77777777" w:rsidR="007A0406" w:rsidRPr="008571E2" w:rsidRDefault="007A0406" w:rsidP="007A0406">
      <w:pPr>
        <w:spacing w:line="276" w:lineRule="auto"/>
        <w:rPr>
          <w:color w:val="000000"/>
        </w:rPr>
      </w:pPr>
      <w:r w:rsidRPr="008571E2">
        <w:rPr>
          <w:color w:val="000000"/>
        </w:rPr>
        <w:t>11–12 Uhr</w:t>
      </w:r>
    </w:p>
    <w:p w14:paraId="700B000F" w14:textId="77777777" w:rsidR="007A0406" w:rsidRPr="008571E2" w:rsidRDefault="007A0406" w:rsidP="007A0406">
      <w:pPr>
        <w:spacing w:line="276" w:lineRule="auto"/>
        <w:rPr>
          <w:color w:val="000000"/>
        </w:rPr>
      </w:pPr>
      <w:r w:rsidRPr="008571E2">
        <w:rPr>
          <w:color w:val="000000"/>
        </w:rPr>
        <w:t xml:space="preserve">Der </w:t>
      </w:r>
      <w:proofErr w:type="spellStart"/>
      <w:r w:rsidRPr="008571E2">
        <w:rPr>
          <w:color w:val="000000"/>
        </w:rPr>
        <w:t>Mediaguide</w:t>
      </w:r>
      <w:proofErr w:type="spellEnd"/>
      <w:r w:rsidRPr="008571E2">
        <w:rPr>
          <w:color w:val="000000"/>
        </w:rPr>
        <w:t xml:space="preserve"> macht bekannte und unbekannte Stuttgarterinnen und Stuttgarter </w:t>
      </w:r>
    </w:p>
    <w:p w14:paraId="710E310A" w14:textId="77777777" w:rsidR="007A0406" w:rsidRPr="008571E2" w:rsidRDefault="007A0406" w:rsidP="007A0406">
      <w:pPr>
        <w:spacing w:line="276" w:lineRule="auto"/>
        <w:rPr>
          <w:color w:val="000000"/>
        </w:rPr>
      </w:pPr>
      <w:r w:rsidRPr="008571E2">
        <w:rPr>
          <w:color w:val="000000"/>
        </w:rPr>
        <w:t xml:space="preserve">zu multimedialen Führern durch die „Stuttgarter Stadtgeschichten“. Gemeinsam </w:t>
      </w:r>
    </w:p>
    <w:p w14:paraId="487C4019" w14:textId="77777777" w:rsidR="007A0406" w:rsidRPr="008571E2" w:rsidRDefault="007A0406" w:rsidP="007A0406">
      <w:pPr>
        <w:spacing w:line="276" w:lineRule="auto"/>
        <w:rPr>
          <w:color w:val="000000"/>
        </w:rPr>
      </w:pPr>
      <w:r w:rsidRPr="008571E2">
        <w:rPr>
          <w:color w:val="000000"/>
        </w:rPr>
        <w:t>mit Kulturbürgermeister Dr. Fabian Mayer und Direktor Dr. Torben Giese drücken nun einige der Protagonisten den Startknopf für diese ganz besonderen Museumsführungen.</w:t>
      </w:r>
    </w:p>
    <w:p w14:paraId="61B3D579" w14:textId="77777777" w:rsidR="007A0406" w:rsidRDefault="007A0406">
      <w:pPr>
        <w:spacing w:after="200" w:line="276" w:lineRule="auto"/>
        <w:rPr>
          <w:color w:val="000000"/>
        </w:rPr>
      </w:pPr>
      <w:r>
        <w:rPr>
          <w:color w:val="000000"/>
        </w:rPr>
        <w:br w:type="page"/>
      </w:r>
    </w:p>
    <w:p w14:paraId="4B116D5B" w14:textId="77777777" w:rsidR="007A0406" w:rsidRPr="008571E2" w:rsidRDefault="007A0406" w:rsidP="007A0406">
      <w:pPr>
        <w:spacing w:line="276" w:lineRule="auto"/>
        <w:rPr>
          <w:b/>
          <w:color w:val="000000"/>
        </w:rPr>
      </w:pPr>
      <w:r w:rsidRPr="008571E2">
        <w:rPr>
          <w:b/>
          <w:color w:val="000000"/>
        </w:rPr>
        <w:lastRenderedPageBreak/>
        <w:t xml:space="preserve">Der Weg zum </w:t>
      </w:r>
      <w:proofErr w:type="spellStart"/>
      <w:r w:rsidR="00B25ACC">
        <w:rPr>
          <w:b/>
          <w:color w:val="000000"/>
        </w:rPr>
        <w:t>StadtPalais</w:t>
      </w:r>
      <w:proofErr w:type="spellEnd"/>
      <w:r w:rsidRPr="008571E2">
        <w:rPr>
          <w:b/>
          <w:color w:val="000000"/>
        </w:rPr>
        <w:t xml:space="preserve">! </w:t>
      </w:r>
    </w:p>
    <w:p w14:paraId="769D1332" w14:textId="77777777" w:rsidR="007A0406" w:rsidRPr="008571E2" w:rsidRDefault="007A0406" w:rsidP="007A0406">
      <w:pPr>
        <w:spacing w:line="276" w:lineRule="auto"/>
        <w:rPr>
          <w:color w:val="000000"/>
        </w:rPr>
      </w:pPr>
      <w:r w:rsidRPr="008571E2">
        <w:rPr>
          <w:color w:val="000000"/>
        </w:rPr>
        <w:t>19 Uhr</w:t>
      </w:r>
    </w:p>
    <w:p w14:paraId="02F66EE3" w14:textId="77777777" w:rsidR="007A0406" w:rsidRPr="008571E2" w:rsidRDefault="007A0406" w:rsidP="007A0406">
      <w:pPr>
        <w:spacing w:line="276" w:lineRule="auto"/>
        <w:rPr>
          <w:color w:val="000000"/>
        </w:rPr>
      </w:pPr>
      <w:r w:rsidRPr="008571E2">
        <w:rPr>
          <w:color w:val="000000"/>
        </w:rPr>
        <w:t xml:space="preserve">Gesprächsabend </w:t>
      </w:r>
    </w:p>
    <w:p w14:paraId="4308A88C" w14:textId="77777777" w:rsidR="007A0406" w:rsidRPr="008571E2" w:rsidRDefault="007A0406" w:rsidP="007A0406">
      <w:pPr>
        <w:spacing w:line="276" w:lineRule="auto"/>
        <w:rPr>
          <w:color w:val="000000"/>
        </w:rPr>
      </w:pPr>
      <w:r w:rsidRPr="008571E2">
        <w:rPr>
          <w:color w:val="000000"/>
        </w:rPr>
        <w:t xml:space="preserve">Mit Prof. Dr. Anja </w:t>
      </w:r>
      <w:proofErr w:type="spellStart"/>
      <w:r w:rsidRPr="008571E2">
        <w:rPr>
          <w:color w:val="000000"/>
        </w:rPr>
        <w:t>Dauschek</w:t>
      </w:r>
      <w:proofErr w:type="spellEnd"/>
      <w:r w:rsidRPr="008571E2">
        <w:rPr>
          <w:color w:val="000000"/>
        </w:rPr>
        <w:t>, Direktorin Stadtmuseum Hamburg-Altona</w:t>
      </w:r>
    </w:p>
    <w:p w14:paraId="3E36D189" w14:textId="77777777" w:rsidR="007A0406" w:rsidRPr="008571E2" w:rsidRDefault="007A0406" w:rsidP="007A0406">
      <w:pPr>
        <w:spacing w:line="276" w:lineRule="auto"/>
        <w:rPr>
          <w:color w:val="000000"/>
        </w:rPr>
      </w:pPr>
      <w:r w:rsidRPr="008571E2">
        <w:rPr>
          <w:color w:val="000000"/>
        </w:rPr>
        <w:t>Dr. Torben Giese, Direktor Museum für Stuttgart</w:t>
      </w:r>
    </w:p>
    <w:p w14:paraId="58115AF8" w14:textId="77777777" w:rsidR="007A0406" w:rsidRPr="008571E2" w:rsidRDefault="007A0406" w:rsidP="007A0406">
      <w:pPr>
        <w:spacing w:line="276" w:lineRule="auto"/>
        <w:rPr>
          <w:color w:val="000000"/>
        </w:rPr>
      </w:pPr>
      <w:r w:rsidRPr="008571E2">
        <w:rPr>
          <w:color w:val="000000"/>
        </w:rPr>
        <w:t>Dr. Wolfgang Müller, IG Stadtgeschichte</w:t>
      </w:r>
    </w:p>
    <w:p w14:paraId="2CDBD302" w14:textId="77777777" w:rsidR="007A0406" w:rsidRPr="008571E2" w:rsidRDefault="007A0406" w:rsidP="007A0406">
      <w:pPr>
        <w:spacing w:line="276" w:lineRule="auto"/>
        <w:rPr>
          <w:color w:val="000000"/>
        </w:rPr>
      </w:pPr>
      <w:r w:rsidRPr="008571E2">
        <w:rPr>
          <w:color w:val="000000"/>
        </w:rPr>
        <w:t xml:space="preserve">Bettina Klett, Vorsitzende Freundeskreis Museum für Stuttgart </w:t>
      </w:r>
    </w:p>
    <w:p w14:paraId="083AB152" w14:textId="77777777" w:rsidR="007A0406" w:rsidRPr="008571E2" w:rsidRDefault="007A0406" w:rsidP="007A0406">
      <w:pPr>
        <w:spacing w:line="276" w:lineRule="auto"/>
        <w:rPr>
          <w:color w:val="000000"/>
        </w:rPr>
      </w:pPr>
      <w:r w:rsidRPr="008571E2">
        <w:rPr>
          <w:color w:val="000000"/>
        </w:rPr>
        <w:t>Prof. Dr. Wolfgang Schuster, Oberbürgermeister a.D.</w:t>
      </w:r>
    </w:p>
    <w:p w14:paraId="4EB1561A" w14:textId="77777777" w:rsidR="007A0406" w:rsidRPr="008571E2" w:rsidRDefault="007A0406" w:rsidP="007A0406">
      <w:pPr>
        <w:spacing w:line="276" w:lineRule="auto"/>
        <w:rPr>
          <w:color w:val="000000"/>
        </w:rPr>
      </w:pPr>
      <w:r w:rsidRPr="008571E2">
        <w:rPr>
          <w:color w:val="000000"/>
        </w:rPr>
        <w:t>Moderation: Tim Schleider, Kultur-Chef der Stuttgarter Zeitung</w:t>
      </w:r>
    </w:p>
    <w:p w14:paraId="04410FF2" w14:textId="77777777" w:rsidR="007A0406" w:rsidRPr="008571E2" w:rsidRDefault="007A0406" w:rsidP="007A0406">
      <w:pPr>
        <w:spacing w:line="276" w:lineRule="auto"/>
        <w:rPr>
          <w:color w:val="000000"/>
        </w:rPr>
      </w:pPr>
      <w:r w:rsidRPr="008571E2">
        <w:rPr>
          <w:color w:val="000000"/>
        </w:rPr>
        <w:t xml:space="preserve">Über zehn Jahre dauerte es von der ersten Idee eines Stadtmuseums für Stuttgart bis zur heutigen Eröffnung des </w:t>
      </w:r>
      <w:proofErr w:type="spellStart"/>
      <w:r w:rsidR="00B25ACC">
        <w:rPr>
          <w:color w:val="000000"/>
        </w:rPr>
        <w:t>StadtPalais</w:t>
      </w:r>
      <w:proofErr w:type="spellEnd"/>
      <w:r w:rsidRPr="008571E2">
        <w:rPr>
          <w:color w:val="000000"/>
        </w:rPr>
        <w:t xml:space="preserve">. In der Zwischenzeit ist viel passiert – so zog etwa die Stadtbibliothek ins neue Gebäude am Mailänder Platz, das Wilhelmspalais stand leer. Ein wichtiger Motor für die Diskussion um die Notwendigkeit eines Stadtmuseums war von Anfang an bürgerschaftliches Engagement. Heute erinnern sich die Wegbereiter an die vergangenen zehn Jahre und klären im Gespräch mit Moderator Tim Schleider wie wichtig eine historische Selbstvergewisserung für Stuttgart ist. </w:t>
      </w:r>
    </w:p>
    <w:p w14:paraId="4F0D6AFD" w14:textId="77777777" w:rsidR="007A0406" w:rsidRPr="008571E2" w:rsidRDefault="007A0406" w:rsidP="007A0406">
      <w:pPr>
        <w:spacing w:line="276" w:lineRule="auto"/>
        <w:rPr>
          <w:color w:val="000000"/>
        </w:rPr>
      </w:pPr>
    </w:p>
    <w:p w14:paraId="50CE4EF7" w14:textId="77777777" w:rsidR="007A0406" w:rsidRPr="008571E2" w:rsidRDefault="007A0406" w:rsidP="007A0406">
      <w:pPr>
        <w:spacing w:line="276" w:lineRule="auto"/>
        <w:rPr>
          <w:b/>
          <w:color w:val="000000"/>
        </w:rPr>
      </w:pPr>
      <w:r w:rsidRPr="008571E2">
        <w:rPr>
          <w:b/>
          <w:color w:val="000000"/>
        </w:rPr>
        <w:t xml:space="preserve">Rollerdisco mit DJ </w:t>
      </w:r>
      <w:proofErr w:type="spellStart"/>
      <w:r w:rsidRPr="008571E2">
        <w:rPr>
          <w:b/>
          <w:color w:val="000000"/>
        </w:rPr>
        <w:t>Friction</w:t>
      </w:r>
      <w:proofErr w:type="spellEnd"/>
    </w:p>
    <w:p w14:paraId="15B83885" w14:textId="77777777" w:rsidR="007A0406" w:rsidRPr="008571E2" w:rsidRDefault="007A0406" w:rsidP="007A0406">
      <w:pPr>
        <w:spacing w:line="276" w:lineRule="auto"/>
        <w:rPr>
          <w:color w:val="000000"/>
        </w:rPr>
      </w:pPr>
      <w:r w:rsidRPr="008571E2">
        <w:rPr>
          <w:color w:val="000000"/>
        </w:rPr>
        <w:t>22 Uhr</w:t>
      </w:r>
    </w:p>
    <w:p w14:paraId="575CF12D" w14:textId="77777777" w:rsidR="007A0406" w:rsidRPr="008571E2" w:rsidRDefault="007A0406" w:rsidP="007A0406">
      <w:pPr>
        <w:spacing w:line="276" w:lineRule="auto"/>
        <w:rPr>
          <w:color w:val="000000"/>
        </w:rPr>
      </w:pPr>
      <w:r w:rsidRPr="008571E2">
        <w:rPr>
          <w:color w:val="000000"/>
        </w:rPr>
        <w:t xml:space="preserve">In einem Museum Rollschuh laufen? Auch das ist möglich im Foyer des </w:t>
      </w:r>
    </w:p>
    <w:p w14:paraId="239D214B" w14:textId="77777777" w:rsidR="007A0406" w:rsidRPr="008571E2" w:rsidRDefault="00B25ACC" w:rsidP="007A0406">
      <w:pPr>
        <w:spacing w:line="276" w:lineRule="auto"/>
        <w:rPr>
          <w:color w:val="000000"/>
        </w:rPr>
      </w:pPr>
      <w:proofErr w:type="spellStart"/>
      <w:r>
        <w:rPr>
          <w:color w:val="000000"/>
        </w:rPr>
        <w:t>StadtPalais</w:t>
      </w:r>
      <w:proofErr w:type="spellEnd"/>
      <w:r w:rsidR="007A0406" w:rsidRPr="008571E2">
        <w:rPr>
          <w:color w:val="000000"/>
        </w:rPr>
        <w:t xml:space="preserve">. Bei der „Rollerdisco mit DJ </w:t>
      </w:r>
      <w:proofErr w:type="spellStart"/>
      <w:r w:rsidR="007A0406" w:rsidRPr="008571E2">
        <w:rPr>
          <w:color w:val="000000"/>
        </w:rPr>
        <w:t>Friction</w:t>
      </w:r>
      <w:proofErr w:type="spellEnd"/>
      <w:r w:rsidR="007A0406" w:rsidRPr="008571E2">
        <w:rPr>
          <w:color w:val="000000"/>
        </w:rPr>
        <w:t xml:space="preserve">“ bitten die Stuttgart Valley Rollergirls, die amtierenden Deutschen Meisterinnen im Roller-Derby, </w:t>
      </w:r>
    </w:p>
    <w:p w14:paraId="5E12FAD5" w14:textId="77777777" w:rsidR="007A0406" w:rsidRPr="008571E2" w:rsidRDefault="007A0406" w:rsidP="007A0406">
      <w:pPr>
        <w:spacing w:line="276" w:lineRule="auto"/>
        <w:rPr>
          <w:color w:val="000000"/>
        </w:rPr>
      </w:pPr>
      <w:r w:rsidRPr="008571E2">
        <w:rPr>
          <w:color w:val="000000"/>
        </w:rPr>
        <w:t xml:space="preserve">zum Tanz auf Rollen. Den passenden Sound dazu haut der Stuttgarter DJ </w:t>
      </w:r>
      <w:proofErr w:type="spellStart"/>
      <w:r w:rsidRPr="008571E2">
        <w:rPr>
          <w:color w:val="000000"/>
        </w:rPr>
        <w:t>Friction</w:t>
      </w:r>
      <w:proofErr w:type="spellEnd"/>
      <w:r w:rsidRPr="008571E2">
        <w:rPr>
          <w:color w:val="000000"/>
        </w:rPr>
        <w:t xml:space="preserve"> aus den Boxen. Rollschuhe können vor Ort ausgeliehen werden, eine Prise Talent </w:t>
      </w:r>
    </w:p>
    <w:p w14:paraId="192DAD40" w14:textId="77777777" w:rsidR="007A0406" w:rsidRPr="008571E2" w:rsidRDefault="007A0406" w:rsidP="007A0406">
      <w:pPr>
        <w:spacing w:line="276" w:lineRule="auto"/>
        <w:rPr>
          <w:color w:val="000000"/>
        </w:rPr>
      </w:pPr>
      <w:r w:rsidRPr="008571E2">
        <w:rPr>
          <w:color w:val="000000"/>
        </w:rPr>
        <w:t>muss jeder selbst mitbringen.</w:t>
      </w:r>
    </w:p>
    <w:p w14:paraId="085C2AFF" w14:textId="77777777" w:rsidR="007A0406" w:rsidRPr="008571E2" w:rsidRDefault="007A0406" w:rsidP="007A0406">
      <w:pPr>
        <w:spacing w:line="276" w:lineRule="auto"/>
        <w:rPr>
          <w:color w:val="000000"/>
        </w:rPr>
      </w:pPr>
      <w:r w:rsidRPr="008571E2">
        <w:rPr>
          <w:color w:val="000000"/>
        </w:rPr>
        <w:t xml:space="preserve">Eintritt: Abendkasse € </w:t>
      </w:r>
      <w:proofErr w:type="gramStart"/>
      <w:r w:rsidRPr="008571E2">
        <w:rPr>
          <w:color w:val="000000"/>
        </w:rPr>
        <w:t>6,–</w:t>
      </w:r>
      <w:proofErr w:type="gramEnd"/>
      <w:r w:rsidRPr="008571E2">
        <w:rPr>
          <w:color w:val="000000"/>
        </w:rPr>
        <w:t xml:space="preserve"> </w:t>
      </w:r>
    </w:p>
    <w:p w14:paraId="52EA3BB2" w14:textId="77777777" w:rsidR="007A0406" w:rsidRPr="008571E2" w:rsidRDefault="007A0406" w:rsidP="007A0406">
      <w:pPr>
        <w:spacing w:line="276" w:lineRule="auto"/>
        <w:rPr>
          <w:color w:val="000000"/>
        </w:rPr>
      </w:pPr>
    </w:p>
    <w:p w14:paraId="7F010B4E" w14:textId="77777777" w:rsidR="007A0406" w:rsidRPr="008571E2" w:rsidRDefault="007A0406" w:rsidP="007A0406">
      <w:pPr>
        <w:spacing w:line="276" w:lineRule="auto"/>
        <w:rPr>
          <w:color w:val="000000"/>
        </w:rPr>
      </w:pPr>
    </w:p>
    <w:p w14:paraId="661BA1E6" w14:textId="77777777" w:rsidR="007A0406" w:rsidRPr="008571E2" w:rsidRDefault="007A0406" w:rsidP="007A0406">
      <w:pPr>
        <w:spacing w:line="276" w:lineRule="auto"/>
        <w:rPr>
          <w:b/>
          <w:color w:val="000000"/>
        </w:rPr>
      </w:pPr>
      <w:r w:rsidRPr="008571E2">
        <w:rPr>
          <w:b/>
          <w:color w:val="000000"/>
        </w:rPr>
        <w:t>So. 15.04.2018</w:t>
      </w:r>
    </w:p>
    <w:p w14:paraId="4D1EEA6B" w14:textId="77777777" w:rsidR="007A0406" w:rsidRPr="008571E2" w:rsidRDefault="007A0406" w:rsidP="007A0406">
      <w:pPr>
        <w:spacing w:line="276" w:lineRule="auto"/>
        <w:rPr>
          <w:b/>
          <w:color w:val="000000"/>
        </w:rPr>
      </w:pPr>
    </w:p>
    <w:p w14:paraId="3613D9FF" w14:textId="77777777" w:rsidR="007A0406" w:rsidRPr="008571E2" w:rsidRDefault="007A0406" w:rsidP="007A0406">
      <w:pPr>
        <w:spacing w:line="276" w:lineRule="auto"/>
        <w:rPr>
          <w:b/>
          <w:color w:val="000000"/>
        </w:rPr>
      </w:pPr>
      <w:r w:rsidRPr="008571E2">
        <w:rPr>
          <w:b/>
          <w:color w:val="000000"/>
        </w:rPr>
        <w:t>Kammermusikalischer Nachmittag</w:t>
      </w:r>
    </w:p>
    <w:p w14:paraId="329EDE49" w14:textId="77777777" w:rsidR="007A0406" w:rsidRPr="008571E2" w:rsidRDefault="007A0406" w:rsidP="007A0406">
      <w:pPr>
        <w:spacing w:line="276" w:lineRule="auto"/>
        <w:rPr>
          <w:color w:val="000000"/>
        </w:rPr>
      </w:pPr>
      <w:r w:rsidRPr="008571E2">
        <w:rPr>
          <w:color w:val="000000"/>
        </w:rPr>
        <w:t>16 Uhr</w:t>
      </w:r>
    </w:p>
    <w:p w14:paraId="13C25769" w14:textId="77777777" w:rsidR="007A0406" w:rsidRPr="008571E2" w:rsidRDefault="007A0406" w:rsidP="007A0406">
      <w:pPr>
        <w:spacing w:line="276" w:lineRule="auto"/>
        <w:rPr>
          <w:color w:val="000000"/>
        </w:rPr>
      </w:pPr>
      <w:r w:rsidRPr="008571E2">
        <w:rPr>
          <w:color w:val="000000"/>
        </w:rPr>
        <w:t xml:space="preserve">Konzert </w:t>
      </w:r>
    </w:p>
    <w:p w14:paraId="21A01629" w14:textId="77777777" w:rsidR="007A0406" w:rsidRPr="008571E2" w:rsidRDefault="007A0406" w:rsidP="007A0406">
      <w:pPr>
        <w:spacing w:line="276" w:lineRule="auto"/>
        <w:rPr>
          <w:color w:val="000000"/>
        </w:rPr>
      </w:pPr>
      <w:r w:rsidRPr="008571E2">
        <w:rPr>
          <w:color w:val="000000"/>
        </w:rPr>
        <w:t>Einführung: Dr. Michael Stille, Intendant Stuttgarter Philharmoniker</w:t>
      </w:r>
    </w:p>
    <w:p w14:paraId="157EF385" w14:textId="77777777" w:rsidR="007A0406" w:rsidRPr="008571E2" w:rsidRDefault="007A0406" w:rsidP="007A0406">
      <w:pPr>
        <w:spacing w:line="276" w:lineRule="auto"/>
        <w:rPr>
          <w:color w:val="000000"/>
        </w:rPr>
      </w:pPr>
      <w:r w:rsidRPr="008571E2">
        <w:rPr>
          <w:color w:val="000000"/>
        </w:rPr>
        <w:t xml:space="preserve">Generalmusikdirektor Dan </w:t>
      </w:r>
      <w:proofErr w:type="spellStart"/>
      <w:r w:rsidRPr="008571E2">
        <w:rPr>
          <w:color w:val="000000"/>
        </w:rPr>
        <w:t>Ettinger</w:t>
      </w:r>
      <w:proofErr w:type="spellEnd"/>
      <w:r w:rsidRPr="008571E2">
        <w:rPr>
          <w:color w:val="000000"/>
        </w:rPr>
        <w:t xml:space="preserve">, Fabio Martino und Solisten der Stuttgarter Philharmoniker spielen Kompositionen aus der Entstehungszeit des Wilhelmspalais, </w:t>
      </w:r>
    </w:p>
    <w:p w14:paraId="4250F9E0" w14:textId="77777777" w:rsidR="007A0406" w:rsidRPr="008571E2" w:rsidRDefault="007A0406" w:rsidP="007A0406">
      <w:pPr>
        <w:spacing w:line="276" w:lineRule="auto"/>
        <w:rPr>
          <w:color w:val="000000"/>
        </w:rPr>
      </w:pPr>
      <w:r w:rsidRPr="008571E2">
        <w:rPr>
          <w:color w:val="000000"/>
        </w:rPr>
        <w:t xml:space="preserve">als </w:t>
      </w:r>
      <w:proofErr w:type="gramStart"/>
      <w:r w:rsidRPr="008571E2">
        <w:rPr>
          <w:color w:val="000000"/>
        </w:rPr>
        <w:t>das</w:t>
      </w:r>
      <w:proofErr w:type="gramEnd"/>
      <w:r w:rsidRPr="008571E2">
        <w:rPr>
          <w:color w:val="000000"/>
        </w:rPr>
        <w:t xml:space="preserve"> Gebäude den Prinzessinnen Marie und Sophie von Württemberg </w:t>
      </w:r>
    </w:p>
    <w:p w14:paraId="378EE7EF" w14:textId="77777777" w:rsidR="007A0406" w:rsidRPr="008571E2" w:rsidRDefault="007A0406" w:rsidP="007A0406">
      <w:pPr>
        <w:spacing w:line="276" w:lineRule="auto"/>
        <w:rPr>
          <w:color w:val="000000"/>
        </w:rPr>
      </w:pPr>
      <w:r w:rsidRPr="008571E2">
        <w:rPr>
          <w:color w:val="000000"/>
        </w:rPr>
        <w:t xml:space="preserve">als Wohnsitz diente: Clara Schumann (1819–1896), Klaviertrio g-Moll, erster Satz; </w:t>
      </w:r>
    </w:p>
    <w:p w14:paraId="00648256" w14:textId="77777777" w:rsidR="007A0406" w:rsidRPr="008571E2" w:rsidRDefault="007A0406" w:rsidP="007A0406">
      <w:pPr>
        <w:spacing w:line="276" w:lineRule="auto"/>
        <w:rPr>
          <w:color w:val="000000"/>
        </w:rPr>
      </w:pPr>
      <w:r w:rsidRPr="008571E2">
        <w:rPr>
          <w:color w:val="000000"/>
        </w:rPr>
        <w:t xml:space="preserve">Robert Schumann (1809–1856), Klavierquintett Es-Dur und </w:t>
      </w:r>
    </w:p>
    <w:p w14:paraId="2AE8CDCC" w14:textId="77777777" w:rsidR="007A0406" w:rsidRPr="008571E2" w:rsidRDefault="007A0406" w:rsidP="007A0406">
      <w:pPr>
        <w:spacing w:line="276" w:lineRule="auto"/>
        <w:rPr>
          <w:color w:val="000000"/>
        </w:rPr>
      </w:pPr>
      <w:r w:rsidRPr="008571E2">
        <w:rPr>
          <w:color w:val="000000"/>
        </w:rPr>
        <w:t>Johannes Brahms (1833–1897), Walzer für Klavier zu vier Händen.</w:t>
      </w:r>
    </w:p>
    <w:p w14:paraId="402BD990" w14:textId="77777777" w:rsidR="007A0406" w:rsidRPr="008571E2" w:rsidRDefault="007A0406" w:rsidP="007A0406">
      <w:pPr>
        <w:spacing w:line="276" w:lineRule="auto"/>
        <w:rPr>
          <w:color w:val="000000"/>
        </w:rPr>
      </w:pPr>
    </w:p>
    <w:p w14:paraId="6D4631FE" w14:textId="77777777" w:rsidR="007A0406" w:rsidRDefault="007A0406">
      <w:pPr>
        <w:spacing w:after="200" w:line="276" w:lineRule="auto"/>
        <w:rPr>
          <w:color w:val="000000"/>
        </w:rPr>
      </w:pPr>
      <w:r>
        <w:rPr>
          <w:color w:val="000000"/>
        </w:rPr>
        <w:br w:type="page"/>
      </w:r>
    </w:p>
    <w:p w14:paraId="38F8BE75" w14:textId="77777777" w:rsidR="007A0406" w:rsidRPr="008571E2" w:rsidRDefault="007A0406" w:rsidP="007A0406">
      <w:pPr>
        <w:spacing w:line="276" w:lineRule="auto"/>
        <w:rPr>
          <w:b/>
          <w:color w:val="000000"/>
        </w:rPr>
      </w:pPr>
      <w:r w:rsidRPr="008571E2">
        <w:rPr>
          <w:b/>
          <w:color w:val="000000"/>
        </w:rPr>
        <w:lastRenderedPageBreak/>
        <w:t>Mo. 16.04.2018</w:t>
      </w:r>
    </w:p>
    <w:p w14:paraId="39AF589C" w14:textId="77777777" w:rsidR="007A0406" w:rsidRPr="008571E2" w:rsidRDefault="007A0406" w:rsidP="007A0406">
      <w:pPr>
        <w:spacing w:line="276" w:lineRule="auto"/>
        <w:rPr>
          <w:color w:val="000000"/>
        </w:rPr>
      </w:pPr>
    </w:p>
    <w:p w14:paraId="16E724CD" w14:textId="77777777" w:rsidR="007A0406" w:rsidRPr="008571E2" w:rsidRDefault="007A0406" w:rsidP="007A0406">
      <w:pPr>
        <w:spacing w:line="276" w:lineRule="auto"/>
        <w:rPr>
          <w:b/>
          <w:color w:val="000000"/>
        </w:rPr>
      </w:pPr>
      <w:r w:rsidRPr="008571E2">
        <w:rPr>
          <w:b/>
          <w:color w:val="000000"/>
        </w:rPr>
        <w:t xml:space="preserve">Kann Stuttgart ‚cool‘ werden? </w:t>
      </w:r>
    </w:p>
    <w:p w14:paraId="3C7B94EE" w14:textId="77777777" w:rsidR="007A0406" w:rsidRPr="008571E2" w:rsidRDefault="007A0406" w:rsidP="007A0406">
      <w:pPr>
        <w:spacing w:line="276" w:lineRule="auto"/>
        <w:rPr>
          <w:b/>
          <w:color w:val="000000"/>
        </w:rPr>
      </w:pPr>
      <w:r w:rsidRPr="008571E2">
        <w:rPr>
          <w:b/>
          <w:color w:val="000000"/>
        </w:rPr>
        <w:t>Eine Stadtregion auf der Suche nach ihrer Identität</w:t>
      </w:r>
    </w:p>
    <w:p w14:paraId="6C0D3ABC" w14:textId="77777777" w:rsidR="007A0406" w:rsidRPr="008571E2" w:rsidRDefault="007A0406" w:rsidP="007A0406">
      <w:pPr>
        <w:spacing w:line="276" w:lineRule="auto"/>
        <w:rPr>
          <w:color w:val="000000"/>
        </w:rPr>
      </w:pPr>
      <w:r w:rsidRPr="008571E2">
        <w:rPr>
          <w:color w:val="000000"/>
        </w:rPr>
        <w:t>19 Uhr</w:t>
      </w:r>
    </w:p>
    <w:p w14:paraId="52933B0D" w14:textId="77777777" w:rsidR="007A0406" w:rsidRPr="008571E2" w:rsidRDefault="007A0406" w:rsidP="007A0406">
      <w:pPr>
        <w:spacing w:line="276" w:lineRule="auto"/>
        <w:rPr>
          <w:color w:val="000000"/>
        </w:rPr>
      </w:pPr>
      <w:r w:rsidRPr="008571E2">
        <w:rPr>
          <w:color w:val="000000"/>
        </w:rPr>
        <w:t>Gesprächsabend</w:t>
      </w:r>
    </w:p>
    <w:p w14:paraId="754D4C31" w14:textId="77777777" w:rsidR="007A0406" w:rsidRPr="008571E2" w:rsidRDefault="007A0406" w:rsidP="007A0406">
      <w:pPr>
        <w:spacing w:line="276" w:lineRule="auto"/>
        <w:rPr>
          <w:color w:val="000000"/>
        </w:rPr>
      </w:pPr>
      <w:r w:rsidRPr="008571E2">
        <w:rPr>
          <w:color w:val="000000"/>
        </w:rPr>
        <w:t xml:space="preserve">Mit Andreas Hofer, Intendant der Internationalen Bauausstellung 2027 </w:t>
      </w:r>
    </w:p>
    <w:p w14:paraId="3170F846" w14:textId="77777777" w:rsidR="007A0406" w:rsidRPr="008571E2" w:rsidRDefault="007A0406" w:rsidP="007A0406">
      <w:pPr>
        <w:spacing w:line="276" w:lineRule="auto"/>
        <w:rPr>
          <w:color w:val="000000"/>
        </w:rPr>
      </w:pPr>
      <w:r w:rsidRPr="008571E2">
        <w:rPr>
          <w:color w:val="000000"/>
        </w:rPr>
        <w:t xml:space="preserve">Prof. Fabienne </w:t>
      </w:r>
      <w:proofErr w:type="spellStart"/>
      <w:r w:rsidRPr="008571E2">
        <w:rPr>
          <w:color w:val="000000"/>
        </w:rPr>
        <w:t>Hoelzel</w:t>
      </w:r>
      <w:proofErr w:type="spellEnd"/>
      <w:r w:rsidRPr="008571E2">
        <w:rPr>
          <w:color w:val="000000"/>
        </w:rPr>
        <w:t>, Staatliche Akademie der Bildenden Künste Stuttgart</w:t>
      </w:r>
    </w:p>
    <w:p w14:paraId="55F174AA" w14:textId="77777777" w:rsidR="007A0406" w:rsidRPr="008571E2" w:rsidRDefault="007A0406" w:rsidP="007A0406">
      <w:pPr>
        <w:spacing w:line="276" w:lineRule="auto"/>
        <w:rPr>
          <w:color w:val="000000"/>
        </w:rPr>
      </w:pPr>
      <w:r w:rsidRPr="008571E2">
        <w:rPr>
          <w:color w:val="000000"/>
        </w:rPr>
        <w:t xml:space="preserve">Wie leben wir im digitalen und globalen Zeitalter? Auf diese Frage soll die Internationale Bauausstellung IBA 2027 ganz neue Antworten finden. </w:t>
      </w:r>
    </w:p>
    <w:p w14:paraId="2B15726E" w14:textId="77777777" w:rsidR="007A0406" w:rsidRPr="008571E2" w:rsidRDefault="007A0406" w:rsidP="007A0406">
      <w:pPr>
        <w:spacing w:line="276" w:lineRule="auto"/>
        <w:rPr>
          <w:color w:val="000000"/>
        </w:rPr>
      </w:pPr>
      <w:r w:rsidRPr="008571E2">
        <w:rPr>
          <w:color w:val="000000"/>
        </w:rPr>
        <w:t xml:space="preserve">Wohnen, Arbeiten, Mobilität, Kultur – es gilt alles zu hinterfragen und viele neue Ideen zu entwickeln. Andreas Hofer und Prof. Fabienne </w:t>
      </w:r>
      <w:proofErr w:type="spellStart"/>
      <w:r w:rsidRPr="008571E2">
        <w:rPr>
          <w:color w:val="000000"/>
        </w:rPr>
        <w:t>Hoelzel</w:t>
      </w:r>
      <w:proofErr w:type="spellEnd"/>
      <w:r w:rsidRPr="008571E2">
        <w:rPr>
          <w:color w:val="000000"/>
        </w:rPr>
        <w:t xml:space="preserve"> fragen sich im Gespräch: Wie wollen wir in Stuttgart und der Region künftig zusammenleben? </w:t>
      </w:r>
    </w:p>
    <w:p w14:paraId="70D3A32D" w14:textId="77777777" w:rsidR="007A0406" w:rsidRPr="008571E2" w:rsidRDefault="007A0406" w:rsidP="007A0406">
      <w:pPr>
        <w:spacing w:line="276" w:lineRule="auto"/>
        <w:rPr>
          <w:color w:val="000000"/>
        </w:rPr>
      </w:pPr>
      <w:r w:rsidRPr="008571E2">
        <w:rPr>
          <w:color w:val="000000"/>
        </w:rPr>
        <w:t xml:space="preserve">Und: „Kann Stuttgart ‚cool‘ werden?“ </w:t>
      </w:r>
    </w:p>
    <w:p w14:paraId="0227DE8D" w14:textId="77777777" w:rsidR="007A0406" w:rsidRDefault="007A0406" w:rsidP="007A0406">
      <w:pPr>
        <w:spacing w:line="276" w:lineRule="auto"/>
        <w:rPr>
          <w:color w:val="000000"/>
        </w:rPr>
      </w:pPr>
    </w:p>
    <w:p w14:paraId="4E917B99" w14:textId="77777777" w:rsidR="007A0406" w:rsidRPr="008571E2" w:rsidRDefault="007A0406" w:rsidP="007A0406">
      <w:pPr>
        <w:spacing w:line="276" w:lineRule="auto"/>
        <w:rPr>
          <w:color w:val="000000"/>
        </w:rPr>
      </w:pPr>
    </w:p>
    <w:p w14:paraId="3E3F7526" w14:textId="77777777" w:rsidR="007A0406" w:rsidRPr="008571E2" w:rsidRDefault="007A0406" w:rsidP="007A0406">
      <w:pPr>
        <w:spacing w:line="276" w:lineRule="auto"/>
        <w:rPr>
          <w:b/>
          <w:color w:val="000000"/>
        </w:rPr>
      </w:pPr>
      <w:r w:rsidRPr="008571E2">
        <w:rPr>
          <w:b/>
          <w:color w:val="000000"/>
        </w:rPr>
        <w:t>Di. 17.04.2018</w:t>
      </w:r>
    </w:p>
    <w:p w14:paraId="237E181C" w14:textId="77777777" w:rsidR="007A0406" w:rsidRPr="008571E2" w:rsidRDefault="007A0406" w:rsidP="007A0406">
      <w:pPr>
        <w:spacing w:line="276" w:lineRule="auto"/>
        <w:rPr>
          <w:color w:val="000000"/>
        </w:rPr>
      </w:pPr>
    </w:p>
    <w:p w14:paraId="376FB3D4" w14:textId="77777777" w:rsidR="007A0406" w:rsidRPr="008571E2" w:rsidRDefault="007A0406" w:rsidP="007A0406">
      <w:pPr>
        <w:spacing w:line="276" w:lineRule="auto"/>
        <w:rPr>
          <w:b/>
          <w:color w:val="000000"/>
        </w:rPr>
      </w:pPr>
      <w:r w:rsidRPr="008571E2">
        <w:rPr>
          <w:b/>
          <w:color w:val="000000"/>
        </w:rPr>
        <w:t>Stuttgarter Weg: Interkultureller Mythos oder Realität?</w:t>
      </w:r>
    </w:p>
    <w:p w14:paraId="535294B2" w14:textId="77777777" w:rsidR="007A0406" w:rsidRPr="008571E2" w:rsidRDefault="007A0406" w:rsidP="007A0406">
      <w:pPr>
        <w:spacing w:line="276" w:lineRule="auto"/>
        <w:rPr>
          <w:color w:val="000000"/>
        </w:rPr>
      </w:pPr>
      <w:r w:rsidRPr="008571E2">
        <w:rPr>
          <w:color w:val="000000"/>
        </w:rPr>
        <w:t>19 Uhr</w:t>
      </w:r>
    </w:p>
    <w:p w14:paraId="221F51D9" w14:textId="77777777" w:rsidR="007A0406" w:rsidRPr="008571E2" w:rsidRDefault="007A0406" w:rsidP="007A0406">
      <w:pPr>
        <w:spacing w:line="276" w:lineRule="auto"/>
        <w:rPr>
          <w:color w:val="000000"/>
        </w:rPr>
      </w:pPr>
      <w:r w:rsidRPr="008571E2">
        <w:rPr>
          <w:color w:val="000000"/>
        </w:rPr>
        <w:t>Gesprächsabend</w:t>
      </w:r>
    </w:p>
    <w:p w14:paraId="2693BBDD" w14:textId="77777777" w:rsidR="007A0406" w:rsidRPr="008571E2" w:rsidRDefault="007A0406" w:rsidP="007A0406">
      <w:pPr>
        <w:spacing w:line="276" w:lineRule="auto"/>
        <w:rPr>
          <w:color w:val="000000"/>
        </w:rPr>
      </w:pPr>
      <w:r w:rsidRPr="008571E2">
        <w:rPr>
          <w:color w:val="000000"/>
        </w:rPr>
        <w:t xml:space="preserve">Dr. </w:t>
      </w:r>
      <w:proofErr w:type="spellStart"/>
      <w:r w:rsidRPr="008571E2">
        <w:rPr>
          <w:color w:val="000000"/>
        </w:rPr>
        <w:t>Dolgor</w:t>
      </w:r>
      <w:proofErr w:type="spellEnd"/>
      <w:r w:rsidRPr="008571E2">
        <w:rPr>
          <w:color w:val="000000"/>
        </w:rPr>
        <w:t xml:space="preserve"> </w:t>
      </w:r>
      <w:proofErr w:type="spellStart"/>
      <w:r w:rsidRPr="008571E2">
        <w:rPr>
          <w:color w:val="000000"/>
        </w:rPr>
        <w:t>Guntsetseg</w:t>
      </w:r>
      <w:proofErr w:type="spellEnd"/>
      <w:r w:rsidRPr="008571E2">
        <w:rPr>
          <w:color w:val="000000"/>
        </w:rPr>
        <w:t xml:space="preserve">, Vorstand Forum der Kulturen </w:t>
      </w:r>
    </w:p>
    <w:p w14:paraId="0C9AD273" w14:textId="77777777" w:rsidR="007A0406" w:rsidRPr="008571E2" w:rsidRDefault="007A0406" w:rsidP="007A0406">
      <w:pPr>
        <w:spacing w:line="276" w:lineRule="auto"/>
        <w:rPr>
          <w:color w:val="000000"/>
        </w:rPr>
      </w:pPr>
      <w:proofErr w:type="spellStart"/>
      <w:r w:rsidRPr="008571E2">
        <w:rPr>
          <w:color w:val="000000"/>
        </w:rPr>
        <w:t>Gökay</w:t>
      </w:r>
      <w:proofErr w:type="spellEnd"/>
      <w:r w:rsidRPr="008571E2">
        <w:rPr>
          <w:color w:val="000000"/>
        </w:rPr>
        <w:t xml:space="preserve"> </w:t>
      </w:r>
      <w:proofErr w:type="spellStart"/>
      <w:r w:rsidRPr="008571E2">
        <w:rPr>
          <w:color w:val="000000"/>
        </w:rPr>
        <w:t>Sofuoglu</w:t>
      </w:r>
      <w:proofErr w:type="spellEnd"/>
      <w:r w:rsidRPr="008571E2">
        <w:rPr>
          <w:color w:val="000000"/>
        </w:rPr>
        <w:t>, Türkische Gemeinde Deutschland</w:t>
      </w:r>
    </w:p>
    <w:p w14:paraId="2A882BFE" w14:textId="77777777" w:rsidR="007A0406" w:rsidRPr="008571E2" w:rsidRDefault="007A0406" w:rsidP="007A0406">
      <w:pPr>
        <w:spacing w:line="276" w:lineRule="auto"/>
        <w:rPr>
          <w:color w:val="000000"/>
        </w:rPr>
      </w:pPr>
      <w:r w:rsidRPr="008571E2">
        <w:rPr>
          <w:color w:val="000000"/>
        </w:rPr>
        <w:t xml:space="preserve">Raif </w:t>
      </w:r>
      <w:proofErr w:type="spellStart"/>
      <w:r w:rsidRPr="008571E2">
        <w:rPr>
          <w:color w:val="000000"/>
        </w:rPr>
        <w:t>Soyer</w:t>
      </w:r>
      <w:proofErr w:type="spellEnd"/>
      <w:r w:rsidRPr="008571E2">
        <w:rPr>
          <w:color w:val="000000"/>
        </w:rPr>
        <w:t xml:space="preserve">, Agentur </w:t>
      </w:r>
      <w:proofErr w:type="spellStart"/>
      <w:r w:rsidRPr="008571E2">
        <w:rPr>
          <w:color w:val="000000"/>
        </w:rPr>
        <w:t>redpublic</w:t>
      </w:r>
      <w:proofErr w:type="spellEnd"/>
    </w:p>
    <w:p w14:paraId="450C7B2D" w14:textId="77777777" w:rsidR="007A0406" w:rsidRPr="008571E2" w:rsidRDefault="007A0406" w:rsidP="007A0406">
      <w:pPr>
        <w:spacing w:line="276" w:lineRule="auto"/>
        <w:rPr>
          <w:color w:val="000000"/>
        </w:rPr>
      </w:pPr>
      <w:r w:rsidRPr="008571E2">
        <w:rPr>
          <w:color w:val="000000"/>
        </w:rPr>
        <w:t xml:space="preserve">Gari </w:t>
      </w:r>
      <w:proofErr w:type="spellStart"/>
      <w:r w:rsidRPr="008571E2">
        <w:rPr>
          <w:color w:val="000000"/>
        </w:rPr>
        <w:t>Pavkovic</w:t>
      </w:r>
      <w:proofErr w:type="spellEnd"/>
      <w:r w:rsidRPr="008571E2">
        <w:rPr>
          <w:color w:val="000000"/>
        </w:rPr>
        <w:t>, Abteilung Integrationspolitik der Landeshauptstadt Stuttgart</w:t>
      </w:r>
    </w:p>
    <w:p w14:paraId="0ADE4744" w14:textId="77777777" w:rsidR="007A0406" w:rsidRPr="008571E2" w:rsidRDefault="007A0406" w:rsidP="007A0406">
      <w:pPr>
        <w:spacing w:line="276" w:lineRule="auto"/>
        <w:rPr>
          <w:color w:val="000000"/>
        </w:rPr>
      </w:pPr>
      <w:r w:rsidRPr="008571E2">
        <w:rPr>
          <w:color w:val="000000"/>
        </w:rPr>
        <w:t xml:space="preserve">Moderation: Anna </w:t>
      </w:r>
      <w:proofErr w:type="spellStart"/>
      <w:r w:rsidRPr="008571E2">
        <w:rPr>
          <w:color w:val="000000"/>
        </w:rPr>
        <w:t>Koktsidou</w:t>
      </w:r>
      <w:proofErr w:type="spellEnd"/>
      <w:r w:rsidRPr="008571E2">
        <w:rPr>
          <w:color w:val="000000"/>
        </w:rPr>
        <w:t xml:space="preserve">, SWR </w:t>
      </w:r>
    </w:p>
    <w:p w14:paraId="0C60ADFC" w14:textId="77777777" w:rsidR="007A0406" w:rsidRPr="008571E2" w:rsidRDefault="007A0406" w:rsidP="007A0406">
      <w:pPr>
        <w:spacing w:line="276" w:lineRule="auto"/>
        <w:rPr>
          <w:color w:val="000000"/>
        </w:rPr>
      </w:pPr>
      <w:r w:rsidRPr="008571E2">
        <w:rPr>
          <w:color w:val="000000"/>
        </w:rPr>
        <w:t xml:space="preserve">Die Landeshauptstadt hat mit dem „Stuttgarter Weg“ eine eigene besondere Strategie bei der Integration ihrer Mitbürger beschritten. Ihr Credo: Alle Menschen, </w:t>
      </w:r>
    </w:p>
    <w:p w14:paraId="73FF4B73" w14:textId="77777777" w:rsidR="007A0406" w:rsidRPr="008571E2" w:rsidRDefault="007A0406" w:rsidP="007A0406">
      <w:pPr>
        <w:spacing w:line="276" w:lineRule="auto"/>
        <w:rPr>
          <w:color w:val="000000"/>
        </w:rPr>
      </w:pPr>
      <w:r w:rsidRPr="008571E2">
        <w:rPr>
          <w:color w:val="000000"/>
        </w:rPr>
        <w:t xml:space="preserve">die hier leben sind Stuttgarterinnen und Stuttgarter, ganz egal woher sie kommen. </w:t>
      </w:r>
    </w:p>
    <w:p w14:paraId="23FE6FBE" w14:textId="77777777" w:rsidR="007A0406" w:rsidRPr="008571E2" w:rsidRDefault="007A0406" w:rsidP="007A0406">
      <w:pPr>
        <w:spacing w:line="276" w:lineRule="auto"/>
        <w:rPr>
          <w:color w:val="000000"/>
        </w:rPr>
      </w:pPr>
      <w:r w:rsidRPr="008571E2">
        <w:rPr>
          <w:color w:val="000000"/>
        </w:rPr>
        <w:t xml:space="preserve">Auf dem Podium diskutieren Wegbereiter des Stuttgarter Modells sowie Bürgerinnen und Bürger darüber, welche Bedeutung ein Migrationshintergrund für den </w:t>
      </w:r>
    </w:p>
    <w:p w14:paraId="73119454" w14:textId="77777777" w:rsidR="007A0406" w:rsidRPr="008571E2" w:rsidRDefault="007A0406" w:rsidP="007A0406">
      <w:pPr>
        <w:spacing w:line="276" w:lineRule="auto"/>
        <w:rPr>
          <w:color w:val="000000"/>
        </w:rPr>
      </w:pPr>
      <w:r w:rsidRPr="008571E2">
        <w:rPr>
          <w:color w:val="000000"/>
        </w:rPr>
        <w:t xml:space="preserve">Einzelnen hat. Im Fokus stehen die persönlichen Geschichten: Was macht es heute </w:t>
      </w:r>
    </w:p>
    <w:p w14:paraId="04743F39" w14:textId="77777777" w:rsidR="007A0406" w:rsidRPr="008571E2" w:rsidRDefault="007A0406" w:rsidP="007A0406">
      <w:pPr>
        <w:spacing w:line="276" w:lineRule="auto"/>
        <w:rPr>
          <w:color w:val="000000"/>
        </w:rPr>
      </w:pPr>
      <w:r w:rsidRPr="008571E2">
        <w:rPr>
          <w:color w:val="000000"/>
        </w:rPr>
        <w:t xml:space="preserve">aus ein Stuttgarter oder eine Stuttgarterin zu sein? </w:t>
      </w:r>
    </w:p>
    <w:p w14:paraId="7AAA25FA" w14:textId="77777777" w:rsidR="007A0406" w:rsidRPr="008571E2" w:rsidRDefault="007A0406" w:rsidP="007A0406">
      <w:pPr>
        <w:spacing w:line="276" w:lineRule="auto"/>
        <w:rPr>
          <w:i/>
          <w:color w:val="000000"/>
        </w:rPr>
      </w:pPr>
    </w:p>
    <w:p w14:paraId="6C7FD178" w14:textId="77777777" w:rsidR="007A0406" w:rsidRPr="008571E2" w:rsidRDefault="007A0406" w:rsidP="007A0406">
      <w:pPr>
        <w:spacing w:line="276" w:lineRule="auto"/>
        <w:rPr>
          <w:color w:val="000000"/>
        </w:rPr>
      </w:pPr>
    </w:p>
    <w:p w14:paraId="7E93C6ED" w14:textId="77777777" w:rsidR="007A0406" w:rsidRPr="008571E2" w:rsidRDefault="007A0406" w:rsidP="007A0406">
      <w:pPr>
        <w:spacing w:line="276" w:lineRule="auto"/>
        <w:rPr>
          <w:b/>
          <w:color w:val="000000"/>
        </w:rPr>
      </w:pPr>
      <w:r w:rsidRPr="008571E2">
        <w:rPr>
          <w:b/>
          <w:color w:val="000000"/>
        </w:rPr>
        <w:t>Mi. 18.04.2018</w:t>
      </w:r>
    </w:p>
    <w:p w14:paraId="06436651" w14:textId="77777777" w:rsidR="007A0406" w:rsidRPr="008571E2" w:rsidRDefault="007A0406" w:rsidP="007A0406">
      <w:pPr>
        <w:spacing w:line="276" w:lineRule="auto"/>
        <w:rPr>
          <w:color w:val="000000"/>
        </w:rPr>
      </w:pPr>
    </w:p>
    <w:p w14:paraId="62B8DA69" w14:textId="77777777" w:rsidR="007A0406" w:rsidRPr="008571E2" w:rsidRDefault="007A0406" w:rsidP="007A0406">
      <w:pPr>
        <w:spacing w:line="276" w:lineRule="auto"/>
        <w:rPr>
          <w:b/>
          <w:color w:val="000000"/>
        </w:rPr>
      </w:pPr>
      <w:r w:rsidRPr="008571E2">
        <w:rPr>
          <w:b/>
          <w:color w:val="000000"/>
        </w:rPr>
        <w:t>Stuttgart und sein VfB</w:t>
      </w:r>
    </w:p>
    <w:p w14:paraId="689FD5B1" w14:textId="77777777" w:rsidR="007A0406" w:rsidRPr="008571E2" w:rsidRDefault="007A0406" w:rsidP="007A0406">
      <w:pPr>
        <w:spacing w:line="276" w:lineRule="auto"/>
        <w:rPr>
          <w:color w:val="000000"/>
        </w:rPr>
      </w:pPr>
      <w:r w:rsidRPr="008571E2">
        <w:rPr>
          <w:color w:val="000000"/>
        </w:rPr>
        <w:t>19 Uhr</w:t>
      </w:r>
    </w:p>
    <w:p w14:paraId="56D5E88D" w14:textId="77777777" w:rsidR="007A0406" w:rsidRPr="008571E2" w:rsidRDefault="007A0406" w:rsidP="007A0406">
      <w:pPr>
        <w:spacing w:line="276" w:lineRule="auto"/>
        <w:rPr>
          <w:color w:val="000000"/>
        </w:rPr>
      </w:pPr>
      <w:r w:rsidRPr="008571E2">
        <w:rPr>
          <w:color w:val="000000"/>
        </w:rPr>
        <w:t>Gesprächsabend</w:t>
      </w:r>
    </w:p>
    <w:p w14:paraId="67474FB9" w14:textId="77777777" w:rsidR="007A0406" w:rsidRPr="008571E2" w:rsidRDefault="007A0406" w:rsidP="007A0406">
      <w:pPr>
        <w:spacing w:line="276" w:lineRule="auto"/>
        <w:rPr>
          <w:color w:val="000000"/>
        </w:rPr>
      </w:pPr>
      <w:r w:rsidRPr="008571E2">
        <w:rPr>
          <w:color w:val="000000"/>
        </w:rPr>
        <w:t>Die Ausstellung „Stuttgarter Stadtgeschichten“ zeigt unterschiedliche Ansätze sich mit seiner Heimatstadt zu identifizieren. Für viele besonders wichtig: der VfB Stuttgart.</w:t>
      </w:r>
    </w:p>
    <w:p w14:paraId="35CA58A1" w14:textId="77777777" w:rsidR="007A0406" w:rsidRPr="008571E2" w:rsidRDefault="007A0406" w:rsidP="007A0406">
      <w:pPr>
        <w:spacing w:line="276" w:lineRule="auto"/>
        <w:rPr>
          <w:color w:val="000000"/>
        </w:rPr>
      </w:pPr>
      <w:r w:rsidRPr="008571E2">
        <w:rPr>
          <w:color w:val="000000"/>
        </w:rPr>
        <w:lastRenderedPageBreak/>
        <w:t xml:space="preserve">Das Podiumsgespräch versteht sich als Fortsetzung der musealen Erzählung und fragt nach der Bedeutung des VfB Stuttgart für die Stadt. Die Gäste, darunter aktuelle und ehemalige Profis, Funktionäre und Fans, erzählen von ihren </w:t>
      </w:r>
    </w:p>
    <w:p w14:paraId="2EB6EBF6" w14:textId="77777777" w:rsidR="007A0406" w:rsidRPr="008571E2" w:rsidRDefault="007A0406" w:rsidP="007A0406">
      <w:pPr>
        <w:spacing w:line="276" w:lineRule="auto"/>
        <w:rPr>
          <w:color w:val="000000"/>
        </w:rPr>
      </w:pPr>
      <w:r w:rsidRPr="008571E2">
        <w:rPr>
          <w:color w:val="000000"/>
        </w:rPr>
        <w:t xml:space="preserve">ganz persönliche Perspektiven auf den Verein und verraten wie wichtig der Fußball </w:t>
      </w:r>
    </w:p>
    <w:p w14:paraId="3A86FD2E" w14:textId="77777777" w:rsidR="007A0406" w:rsidRPr="008571E2" w:rsidRDefault="007A0406" w:rsidP="007A0406">
      <w:pPr>
        <w:spacing w:line="276" w:lineRule="auto"/>
        <w:rPr>
          <w:color w:val="000000"/>
        </w:rPr>
      </w:pPr>
      <w:r w:rsidRPr="008571E2">
        <w:rPr>
          <w:color w:val="000000"/>
        </w:rPr>
        <w:t xml:space="preserve">für die Identifizierung mit Stuttgart als Heimat ist. </w:t>
      </w:r>
    </w:p>
    <w:p w14:paraId="67ABAC1E" w14:textId="77777777" w:rsidR="007A0406" w:rsidRPr="008571E2" w:rsidRDefault="007A0406" w:rsidP="007A0406">
      <w:pPr>
        <w:spacing w:line="276" w:lineRule="auto"/>
        <w:rPr>
          <w:color w:val="000000"/>
        </w:rPr>
      </w:pPr>
    </w:p>
    <w:p w14:paraId="3FF6F602" w14:textId="77777777" w:rsidR="007A0406" w:rsidRPr="008571E2" w:rsidRDefault="007A0406" w:rsidP="007A0406">
      <w:pPr>
        <w:spacing w:line="276" w:lineRule="auto"/>
        <w:rPr>
          <w:color w:val="000000"/>
        </w:rPr>
      </w:pPr>
    </w:p>
    <w:p w14:paraId="00486EEA" w14:textId="77777777" w:rsidR="007A0406" w:rsidRPr="008571E2" w:rsidRDefault="007A0406" w:rsidP="007A0406">
      <w:pPr>
        <w:spacing w:line="276" w:lineRule="auto"/>
        <w:rPr>
          <w:b/>
          <w:color w:val="000000"/>
        </w:rPr>
      </w:pPr>
      <w:r w:rsidRPr="008571E2">
        <w:rPr>
          <w:b/>
          <w:color w:val="000000"/>
        </w:rPr>
        <w:t xml:space="preserve">Do. 19.04.2018 </w:t>
      </w:r>
    </w:p>
    <w:p w14:paraId="75D3C5B8" w14:textId="77777777" w:rsidR="007A0406" w:rsidRPr="008571E2" w:rsidRDefault="007A0406" w:rsidP="007A0406">
      <w:pPr>
        <w:spacing w:line="276" w:lineRule="auto"/>
        <w:rPr>
          <w:color w:val="000000"/>
        </w:rPr>
      </w:pPr>
    </w:p>
    <w:p w14:paraId="58552552" w14:textId="77777777" w:rsidR="007A0406" w:rsidRPr="008571E2" w:rsidRDefault="007A0406" w:rsidP="007A0406">
      <w:pPr>
        <w:spacing w:line="276" w:lineRule="auto"/>
        <w:rPr>
          <w:b/>
          <w:color w:val="000000"/>
        </w:rPr>
      </w:pPr>
      <w:r w:rsidRPr="008571E2">
        <w:rPr>
          <w:b/>
          <w:color w:val="000000"/>
        </w:rPr>
        <w:t xml:space="preserve">The </w:t>
      </w:r>
      <w:proofErr w:type="spellStart"/>
      <w:r w:rsidRPr="008571E2">
        <w:rPr>
          <w:b/>
          <w:color w:val="000000"/>
        </w:rPr>
        <w:t>making-of</w:t>
      </w:r>
      <w:proofErr w:type="spellEnd"/>
      <w:r w:rsidRPr="008571E2">
        <w:rPr>
          <w:b/>
          <w:color w:val="000000"/>
        </w:rPr>
        <w:t xml:space="preserve"> – Die Ausstellung im </w:t>
      </w:r>
      <w:proofErr w:type="spellStart"/>
      <w:r w:rsidR="00B25ACC">
        <w:rPr>
          <w:b/>
          <w:color w:val="000000"/>
        </w:rPr>
        <w:t>StadtPalais</w:t>
      </w:r>
      <w:proofErr w:type="spellEnd"/>
      <w:r w:rsidRPr="008571E2">
        <w:rPr>
          <w:b/>
          <w:color w:val="000000"/>
        </w:rPr>
        <w:t xml:space="preserve"> entsteht</w:t>
      </w:r>
    </w:p>
    <w:p w14:paraId="55859E38" w14:textId="77777777" w:rsidR="007A0406" w:rsidRPr="008571E2" w:rsidRDefault="007A0406" w:rsidP="007A0406">
      <w:pPr>
        <w:spacing w:line="276" w:lineRule="auto"/>
        <w:rPr>
          <w:color w:val="000000"/>
        </w:rPr>
      </w:pPr>
      <w:r w:rsidRPr="008571E2">
        <w:rPr>
          <w:color w:val="000000"/>
        </w:rPr>
        <w:t>19 Uhr</w:t>
      </w:r>
    </w:p>
    <w:p w14:paraId="0213A59C" w14:textId="77777777" w:rsidR="007A0406" w:rsidRPr="008571E2" w:rsidRDefault="007A0406" w:rsidP="007A0406">
      <w:pPr>
        <w:spacing w:line="276" w:lineRule="auto"/>
        <w:rPr>
          <w:color w:val="000000"/>
        </w:rPr>
      </w:pPr>
      <w:r w:rsidRPr="008571E2">
        <w:rPr>
          <w:color w:val="000000"/>
        </w:rPr>
        <w:t>Gesprächsabend</w:t>
      </w:r>
    </w:p>
    <w:p w14:paraId="46C50E4A" w14:textId="77777777" w:rsidR="007A0406" w:rsidRPr="008571E2" w:rsidRDefault="007A0406" w:rsidP="007A0406">
      <w:pPr>
        <w:spacing w:line="276" w:lineRule="auto"/>
        <w:rPr>
          <w:color w:val="000000"/>
        </w:rPr>
      </w:pPr>
      <w:r w:rsidRPr="008571E2">
        <w:rPr>
          <w:color w:val="000000"/>
        </w:rPr>
        <w:t>Mit Dr. Edith Neumann, Museum für Stuttgart</w:t>
      </w:r>
    </w:p>
    <w:p w14:paraId="10C204B4" w14:textId="77777777" w:rsidR="007A0406" w:rsidRPr="008571E2" w:rsidRDefault="007A0406" w:rsidP="007A0406">
      <w:pPr>
        <w:spacing w:line="276" w:lineRule="auto"/>
        <w:rPr>
          <w:color w:val="000000"/>
        </w:rPr>
      </w:pPr>
      <w:r w:rsidRPr="008571E2">
        <w:rPr>
          <w:color w:val="000000"/>
        </w:rPr>
        <w:t xml:space="preserve">Ingo </w:t>
      </w:r>
      <w:proofErr w:type="spellStart"/>
      <w:r w:rsidRPr="008571E2">
        <w:rPr>
          <w:color w:val="000000"/>
        </w:rPr>
        <w:t>Zirngibl</w:t>
      </w:r>
      <w:proofErr w:type="spellEnd"/>
      <w:r w:rsidRPr="008571E2">
        <w:rPr>
          <w:color w:val="000000"/>
        </w:rPr>
        <w:t xml:space="preserve">, </w:t>
      </w:r>
      <w:proofErr w:type="spellStart"/>
      <w:r w:rsidRPr="008571E2">
        <w:rPr>
          <w:color w:val="000000"/>
        </w:rPr>
        <w:t>Gestalterbüro</w:t>
      </w:r>
      <w:proofErr w:type="spellEnd"/>
      <w:r w:rsidRPr="008571E2">
        <w:rPr>
          <w:color w:val="000000"/>
        </w:rPr>
        <w:t xml:space="preserve"> </w:t>
      </w:r>
      <w:proofErr w:type="spellStart"/>
      <w:r w:rsidRPr="008571E2">
        <w:rPr>
          <w:color w:val="000000"/>
        </w:rPr>
        <w:t>Jangled</w:t>
      </w:r>
      <w:proofErr w:type="spellEnd"/>
      <w:r w:rsidRPr="008571E2">
        <w:rPr>
          <w:color w:val="000000"/>
        </w:rPr>
        <w:t xml:space="preserve"> </w:t>
      </w:r>
      <w:proofErr w:type="spellStart"/>
      <w:r w:rsidRPr="008571E2">
        <w:rPr>
          <w:color w:val="000000"/>
        </w:rPr>
        <w:t>Nerves</w:t>
      </w:r>
      <w:proofErr w:type="spellEnd"/>
    </w:p>
    <w:p w14:paraId="7E3B335F" w14:textId="77777777" w:rsidR="007A0406" w:rsidRPr="008571E2" w:rsidRDefault="007A0406" w:rsidP="007A0406">
      <w:pPr>
        <w:spacing w:line="276" w:lineRule="auto"/>
        <w:rPr>
          <w:color w:val="000000"/>
        </w:rPr>
      </w:pPr>
      <w:r w:rsidRPr="008571E2">
        <w:rPr>
          <w:color w:val="000000"/>
        </w:rPr>
        <w:t xml:space="preserve">Zusammen mit einem der Geschäftsführer von </w:t>
      </w:r>
      <w:proofErr w:type="spellStart"/>
      <w:r w:rsidRPr="008571E2">
        <w:rPr>
          <w:color w:val="000000"/>
        </w:rPr>
        <w:t>Jangled</w:t>
      </w:r>
      <w:proofErr w:type="spellEnd"/>
      <w:r w:rsidRPr="008571E2">
        <w:rPr>
          <w:color w:val="000000"/>
        </w:rPr>
        <w:t xml:space="preserve"> </w:t>
      </w:r>
      <w:proofErr w:type="spellStart"/>
      <w:r w:rsidRPr="008571E2">
        <w:rPr>
          <w:color w:val="000000"/>
        </w:rPr>
        <w:t>Nerves</w:t>
      </w:r>
      <w:proofErr w:type="spellEnd"/>
      <w:r w:rsidRPr="008571E2">
        <w:rPr>
          <w:color w:val="000000"/>
        </w:rPr>
        <w:t xml:space="preserve">, Ingo </w:t>
      </w:r>
      <w:proofErr w:type="spellStart"/>
      <w:r w:rsidRPr="008571E2">
        <w:rPr>
          <w:color w:val="000000"/>
        </w:rPr>
        <w:t>Zirngibl</w:t>
      </w:r>
      <w:proofErr w:type="spellEnd"/>
      <w:r w:rsidRPr="008571E2">
        <w:rPr>
          <w:color w:val="000000"/>
        </w:rPr>
        <w:t xml:space="preserve">, </w:t>
      </w:r>
    </w:p>
    <w:p w14:paraId="402EB661" w14:textId="77777777" w:rsidR="007A0406" w:rsidRPr="008571E2" w:rsidRDefault="007A0406" w:rsidP="007A0406">
      <w:pPr>
        <w:spacing w:line="276" w:lineRule="auto"/>
        <w:rPr>
          <w:color w:val="000000"/>
        </w:rPr>
      </w:pPr>
      <w:r w:rsidRPr="008571E2">
        <w:rPr>
          <w:color w:val="000000"/>
        </w:rPr>
        <w:t>gewährt die Leiterin der Sammlung, Dr. Edith Neumann, an diesem Abend einen Einblick in die Entstehung und das spannende Ergebnis.</w:t>
      </w:r>
    </w:p>
    <w:p w14:paraId="5B176C3F" w14:textId="77777777" w:rsidR="007A0406" w:rsidRDefault="007A0406" w:rsidP="007A0406">
      <w:pPr>
        <w:spacing w:line="276" w:lineRule="auto"/>
        <w:rPr>
          <w:color w:val="000000"/>
        </w:rPr>
      </w:pPr>
    </w:p>
    <w:p w14:paraId="2CA091E4" w14:textId="77777777" w:rsidR="007A0406" w:rsidRPr="008571E2" w:rsidRDefault="007A0406" w:rsidP="007A0406">
      <w:pPr>
        <w:spacing w:line="276" w:lineRule="auto"/>
        <w:rPr>
          <w:color w:val="000000"/>
        </w:rPr>
      </w:pPr>
    </w:p>
    <w:p w14:paraId="2709ABF9" w14:textId="77777777" w:rsidR="007A0406" w:rsidRPr="008571E2" w:rsidRDefault="007A0406" w:rsidP="007A0406">
      <w:pPr>
        <w:spacing w:line="276" w:lineRule="auto"/>
        <w:rPr>
          <w:b/>
          <w:color w:val="000000"/>
        </w:rPr>
      </w:pPr>
      <w:r w:rsidRPr="008571E2">
        <w:rPr>
          <w:b/>
          <w:color w:val="000000"/>
        </w:rPr>
        <w:t>Fr. 20.04.2018</w:t>
      </w:r>
    </w:p>
    <w:p w14:paraId="3917489F" w14:textId="77777777" w:rsidR="007A0406" w:rsidRPr="008571E2" w:rsidRDefault="007A0406" w:rsidP="007A0406">
      <w:pPr>
        <w:spacing w:line="276" w:lineRule="auto"/>
        <w:rPr>
          <w:color w:val="000000"/>
        </w:rPr>
      </w:pPr>
    </w:p>
    <w:p w14:paraId="4D49DB72" w14:textId="77777777" w:rsidR="007A0406" w:rsidRPr="008571E2" w:rsidRDefault="007A0406" w:rsidP="007A0406">
      <w:pPr>
        <w:spacing w:line="276" w:lineRule="auto"/>
        <w:rPr>
          <w:b/>
          <w:color w:val="000000"/>
        </w:rPr>
      </w:pPr>
      <w:r w:rsidRPr="008571E2">
        <w:rPr>
          <w:b/>
          <w:color w:val="000000"/>
        </w:rPr>
        <w:t xml:space="preserve">Sound </w:t>
      </w:r>
      <w:proofErr w:type="spellStart"/>
      <w:r w:rsidRPr="008571E2">
        <w:rPr>
          <w:b/>
          <w:color w:val="000000"/>
        </w:rPr>
        <w:t>of</w:t>
      </w:r>
      <w:proofErr w:type="spellEnd"/>
      <w:r w:rsidRPr="008571E2">
        <w:rPr>
          <w:b/>
          <w:color w:val="000000"/>
        </w:rPr>
        <w:t xml:space="preserve"> SOKO Stuttgart: Ton ab! </w:t>
      </w:r>
    </w:p>
    <w:p w14:paraId="25747C88" w14:textId="77777777" w:rsidR="007A0406" w:rsidRPr="008571E2" w:rsidRDefault="007A0406" w:rsidP="007A0406">
      <w:pPr>
        <w:spacing w:line="276" w:lineRule="auto"/>
        <w:rPr>
          <w:color w:val="000000"/>
        </w:rPr>
      </w:pPr>
      <w:r w:rsidRPr="008571E2">
        <w:rPr>
          <w:color w:val="000000"/>
        </w:rPr>
        <w:t>19 Uhr</w:t>
      </w:r>
    </w:p>
    <w:p w14:paraId="00DA3844" w14:textId="77777777" w:rsidR="007A0406" w:rsidRPr="008571E2" w:rsidRDefault="007A0406" w:rsidP="007A0406">
      <w:pPr>
        <w:spacing w:line="276" w:lineRule="auto"/>
        <w:rPr>
          <w:color w:val="000000"/>
        </w:rPr>
      </w:pPr>
      <w:r w:rsidRPr="008571E2">
        <w:rPr>
          <w:color w:val="000000"/>
        </w:rPr>
        <w:t>Gesprächsrunde mit Sound-Aktion</w:t>
      </w:r>
    </w:p>
    <w:p w14:paraId="4EAD276C" w14:textId="77777777" w:rsidR="007A0406" w:rsidRPr="008571E2" w:rsidRDefault="007A0406" w:rsidP="007A0406">
      <w:pPr>
        <w:spacing w:line="276" w:lineRule="auto"/>
        <w:rPr>
          <w:color w:val="000000"/>
        </w:rPr>
      </w:pPr>
      <w:r w:rsidRPr="008571E2">
        <w:rPr>
          <w:color w:val="000000"/>
        </w:rPr>
        <w:t>Mit Schauspielern der ZDF-Krimi-Serie „</w:t>
      </w:r>
      <w:proofErr w:type="spellStart"/>
      <w:r w:rsidRPr="008571E2">
        <w:rPr>
          <w:color w:val="000000"/>
        </w:rPr>
        <w:t>Soko</w:t>
      </w:r>
      <w:proofErr w:type="spellEnd"/>
      <w:r w:rsidRPr="008571E2">
        <w:rPr>
          <w:color w:val="000000"/>
        </w:rPr>
        <w:t xml:space="preserve"> Stuttgart“, unter anderem mit Michael </w:t>
      </w:r>
      <w:proofErr w:type="spellStart"/>
      <w:r w:rsidRPr="008571E2">
        <w:rPr>
          <w:color w:val="000000"/>
        </w:rPr>
        <w:t>Gaedt</w:t>
      </w:r>
      <w:proofErr w:type="spellEnd"/>
      <w:r w:rsidRPr="008571E2">
        <w:rPr>
          <w:color w:val="000000"/>
        </w:rPr>
        <w:t xml:space="preserve"> (Schauspieler), dem Sounddesigner Andreas </w:t>
      </w:r>
      <w:proofErr w:type="spellStart"/>
      <w:r w:rsidRPr="008571E2">
        <w:rPr>
          <w:color w:val="000000"/>
        </w:rPr>
        <w:t>Knüpfer</w:t>
      </w:r>
      <w:proofErr w:type="spellEnd"/>
      <w:r w:rsidRPr="008571E2">
        <w:rPr>
          <w:color w:val="000000"/>
        </w:rPr>
        <w:t xml:space="preserve"> (</w:t>
      </w:r>
      <w:proofErr w:type="spellStart"/>
      <w:r w:rsidRPr="008571E2">
        <w:rPr>
          <w:color w:val="000000"/>
        </w:rPr>
        <w:t>AKproductions</w:t>
      </w:r>
      <w:proofErr w:type="spellEnd"/>
      <w:r w:rsidRPr="008571E2">
        <w:rPr>
          <w:color w:val="000000"/>
        </w:rPr>
        <w:t xml:space="preserve">) </w:t>
      </w:r>
    </w:p>
    <w:p w14:paraId="63CE4635" w14:textId="77777777" w:rsidR="007A0406" w:rsidRPr="008571E2" w:rsidRDefault="007A0406" w:rsidP="007A0406">
      <w:pPr>
        <w:spacing w:line="276" w:lineRule="auto"/>
        <w:rPr>
          <w:color w:val="000000"/>
        </w:rPr>
      </w:pPr>
      <w:r w:rsidRPr="008571E2">
        <w:rPr>
          <w:color w:val="000000"/>
        </w:rPr>
        <w:t>und Nicole C. Buck (Producerin).</w:t>
      </w:r>
    </w:p>
    <w:p w14:paraId="7B683ABD" w14:textId="77777777" w:rsidR="007A0406" w:rsidRPr="008571E2" w:rsidRDefault="007A0406" w:rsidP="007A0406">
      <w:pPr>
        <w:spacing w:line="276" w:lineRule="auto"/>
        <w:rPr>
          <w:color w:val="000000"/>
        </w:rPr>
      </w:pPr>
      <w:r w:rsidRPr="008571E2">
        <w:rPr>
          <w:color w:val="000000"/>
        </w:rPr>
        <w:t>Die Schauspieler der ZDF-Serie „</w:t>
      </w:r>
      <w:proofErr w:type="spellStart"/>
      <w:r w:rsidRPr="008571E2">
        <w:rPr>
          <w:color w:val="000000"/>
        </w:rPr>
        <w:t>Soko</w:t>
      </w:r>
      <w:proofErr w:type="spellEnd"/>
      <w:r w:rsidRPr="008571E2">
        <w:rPr>
          <w:color w:val="000000"/>
        </w:rPr>
        <w:t xml:space="preserve"> Stuttgart“ (Bavaria Fiction GmbH) und Sounddesigner Andreas </w:t>
      </w:r>
      <w:proofErr w:type="spellStart"/>
      <w:r w:rsidRPr="008571E2">
        <w:rPr>
          <w:color w:val="000000"/>
        </w:rPr>
        <w:t>Knüpfer</w:t>
      </w:r>
      <w:proofErr w:type="spellEnd"/>
      <w:r w:rsidRPr="008571E2">
        <w:rPr>
          <w:color w:val="000000"/>
        </w:rPr>
        <w:t xml:space="preserve"> erzählen von ihren Erfahrungen rund um das Thema Fernsehen, Film und Ton. Das Publikum erfährt so einiges vom Alltag am Set und aus der Postproduktion – und auch Spezielles zum Sound der Stadt Stuttgart. </w:t>
      </w:r>
    </w:p>
    <w:p w14:paraId="68A25C8B" w14:textId="77777777" w:rsidR="007A0406" w:rsidRPr="008571E2" w:rsidRDefault="007A0406" w:rsidP="007A0406">
      <w:pPr>
        <w:spacing w:line="276" w:lineRule="auto"/>
        <w:rPr>
          <w:color w:val="000000"/>
        </w:rPr>
      </w:pPr>
      <w:r w:rsidRPr="008571E2">
        <w:rPr>
          <w:color w:val="000000"/>
        </w:rPr>
        <w:t xml:space="preserve">Die Besucherinnen und Besucher können dabei selbst zum Foley-Artist, also zu einem </w:t>
      </w:r>
      <w:proofErr w:type="spellStart"/>
      <w:r w:rsidRPr="008571E2">
        <w:rPr>
          <w:color w:val="000000"/>
        </w:rPr>
        <w:t>Geräuschemacher</w:t>
      </w:r>
      <w:proofErr w:type="spellEnd"/>
      <w:r w:rsidRPr="008571E2">
        <w:rPr>
          <w:color w:val="000000"/>
        </w:rPr>
        <w:t xml:space="preserve">, für Stuttgart werden: Es gilt für Szenen </w:t>
      </w:r>
    </w:p>
    <w:p w14:paraId="37C53250" w14:textId="77777777" w:rsidR="007A0406" w:rsidRPr="008571E2" w:rsidRDefault="007A0406" w:rsidP="007A0406">
      <w:pPr>
        <w:spacing w:line="276" w:lineRule="auto"/>
        <w:rPr>
          <w:color w:val="000000"/>
        </w:rPr>
      </w:pPr>
      <w:r w:rsidRPr="008571E2">
        <w:rPr>
          <w:color w:val="000000"/>
        </w:rPr>
        <w:t>der Kult-ZDF-Serie „SOKO Stuttgart“ den richtigen Ton zu suchen.</w:t>
      </w:r>
    </w:p>
    <w:p w14:paraId="2327FD88" w14:textId="77777777" w:rsidR="007A0406" w:rsidRPr="008571E2" w:rsidRDefault="007A0406" w:rsidP="007A0406">
      <w:pPr>
        <w:spacing w:line="276" w:lineRule="auto"/>
        <w:rPr>
          <w:color w:val="000000"/>
        </w:rPr>
      </w:pPr>
    </w:p>
    <w:p w14:paraId="50361569" w14:textId="77777777" w:rsidR="007A0406" w:rsidRDefault="007A0406">
      <w:pPr>
        <w:spacing w:after="200" w:line="276" w:lineRule="auto"/>
        <w:rPr>
          <w:color w:val="000000"/>
        </w:rPr>
      </w:pPr>
      <w:r>
        <w:rPr>
          <w:color w:val="000000"/>
        </w:rPr>
        <w:br w:type="page"/>
      </w:r>
    </w:p>
    <w:p w14:paraId="45E0302A" w14:textId="77777777" w:rsidR="007A0406" w:rsidRPr="008571E2" w:rsidRDefault="007A0406" w:rsidP="007A0406">
      <w:pPr>
        <w:spacing w:line="276" w:lineRule="auto"/>
        <w:rPr>
          <w:b/>
          <w:color w:val="000000"/>
        </w:rPr>
      </w:pPr>
      <w:r w:rsidRPr="008571E2">
        <w:rPr>
          <w:b/>
          <w:color w:val="000000"/>
        </w:rPr>
        <w:lastRenderedPageBreak/>
        <w:t>Sa. 21.04.2018</w:t>
      </w:r>
    </w:p>
    <w:p w14:paraId="44A49EFD" w14:textId="77777777" w:rsidR="007A0406" w:rsidRPr="008571E2" w:rsidRDefault="007A0406" w:rsidP="007A0406">
      <w:pPr>
        <w:spacing w:line="276" w:lineRule="auto"/>
        <w:rPr>
          <w:color w:val="000000"/>
        </w:rPr>
      </w:pPr>
    </w:p>
    <w:p w14:paraId="7A7420AE" w14:textId="77777777" w:rsidR="007A0406" w:rsidRPr="008571E2" w:rsidRDefault="007A0406" w:rsidP="007A0406">
      <w:pPr>
        <w:spacing w:line="276" w:lineRule="auto"/>
        <w:rPr>
          <w:b/>
          <w:color w:val="000000"/>
        </w:rPr>
      </w:pPr>
      <w:r w:rsidRPr="008571E2">
        <w:rPr>
          <w:b/>
          <w:color w:val="000000"/>
        </w:rPr>
        <w:t xml:space="preserve">20 Jahre TURNTABLEROCKER </w:t>
      </w:r>
    </w:p>
    <w:p w14:paraId="5416AC12" w14:textId="77777777" w:rsidR="007A0406" w:rsidRPr="008571E2" w:rsidRDefault="007A0406" w:rsidP="007A0406">
      <w:pPr>
        <w:spacing w:line="276" w:lineRule="auto"/>
        <w:rPr>
          <w:color w:val="000000"/>
        </w:rPr>
      </w:pPr>
      <w:r w:rsidRPr="008571E2">
        <w:rPr>
          <w:color w:val="000000"/>
        </w:rPr>
        <w:t>23 Uhr</w:t>
      </w:r>
    </w:p>
    <w:p w14:paraId="04D407EF" w14:textId="77777777" w:rsidR="007A0406" w:rsidRPr="008571E2" w:rsidRDefault="007A0406" w:rsidP="007A0406">
      <w:pPr>
        <w:spacing w:line="276" w:lineRule="auto"/>
        <w:rPr>
          <w:color w:val="000000"/>
        </w:rPr>
      </w:pPr>
      <w:r w:rsidRPr="008571E2">
        <w:rPr>
          <w:color w:val="000000"/>
        </w:rPr>
        <w:t>Party</w:t>
      </w:r>
    </w:p>
    <w:p w14:paraId="554103AF" w14:textId="77777777" w:rsidR="007A0406" w:rsidRPr="008571E2" w:rsidRDefault="007A0406" w:rsidP="007A0406">
      <w:pPr>
        <w:spacing w:line="276" w:lineRule="auto"/>
        <w:rPr>
          <w:color w:val="000000"/>
        </w:rPr>
      </w:pPr>
      <w:r w:rsidRPr="008571E2">
        <w:rPr>
          <w:color w:val="000000"/>
        </w:rPr>
        <w:t xml:space="preserve">In der ständigen Ausstellung „Stuttgarter Stadtgeschichten“ dürfen natürlich auch zwei der berühmtesten Söhne der Stadt nicht fehlen: Michi Beck und Thomilla. Zwar hat einst alles mit Hip-Hop angefangen, doch längst stehen die zwei TURNTABLEROCKER für allerfeinsten Elektro. Heute feiern die beiden ihr 20stes Bühnenjubiläum im Foyer des neuen Museums mit, na klar, elektronischem Sound. Stuttgart, komm tanzen! Eintritt: VVK € </w:t>
      </w:r>
      <w:proofErr w:type="gramStart"/>
      <w:r w:rsidRPr="008571E2">
        <w:rPr>
          <w:color w:val="000000"/>
        </w:rPr>
        <w:t>12,–</w:t>
      </w:r>
      <w:proofErr w:type="gramEnd"/>
      <w:r w:rsidRPr="008571E2">
        <w:rPr>
          <w:color w:val="000000"/>
        </w:rPr>
        <w:t xml:space="preserve"> / Abendkasse € 15,– (Vorverkauf über www.0711tickets.de)</w:t>
      </w:r>
    </w:p>
    <w:p w14:paraId="3A3742B1" w14:textId="77777777" w:rsidR="007A0406" w:rsidRPr="008571E2" w:rsidRDefault="007A0406" w:rsidP="007A0406">
      <w:pPr>
        <w:spacing w:line="276" w:lineRule="auto"/>
        <w:rPr>
          <w:color w:val="000000"/>
        </w:rPr>
      </w:pPr>
    </w:p>
    <w:p w14:paraId="75064C46" w14:textId="77777777" w:rsidR="007A0406" w:rsidRPr="008571E2" w:rsidRDefault="007A0406" w:rsidP="007A0406">
      <w:pPr>
        <w:spacing w:line="276" w:lineRule="auto"/>
        <w:rPr>
          <w:color w:val="000000"/>
        </w:rPr>
      </w:pPr>
    </w:p>
    <w:p w14:paraId="0DA920AE" w14:textId="77777777" w:rsidR="007A0406" w:rsidRPr="008571E2" w:rsidRDefault="007A0406" w:rsidP="007A0406">
      <w:pPr>
        <w:spacing w:line="276" w:lineRule="auto"/>
        <w:rPr>
          <w:b/>
          <w:color w:val="000000"/>
        </w:rPr>
      </w:pPr>
      <w:r w:rsidRPr="008571E2">
        <w:rPr>
          <w:b/>
          <w:color w:val="000000"/>
        </w:rPr>
        <w:t>So. 22.04.2018</w:t>
      </w:r>
    </w:p>
    <w:p w14:paraId="2C576171" w14:textId="77777777" w:rsidR="007A0406" w:rsidRPr="008571E2" w:rsidRDefault="007A0406" w:rsidP="007A0406">
      <w:pPr>
        <w:spacing w:line="276" w:lineRule="auto"/>
        <w:rPr>
          <w:b/>
          <w:color w:val="000000"/>
        </w:rPr>
      </w:pPr>
    </w:p>
    <w:p w14:paraId="2F4208AA" w14:textId="77777777" w:rsidR="007A0406" w:rsidRPr="008571E2" w:rsidRDefault="007A0406" w:rsidP="007A0406">
      <w:pPr>
        <w:spacing w:line="276" w:lineRule="auto"/>
        <w:rPr>
          <w:b/>
          <w:color w:val="000000"/>
        </w:rPr>
      </w:pPr>
      <w:r w:rsidRPr="008571E2">
        <w:rPr>
          <w:b/>
          <w:color w:val="000000"/>
        </w:rPr>
        <w:t xml:space="preserve">Musikstadt Stuttgart im </w:t>
      </w:r>
      <w:proofErr w:type="spellStart"/>
      <w:r w:rsidR="00B25ACC">
        <w:rPr>
          <w:b/>
          <w:color w:val="000000"/>
        </w:rPr>
        <w:t>StadtPalais</w:t>
      </w:r>
      <w:proofErr w:type="spellEnd"/>
      <w:r w:rsidRPr="008571E2">
        <w:rPr>
          <w:b/>
          <w:color w:val="000000"/>
        </w:rPr>
        <w:t xml:space="preserve"> erleben</w:t>
      </w:r>
    </w:p>
    <w:p w14:paraId="135328B8" w14:textId="77777777" w:rsidR="007A0406" w:rsidRPr="008571E2" w:rsidRDefault="007A0406" w:rsidP="007A0406">
      <w:pPr>
        <w:spacing w:line="276" w:lineRule="auto"/>
        <w:rPr>
          <w:color w:val="000000"/>
        </w:rPr>
      </w:pPr>
      <w:r w:rsidRPr="008571E2">
        <w:rPr>
          <w:color w:val="000000"/>
        </w:rPr>
        <w:t>11 Uhr</w:t>
      </w:r>
    </w:p>
    <w:p w14:paraId="784DCED7" w14:textId="77777777" w:rsidR="007A0406" w:rsidRPr="008571E2" w:rsidRDefault="007A0406" w:rsidP="007A0406">
      <w:pPr>
        <w:spacing w:line="276" w:lineRule="auto"/>
        <w:rPr>
          <w:color w:val="000000"/>
        </w:rPr>
      </w:pPr>
      <w:r w:rsidRPr="008571E2">
        <w:rPr>
          <w:color w:val="000000"/>
        </w:rPr>
        <w:t>Konz</w:t>
      </w:r>
      <w:r>
        <w:rPr>
          <w:color w:val="000000"/>
        </w:rPr>
        <w:t>e</w:t>
      </w:r>
      <w:r w:rsidRPr="008571E2">
        <w:rPr>
          <w:color w:val="000000"/>
        </w:rPr>
        <w:t>rt</w:t>
      </w:r>
    </w:p>
    <w:p w14:paraId="5C05108E" w14:textId="77777777" w:rsidR="007A0406" w:rsidRPr="008571E2" w:rsidRDefault="007A0406" w:rsidP="007A0406">
      <w:pPr>
        <w:spacing w:line="276" w:lineRule="auto"/>
        <w:rPr>
          <w:color w:val="000000"/>
        </w:rPr>
      </w:pPr>
      <w:r w:rsidRPr="008571E2">
        <w:rPr>
          <w:color w:val="000000"/>
        </w:rPr>
        <w:t>Jugendliche der Stuttgarter Musikschule spielen Klassik</w:t>
      </w:r>
    </w:p>
    <w:p w14:paraId="4958FA91" w14:textId="77777777" w:rsidR="007A0406" w:rsidRPr="008571E2" w:rsidRDefault="007A0406" w:rsidP="007A0406">
      <w:pPr>
        <w:spacing w:line="276" w:lineRule="auto"/>
        <w:rPr>
          <w:color w:val="000000"/>
        </w:rPr>
      </w:pPr>
      <w:r w:rsidRPr="008571E2">
        <w:rPr>
          <w:color w:val="000000"/>
        </w:rPr>
        <w:t xml:space="preserve">Einführung: Friedrich-Koh </w:t>
      </w:r>
      <w:proofErr w:type="spellStart"/>
      <w:r w:rsidRPr="008571E2">
        <w:rPr>
          <w:color w:val="000000"/>
        </w:rPr>
        <w:t>Dolge</w:t>
      </w:r>
      <w:proofErr w:type="spellEnd"/>
      <w:r w:rsidRPr="008571E2">
        <w:rPr>
          <w:color w:val="000000"/>
        </w:rPr>
        <w:t xml:space="preserve">, Direktor der Stuttgarter Musikschule </w:t>
      </w:r>
    </w:p>
    <w:p w14:paraId="7591647D" w14:textId="77777777" w:rsidR="007A0406" w:rsidRPr="008571E2" w:rsidRDefault="007A0406" w:rsidP="007A0406">
      <w:pPr>
        <w:spacing w:line="276" w:lineRule="auto"/>
        <w:rPr>
          <w:color w:val="000000"/>
        </w:rPr>
      </w:pPr>
      <w:r w:rsidRPr="008571E2">
        <w:rPr>
          <w:color w:val="000000"/>
        </w:rPr>
        <w:t xml:space="preserve">Mehr als Klassik im </w:t>
      </w:r>
      <w:proofErr w:type="spellStart"/>
      <w:r w:rsidR="00B25ACC">
        <w:rPr>
          <w:color w:val="000000"/>
        </w:rPr>
        <w:t>StadtPalais</w:t>
      </w:r>
      <w:proofErr w:type="spellEnd"/>
      <w:r w:rsidRPr="008571E2">
        <w:rPr>
          <w:color w:val="000000"/>
        </w:rPr>
        <w:t xml:space="preserve">! Die Preisträgerinnen und Preisträger der Stuttgarter Musikschule brillieren mit kammermusikalischen Kompositionen </w:t>
      </w:r>
    </w:p>
    <w:p w14:paraId="65C90B1D" w14:textId="77777777" w:rsidR="007A0406" w:rsidRPr="008571E2" w:rsidRDefault="007A0406" w:rsidP="007A0406">
      <w:pPr>
        <w:spacing w:line="276" w:lineRule="auto"/>
        <w:rPr>
          <w:color w:val="000000"/>
        </w:rPr>
      </w:pPr>
      <w:r w:rsidRPr="008571E2">
        <w:rPr>
          <w:color w:val="000000"/>
        </w:rPr>
        <w:t>aus zwei Jahrhunderten.</w:t>
      </w:r>
    </w:p>
    <w:p w14:paraId="6CBC538A" w14:textId="77777777" w:rsidR="007A0406" w:rsidRPr="008571E2" w:rsidRDefault="007A0406" w:rsidP="007A0406">
      <w:pPr>
        <w:spacing w:line="276" w:lineRule="auto"/>
        <w:rPr>
          <w:color w:val="000000"/>
        </w:rPr>
      </w:pPr>
    </w:p>
    <w:p w14:paraId="0FDDC694" w14:textId="77777777" w:rsidR="007A0406" w:rsidRPr="008571E2" w:rsidRDefault="007A0406" w:rsidP="007A0406">
      <w:pPr>
        <w:spacing w:line="276" w:lineRule="auto"/>
        <w:rPr>
          <w:color w:val="000000"/>
        </w:rPr>
      </w:pPr>
    </w:p>
    <w:p w14:paraId="4A17CF8A" w14:textId="77777777" w:rsidR="007A0406" w:rsidRPr="008571E2" w:rsidRDefault="007A0406" w:rsidP="007A0406">
      <w:pPr>
        <w:spacing w:line="276" w:lineRule="auto"/>
        <w:rPr>
          <w:b/>
          <w:color w:val="000000"/>
        </w:rPr>
      </w:pPr>
      <w:r w:rsidRPr="008571E2">
        <w:rPr>
          <w:b/>
          <w:color w:val="000000"/>
        </w:rPr>
        <w:t xml:space="preserve">#König Wilhelm II </w:t>
      </w:r>
    </w:p>
    <w:p w14:paraId="0E81CEAE" w14:textId="77777777" w:rsidR="007A0406" w:rsidRPr="008571E2" w:rsidRDefault="007A0406" w:rsidP="007A0406">
      <w:pPr>
        <w:spacing w:line="276" w:lineRule="auto"/>
        <w:rPr>
          <w:color w:val="000000"/>
        </w:rPr>
      </w:pPr>
      <w:r w:rsidRPr="008571E2">
        <w:rPr>
          <w:color w:val="000000"/>
        </w:rPr>
        <w:t>15–17 Uhr</w:t>
      </w:r>
    </w:p>
    <w:p w14:paraId="24E2B21E" w14:textId="77777777" w:rsidR="007A0406" w:rsidRPr="008571E2" w:rsidRDefault="007A0406" w:rsidP="007A0406">
      <w:pPr>
        <w:spacing w:line="276" w:lineRule="auto"/>
        <w:rPr>
          <w:color w:val="000000"/>
        </w:rPr>
      </w:pPr>
      <w:r w:rsidRPr="008571E2">
        <w:rPr>
          <w:color w:val="000000"/>
        </w:rPr>
        <w:t>Performance</w:t>
      </w:r>
    </w:p>
    <w:p w14:paraId="27D7F8A0" w14:textId="77777777" w:rsidR="007A0406" w:rsidRPr="008571E2" w:rsidRDefault="007A0406" w:rsidP="007A0406">
      <w:pPr>
        <w:spacing w:line="276" w:lineRule="auto"/>
        <w:rPr>
          <w:color w:val="000000"/>
        </w:rPr>
      </w:pPr>
      <w:r w:rsidRPr="008571E2">
        <w:rPr>
          <w:color w:val="000000"/>
        </w:rPr>
        <w:t>Mit dem Jugendensemble von LOKSTOFF!</w:t>
      </w:r>
    </w:p>
    <w:p w14:paraId="2369CFCB" w14:textId="77777777" w:rsidR="007A0406" w:rsidRPr="008571E2" w:rsidRDefault="007A0406" w:rsidP="007A0406">
      <w:pPr>
        <w:spacing w:line="276" w:lineRule="auto"/>
        <w:rPr>
          <w:color w:val="000000"/>
        </w:rPr>
      </w:pPr>
      <w:r w:rsidRPr="008571E2">
        <w:rPr>
          <w:color w:val="000000"/>
        </w:rPr>
        <w:t xml:space="preserve">In Zeiten, in denen das demokratische System so selbstverständlich für uns Bürger geworden ist, dass wir manchmal fast vergessen, dass es ein davor gab und ein danach geben kann, begeben sich die Jugendlichen auf die Suche nach Antworten. </w:t>
      </w:r>
    </w:p>
    <w:p w14:paraId="2D556508" w14:textId="77777777" w:rsidR="007A0406" w:rsidRPr="008571E2" w:rsidRDefault="007A0406" w:rsidP="007A0406">
      <w:pPr>
        <w:spacing w:line="276" w:lineRule="auto"/>
        <w:rPr>
          <w:color w:val="000000"/>
        </w:rPr>
      </w:pPr>
      <w:r w:rsidRPr="008571E2">
        <w:rPr>
          <w:color w:val="000000"/>
        </w:rPr>
        <w:t xml:space="preserve">Was würden die Stuttgarter Bürger tun, wenn sie heute der König oder die Königin </w:t>
      </w:r>
    </w:p>
    <w:p w14:paraId="4011A5EB" w14:textId="77777777" w:rsidR="007A0406" w:rsidRPr="008571E2" w:rsidRDefault="007A0406" w:rsidP="007A0406">
      <w:pPr>
        <w:spacing w:line="276" w:lineRule="auto"/>
        <w:rPr>
          <w:color w:val="000000"/>
        </w:rPr>
      </w:pPr>
      <w:r w:rsidRPr="008571E2">
        <w:rPr>
          <w:color w:val="000000"/>
        </w:rPr>
        <w:t>von Stuttgart wären? Und wie fühlt es sich überhaupt an, König zu sein?</w:t>
      </w:r>
    </w:p>
    <w:sectPr w:rsidR="007A0406" w:rsidRPr="008571E2" w:rsidSect="00E32F7D">
      <w:headerReference w:type="even" r:id="rId11"/>
      <w:headerReference w:type="default" r:id="rId12"/>
      <w:footerReference w:type="even" r:id="rId13"/>
      <w:footerReference w:type="default" r:id="rId14"/>
      <w:headerReference w:type="first" r:id="rId15"/>
      <w:footerReference w:type="first" r:id="rId16"/>
      <w:pgSz w:w="11906" w:h="16838"/>
      <w:pgMar w:top="1418" w:right="1134" w:bottom="1418" w:left="1134" w:header="284" w:footer="1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B36D8" w14:textId="77777777" w:rsidR="00193BFE" w:rsidRDefault="00193BFE" w:rsidP="00BC4463">
      <w:r>
        <w:separator/>
      </w:r>
    </w:p>
  </w:endnote>
  <w:endnote w:type="continuationSeparator" w:id="0">
    <w:p w14:paraId="73CB0F4B" w14:textId="77777777" w:rsidR="00193BFE" w:rsidRDefault="00193BFE" w:rsidP="00BC4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ArialMT">
    <w:charset w:val="00"/>
    <w:family w:val="swiss"/>
    <w:pitch w:val="default"/>
  </w:font>
  <w:font w:name="Stuttgart-Amt">
    <w:panose1 w:val="020B06030503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D4E33" w14:textId="77777777" w:rsidR="00BF263A" w:rsidRDefault="00BF263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5"/>
      <w:gridCol w:w="7654"/>
    </w:tblGrid>
    <w:tr w:rsidR="00D42F4E" w:rsidRPr="00E15C1E" w14:paraId="650AAA0B" w14:textId="77777777" w:rsidTr="00864C9D">
      <w:tc>
        <w:tcPr>
          <w:tcW w:w="2235" w:type="dxa"/>
        </w:tcPr>
        <w:p w14:paraId="03134E67" w14:textId="77777777" w:rsidR="00D42F4E" w:rsidRDefault="00D42F4E" w:rsidP="00036051">
          <w:pPr>
            <w:pStyle w:val="Fuzeile"/>
            <w:rPr>
              <w:sz w:val="17"/>
              <w:szCs w:val="17"/>
            </w:rPr>
          </w:pPr>
          <w:r w:rsidRPr="00036051">
            <w:rPr>
              <w:rFonts w:ascii="Stuttgart-Amt" w:hAnsi="Stuttgart-Amt"/>
              <w:sz w:val="40"/>
              <w:szCs w:val="40"/>
            </w:rPr>
            <w:t>w</w:t>
          </w:r>
        </w:p>
      </w:tc>
      <w:tc>
        <w:tcPr>
          <w:tcW w:w="7654" w:type="dxa"/>
        </w:tcPr>
        <w:p w14:paraId="16B36783" w14:textId="77777777" w:rsidR="00D42F4E" w:rsidRPr="00E15C1E" w:rsidRDefault="00D42F4E" w:rsidP="00036051">
          <w:pPr>
            <w:pStyle w:val="Fuzeile"/>
            <w:rPr>
              <w:rFonts w:cs="Arial"/>
              <w:sz w:val="17"/>
              <w:szCs w:val="17"/>
            </w:rPr>
          </w:pPr>
          <w:proofErr w:type="spellStart"/>
          <w:r w:rsidRPr="00E15C1E">
            <w:rPr>
              <w:rFonts w:cs="Arial"/>
              <w:sz w:val="17"/>
              <w:szCs w:val="17"/>
            </w:rPr>
            <w:t>Stadt</w:t>
          </w:r>
          <w:r w:rsidR="00B25ACC">
            <w:rPr>
              <w:rFonts w:cs="Arial"/>
              <w:sz w:val="17"/>
              <w:szCs w:val="17"/>
            </w:rPr>
            <w:t>P</w:t>
          </w:r>
          <w:r w:rsidR="0087355D">
            <w:rPr>
              <w:rFonts w:cs="Arial"/>
              <w:sz w:val="17"/>
              <w:szCs w:val="17"/>
            </w:rPr>
            <w:t>alais</w:t>
          </w:r>
          <w:proofErr w:type="spellEnd"/>
          <w:r w:rsidR="0087355D">
            <w:rPr>
              <w:rFonts w:cs="Arial"/>
              <w:sz w:val="17"/>
              <w:szCs w:val="17"/>
            </w:rPr>
            <w:t xml:space="preserve"> – Museum für Stuttgart</w:t>
          </w:r>
          <w:r w:rsidRPr="00E15C1E">
            <w:rPr>
              <w:rFonts w:cs="Arial"/>
              <w:sz w:val="17"/>
              <w:szCs w:val="17"/>
            </w:rPr>
            <w:t xml:space="preserve"> | Kommunikation &amp; Marketing | Vesna Babic M.A.</w:t>
          </w:r>
        </w:p>
        <w:p w14:paraId="7B96D8DE" w14:textId="673AB03C" w:rsidR="00D42F4E" w:rsidRPr="00E15C1E" w:rsidRDefault="00D42F4E" w:rsidP="0087355D">
          <w:pPr>
            <w:pStyle w:val="Fuzeile"/>
            <w:rPr>
              <w:rFonts w:cs="Arial"/>
              <w:sz w:val="17"/>
              <w:szCs w:val="17"/>
            </w:rPr>
          </w:pPr>
          <w:r w:rsidRPr="00E15C1E">
            <w:rPr>
              <w:rFonts w:cs="Arial"/>
              <w:sz w:val="17"/>
              <w:szCs w:val="17"/>
            </w:rPr>
            <w:t xml:space="preserve">0711 - 216 </w:t>
          </w:r>
          <w:r w:rsidR="0087355D">
            <w:rPr>
              <w:rFonts w:cs="Arial"/>
              <w:sz w:val="17"/>
              <w:szCs w:val="17"/>
            </w:rPr>
            <w:t>25840</w:t>
          </w:r>
          <w:r w:rsidRPr="00E15C1E">
            <w:rPr>
              <w:rFonts w:cs="Arial"/>
              <w:sz w:val="17"/>
              <w:szCs w:val="17"/>
            </w:rPr>
            <w:t xml:space="preserve"> | vesna.babic@stuttgart.de | www.stadt</w:t>
          </w:r>
          <w:r w:rsidR="0087355D">
            <w:rPr>
              <w:rFonts w:cs="Arial"/>
              <w:sz w:val="17"/>
              <w:szCs w:val="17"/>
            </w:rPr>
            <w:t>palais</w:t>
          </w:r>
          <w:r w:rsidRPr="00E15C1E">
            <w:rPr>
              <w:rFonts w:cs="Arial"/>
              <w:sz w:val="17"/>
              <w:szCs w:val="17"/>
            </w:rPr>
            <w:t xml:space="preserve">-stuttgart.de/newsroom            </w:t>
          </w:r>
          <w:r w:rsidR="00CA095B" w:rsidRPr="00E15C1E">
            <w:rPr>
              <w:rFonts w:cs="Arial"/>
              <w:sz w:val="17"/>
              <w:szCs w:val="17"/>
            </w:rPr>
            <w:fldChar w:fldCharType="begin"/>
          </w:r>
          <w:r w:rsidRPr="00E15C1E">
            <w:rPr>
              <w:rFonts w:cs="Arial"/>
              <w:sz w:val="17"/>
              <w:szCs w:val="17"/>
            </w:rPr>
            <w:instrText xml:space="preserve"> PAGE </w:instrText>
          </w:r>
          <w:r w:rsidR="00CA095B" w:rsidRPr="00E15C1E">
            <w:rPr>
              <w:rFonts w:cs="Arial"/>
              <w:sz w:val="17"/>
              <w:szCs w:val="17"/>
            </w:rPr>
            <w:fldChar w:fldCharType="separate"/>
          </w:r>
          <w:r w:rsidR="006A059F">
            <w:rPr>
              <w:rFonts w:cs="Arial"/>
              <w:noProof/>
              <w:sz w:val="17"/>
              <w:szCs w:val="17"/>
            </w:rPr>
            <w:t>11</w:t>
          </w:r>
          <w:r w:rsidR="00CA095B" w:rsidRPr="00E15C1E">
            <w:rPr>
              <w:rFonts w:cs="Arial"/>
              <w:sz w:val="17"/>
              <w:szCs w:val="17"/>
            </w:rPr>
            <w:fldChar w:fldCharType="end"/>
          </w:r>
        </w:p>
      </w:tc>
    </w:tr>
  </w:tbl>
  <w:p w14:paraId="652A4953" w14:textId="77777777" w:rsidR="00D42F4E" w:rsidRPr="00787B51" w:rsidRDefault="00D42F4E" w:rsidP="00A76074">
    <w:pPr>
      <w:pStyle w:val="Fuzeile"/>
      <w:rPr>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DA0EC" w14:textId="77777777" w:rsidR="00BF263A" w:rsidRDefault="00BF263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D3A2B5" w14:textId="77777777" w:rsidR="00193BFE" w:rsidRDefault="00193BFE" w:rsidP="00BC4463">
      <w:r>
        <w:separator/>
      </w:r>
    </w:p>
  </w:footnote>
  <w:footnote w:type="continuationSeparator" w:id="0">
    <w:p w14:paraId="6BE49A12" w14:textId="77777777" w:rsidR="00193BFE" w:rsidRDefault="00193BFE" w:rsidP="00BC44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E89EB" w14:textId="77777777" w:rsidR="00BF263A" w:rsidRDefault="00BF263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6367A" w14:textId="77777777" w:rsidR="0087355D" w:rsidRPr="0087355D" w:rsidRDefault="0087355D" w:rsidP="0087355D">
    <w:pPr>
      <w:jc w:val="right"/>
      <w:rPr>
        <w:rFonts w:cs="Arial"/>
        <w:b/>
        <w:noProof/>
        <w:lang w:eastAsia="de-DE"/>
      </w:rPr>
    </w:pPr>
    <w:r w:rsidRPr="0087355D">
      <w:rPr>
        <w:rFonts w:cs="Arial"/>
        <w:b/>
        <w:noProof/>
        <w:lang w:eastAsia="de-DE"/>
      </w:rPr>
      <w:drawing>
        <wp:anchor distT="0" distB="0" distL="114300" distR="114300" simplePos="0" relativeHeight="251658240" behindDoc="0" locked="0" layoutInCell="1" allowOverlap="1" wp14:anchorId="68A1090E" wp14:editId="04E54950">
          <wp:simplePos x="0" y="0"/>
          <wp:positionH relativeFrom="margin">
            <wp:posOffset>-15240</wp:posOffset>
          </wp:positionH>
          <wp:positionV relativeFrom="paragraph">
            <wp:posOffset>76835</wp:posOffset>
          </wp:positionV>
          <wp:extent cx="1980000" cy="1155727"/>
          <wp:effectExtent l="0" t="0" r="1270" b="6350"/>
          <wp:wrapNone/>
          <wp:docPr id="4" name="Grafik 4" descr="R:\81c_Marketing\01_LOGOS\00_STADTPALAIS\jpg\StadtPalais_Text_unten_lin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81c_Marketing\01_LOGOS\00_STADTPALAIS\jpg\StadtPalais_Text_unten_link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5572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54C939" w14:textId="77777777" w:rsidR="0087355D" w:rsidRPr="0087355D" w:rsidRDefault="0087355D" w:rsidP="0087355D">
    <w:pPr>
      <w:jc w:val="right"/>
      <w:rPr>
        <w:rFonts w:cs="Arial"/>
        <w:b/>
        <w:noProof/>
        <w:lang w:eastAsia="de-DE"/>
      </w:rPr>
    </w:pPr>
  </w:p>
  <w:p w14:paraId="22B886EC" w14:textId="77777777" w:rsidR="0087355D" w:rsidRPr="0087355D" w:rsidRDefault="0087355D" w:rsidP="0087355D">
    <w:pPr>
      <w:jc w:val="right"/>
      <w:rPr>
        <w:rFonts w:cs="Arial"/>
        <w:b/>
        <w:noProof/>
        <w:lang w:eastAsia="de-DE"/>
      </w:rPr>
    </w:pPr>
  </w:p>
  <w:p w14:paraId="1C1CBEEA" w14:textId="77777777" w:rsidR="0087355D" w:rsidRPr="0087355D" w:rsidRDefault="0087355D" w:rsidP="0087355D">
    <w:pPr>
      <w:jc w:val="right"/>
      <w:rPr>
        <w:rFonts w:cs="Arial"/>
        <w:b/>
      </w:rPr>
    </w:pPr>
  </w:p>
  <w:p w14:paraId="15D4CCCF" w14:textId="77777777" w:rsidR="0087355D" w:rsidRPr="0087355D" w:rsidRDefault="0087355D" w:rsidP="0087355D">
    <w:pPr>
      <w:jc w:val="right"/>
      <w:rPr>
        <w:rFonts w:cs="Arial"/>
        <w:b/>
      </w:rPr>
    </w:pPr>
  </w:p>
  <w:p w14:paraId="1FC1E4B6" w14:textId="77777777" w:rsidR="0087355D" w:rsidRPr="0087355D" w:rsidRDefault="0087355D" w:rsidP="0087355D">
    <w:pPr>
      <w:jc w:val="right"/>
      <w:rPr>
        <w:rFonts w:cs="Arial"/>
        <w:b/>
      </w:rPr>
    </w:pPr>
  </w:p>
  <w:p w14:paraId="6C6FE6D7" w14:textId="77777777" w:rsidR="0087355D" w:rsidRPr="0087355D" w:rsidRDefault="0087355D" w:rsidP="0087355D">
    <w:pPr>
      <w:jc w:val="right"/>
      <w:rPr>
        <w:rFonts w:cs="Arial"/>
        <w:b/>
      </w:rPr>
    </w:pPr>
  </w:p>
  <w:p w14:paraId="1BF7C64F" w14:textId="692AA790" w:rsidR="0087355D" w:rsidRPr="0087355D" w:rsidRDefault="0087355D" w:rsidP="0087355D">
    <w:pPr>
      <w:jc w:val="right"/>
      <w:rPr>
        <w:rFonts w:cs="Arial"/>
      </w:rPr>
    </w:pPr>
    <w:r w:rsidRPr="0087355D">
      <w:rPr>
        <w:rFonts w:cs="Arial"/>
        <w:b/>
      </w:rPr>
      <w:t xml:space="preserve">Pressemitteilung </w:t>
    </w:r>
    <w:r w:rsidR="00BF263A">
      <w:rPr>
        <w:rFonts w:cs="Arial"/>
      </w:rPr>
      <w:t>10.04.</w:t>
    </w:r>
    <w:r w:rsidRPr="0087355D">
      <w:rPr>
        <w:rFonts w:cs="Arial"/>
      </w:rPr>
      <w:t>2018</w:t>
    </w:r>
  </w:p>
  <w:p w14:paraId="0B7F9673" w14:textId="77777777" w:rsidR="00D42F4E" w:rsidRPr="0087355D" w:rsidRDefault="00D42F4E" w:rsidP="002D40C1">
    <w:pPr>
      <w:pBdr>
        <w:top w:val="single" w:sz="4" w:space="1" w:color="auto"/>
      </w:pBdr>
      <w:rPr>
        <w:rFonts w:cs="Arial"/>
      </w:rPr>
    </w:pPr>
  </w:p>
  <w:p w14:paraId="38BB73C6" w14:textId="77777777" w:rsidR="00D42F4E" w:rsidRPr="00FD5D3D" w:rsidRDefault="00D42F4E" w:rsidP="002D40C1">
    <w:pPr>
      <w:pBdr>
        <w:top w:val="single" w:sz="4" w:space="1" w:color="auto"/>
      </w:pBd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361FD" w14:textId="77777777" w:rsidR="00BF263A" w:rsidRDefault="00BF263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A41B0C"/>
    <w:multiLevelType w:val="hybridMultilevel"/>
    <w:tmpl w:val="A21451AE"/>
    <w:lvl w:ilvl="0" w:tplc="04070001">
      <w:start w:val="1"/>
      <w:numFmt w:val="bullet"/>
      <w:lvlText w:val=""/>
      <w:lvlJc w:val="left"/>
      <w:pPr>
        <w:ind w:left="36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463"/>
    <w:rsid w:val="000052EE"/>
    <w:rsid w:val="00006AAB"/>
    <w:rsid w:val="000079CB"/>
    <w:rsid w:val="000211D7"/>
    <w:rsid w:val="00026C50"/>
    <w:rsid w:val="00032D3D"/>
    <w:rsid w:val="00036051"/>
    <w:rsid w:val="00037424"/>
    <w:rsid w:val="00053852"/>
    <w:rsid w:val="0005575B"/>
    <w:rsid w:val="00056F66"/>
    <w:rsid w:val="00065BAE"/>
    <w:rsid w:val="000753F2"/>
    <w:rsid w:val="00085979"/>
    <w:rsid w:val="000944A6"/>
    <w:rsid w:val="000A4FB9"/>
    <w:rsid w:val="000B662C"/>
    <w:rsid w:val="000C214F"/>
    <w:rsid w:val="000D03D0"/>
    <w:rsid w:val="001024D7"/>
    <w:rsid w:val="00107332"/>
    <w:rsid w:val="00116B13"/>
    <w:rsid w:val="00117CCF"/>
    <w:rsid w:val="001328D7"/>
    <w:rsid w:val="00136EDC"/>
    <w:rsid w:val="00150957"/>
    <w:rsid w:val="0015111E"/>
    <w:rsid w:val="0015429A"/>
    <w:rsid w:val="001635ED"/>
    <w:rsid w:val="0016636E"/>
    <w:rsid w:val="0017323C"/>
    <w:rsid w:val="001762DF"/>
    <w:rsid w:val="001938F4"/>
    <w:rsid w:val="00193BFE"/>
    <w:rsid w:val="00197D76"/>
    <w:rsid w:val="001A69CE"/>
    <w:rsid w:val="001B5370"/>
    <w:rsid w:val="001C0D78"/>
    <w:rsid w:val="001E2DE1"/>
    <w:rsid w:val="001E418C"/>
    <w:rsid w:val="001E7436"/>
    <w:rsid w:val="001F1930"/>
    <w:rsid w:val="00203122"/>
    <w:rsid w:val="00205DCD"/>
    <w:rsid w:val="002061FE"/>
    <w:rsid w:val="00214F0E"/>
    <w:rsid w:val="00216FE5"/>
    <w:rsid w:val="00226BC1"/>
    <w:rsid w:val="00227E5F"/>
    <w:rsid w:val="002375A1"/>
    <w:rsid w:val="002424FE"/>
    <w:rsid w:val="00245B28"/>
    <w:rsid w:val="00264705"/>
    <w:rsid w:val="0028760A"/>
    <w:rsid w:val="0029465A"/>
    <w:rsid w:val="002A676D"/>
    <w:rsid w:val="002B274F"/>
    <w:rsid w:val="002B322E"/>
    <w:rsid w:val="002C36E5"/>
    <w:rsid w:val="002C6421"/>
    <w:rsid w:val="002C7601"/>
    <w:rsid w:val="002D0336"/>
    <w:rsid w:val="002D2E4D"/>
    <w:rsid w:val="002D40C1"/>
    <w:rsid w:val="002D5A60"/>
    <w:rsid w:val="002D72F3"/>
    <w:rsid w:val="002D7C2F"/>
    <w:rsid w:val="002F055F"/>
    <w:rsid w:val="002F4FAF"/>
    <w:rsid w:val="002F7994"/>
    <w:rsid w:val="003040DD"/>
    <w:rsid w:val="00331D49"/>
    <w:rsid w:val="003503CD"/>
    <w:rsid w:val="00362DE3"/>
    <w:rsid w:val="003A020B"/>
    <w:rsid w:val="003A6894"/>
    <w:rsid w:val="003D058F"/>
    <w:rsid w:val="003E1E03"/>
    <w:rsid w:val="003E3489"/>
    <w:rsid w:val="003E679A"/>
    <w:rsid w:val="003F2F4C"/>
    <w:rsid w:val="004140DF"/>
    <w:rsid w:val="0042209B"/>
    <w:rsid w:val="0042372C"/>
    <w:rsid w:val="00426B60"/>
    <w:rsid w:val="004314D8"/>
    <w:rsid w:val="00436183"/>
    <w:rsid w:val="00437010"/>
    <w:rsid w:val="00443D1D"/>
    <w:rsid w:val="0044723F"/>
    <w:rsid w:val="00447884"/>
    <w:rsid w:val="0045593C"/>
    <w:rsid w:val="00475B38"/>
    <w:rsid w:val="00480675"/>
    <w:rsid w:val="00494C67"/>
    <w:rsid w:val="004B1BD3"/>
    <w:rsid w:val="004B43DB"/>
    <w:rsid w:val="004C0085"/>
    <w:rsid w:val="004C317F"/>
    <w:rsid w:val="004D04F9"/>
    <w:rsid w:val="004E0F44"/>
    <w:rsid w:val="004E1876"/>
    <w:rsid w:val="004E1D80"/>
    <w:rsid w:val="004E6160"/>
    <w:rsid w:val="00516078"/>
    <w:rsid w:val="00516B51"/>
    <w:rsid w:val="00540BDA"/>
    <w:rsid w:val="00542D73"/>
    <w:rsid w:val="00550FD6"/>
    <w:rsid w:val="00565602"/>
    <w:rsid w:val="0057285B"/>
    <w:rsid w:val="00582B77"/>
    <w:rsid w:val="0058482B"/>
    <w:rsid w:val="005875B9"/>
    <w:rsid w:val="005B5809"/>
    <w:rsid w:val="005B5B94"/>
    <w:rsid w:val="005B6130"/>
    <w:rsid w:val="005C2419"/>
    <w:rsid w:val="005C37F9"/>
    <w:rsid w:val="005C74D8"/>
    <w:rsid w:val="005D2404"/>
    <w:rsid w:val="005F282C"/>
    <w:rsid w:val="005F3E36"/>
    <w:rsid w:val="006119FC"/>
    <w:rsid w:val="0062573A"/>
    <w:rsid w:val="006357D4"/>
    <w:rsid w:val="0064285C"/>
    <w:rsid w:val="00673713"/>
    <w:rsid w:val="00682CEC"/>
    <w:rsid w:val="006A059F"/>
    <w:rsid w:val="006A4A91"/>
    <w:rsid w:val="006B00A1"/>
    <w:rsid w:val="006B37A6"/>
    <w:rsid w:val="006B7988"/>
    <w:rsid w:val="006B7BEC"/>
    <w:rsid w:val="006D0C8E"/>
    <w:rsid w:val="006D6B57"/>
    <w:rsid w:val="006E655D"/>
    <w:rsid w:val="006F2B21"/>
    <w:rsid w:val="006F313D"/>
    <w:rsid w:val="00713F54"/>
    <w:rsid w:val="007164FA"/>
    <w:rsid w:val="00717044"/>
    <w:rsid w:val="00720228"/>
    <w:rsid w:val="00731080"/>
    <w:rsid w:val="0073335B"/>
    <w:rsid w:val="00747C98"/>
    <w:rsid w:val="00754B60"/>
    <w:rsid w:val="007566C9"/>
    <w:rsid w:val="00761B6F"/>
    <w:rsid w:val="00777B62"/>
    <w:rsid w:val="00787B51"/>
    <w:rsid w:val="007A0406"/>
    <w:rsid w:val="007A5C79"/>
    <w:rsid w:val="007A650C"/>
    <w:rsid w:val="007B7951"/>
    <w:rsid w:val="007C082E"/>
    <w:rsid w:val="007C0D96"/>
    <w:rsid w:val="007E250E"/>
    <w:rsid w:val="007F14C8"/>
    <w:rsid w:val="007F53B1"/>
    <w:rsid w:val="007F69BA"/>
    <w:rsid w:val="00801D3F"/>
    <w:rsid w:val="00802886"/>
    <w:rsid w:val="00806A11"/>
    <w:rsid w:val="008173BC"/>
    <w:rsid w:val="008273CD"/>
    <w:rsid w:val="00836BE1"/>
    <w:rsid w:val="00840454"/>
    <w:rsid w:val="0084337E"/>
    <w:rsid w:val="00843E20"/>
    <w:rsid w:val="0085376E"/>
    <w:rsid w:val="00855B3B"/>
    <w:rsid w:val="00864C9D"/>
    <w:rsid w:val="00867F81"/>
    <w:rsid w:val="0087296B"/>
    <w:rsid w:val="0087355D"/>
    <w:rsid w:val="00877410"/>
    <w:rsid w:val="0088175A"/>
    <w:rsid w:val="0088536A"/>
    <w:rsid w:val="00891292"/>
    <w:rsid w:val="0089290D"/>
    <w:rsid w:val="00893E71"/>
    <w:rsid w:val="008A66D9"/>
    <w:rsid w:val="008C01A6"/>
    <w:rsid w:val="008C07D8"/>
    <w:rsid w:val="008D13F1"/>
    <w:rsid w:val="008E62D0"/>
    <w:rsid w:val="008E6380"/>
    <w:rsid w:val="009048AE"/>
    <w:rsid w:val="00907938"/>
    <w:rsid w:val="009120D7"/>
    <w:rsid w:val="0092214F"/>
    <w:rsid w:val="00951B33"/>
    <w:rsid w:val="009B64CD"/>
    <w:rsid w:val="009C0457"/>
    <w:rsid w:val="009D37D7"/>
    <w:rsid w:val="009E7874"/>
    <w:rsid w:val="009F446E"/>
    <w:rsid w:val="00A07E5F"/>
    <w:rsid w:val="00A103DA"/>
    <w:rsid w:val="00A2009B"/>
    <w:rsid w:val="00A235E8"/>
    <w:rsid w:val="00A272F0"/>
    <w:rsid w:val="00A40573"/>
    <w:rsid w:val="00A4235F"/>
    <w:rsid w:val="00A57B51"/>
    <w:rsid w:val="00A6220D"/>
    <w:rsid w:val="00A62676"/>
    <w:rsid w:val="00A67969"/>
    <w:rsid w:val="00A741D3"/>
    <w:rsid w:val="00A751FF"/>
    <w:rsid w:val="00A75662"/>
    <w:rsid w:val="00A76074"/>
    <w:rsid w:val="00A868A6"/>
    <w:rsid w:val="00AA3796"/>
    <w:rsid w:val="00AA3966"/>
    <w:rsid w:val="00AB139B"/>
    <w:rsid w:val="00AC4471"/>
    <w:rsid w:val="00AC7B8C"/>
    <w:rsid w:val="00AE566F"/>
    <w:rsid w:val="00AE6441"/>
    <w:rsid w:val="00AE65B1"/>
    <w:rsid w:val="00AF21CA"/>
    <w:rsid w:val="00AF4E31"/>
    <w:rsid w:val="00B06458"/>
    <w:rsid w:val="00B22EAD"/>
    <w:rsid w:val="00B25ACC"/>
    <w:rsid w:val="00B34E12"/>
    <w:rsid w:val="00B4234C"/>
    <w:rsid w:val="00B441BF"/>
    <w:rsid w:val="00B57126"/>
    <w:rsid w:val="00B6414D"/>
    <w:rsid w:val="00B66EEC"/>
    <w:rsid w:val="00B731A6"/>
    <w:rsid w:val="00B86050"/>
    <w:rsid w:val="00B907CB"/>
    <w:rsid w:val="00BC4463"/>
    <w:rsid w:val="00BC7A53"/>
    <w:rsid w:val="00BD3D66"/>
    <w:rsid w:val="00BD58D6"/>
    <w:rsid w:val="00BD5FA9"/>
    <w:rsid w:val="00BE53F8"/>
    <w:rsid w:val="00BE65AB"/>
    <w:rsid w:val="00BF17F2"/>
    <w:rsid w:val="00BF263A"/>
    <w:rsid w:val="00C002E0"/>
    <w:rsid w:val="00C00E81"/>
    <w:rsid w:val="00C03513"/>
    <w:rsid w:val="00C12487"/>
    <w:rsid w:val="00C275C0"/>
    <w:rsid w:val="00C3233E"/>
    <w:rsid w:val="00C346B8"/>
    <w:rsid w:val="00C52764"/>
    <w:rsid w:val="00C559F9"/>
    <w:rsid w:val="00C650BD"/>
    <w:rsid w:val="00C73FC8"/>
    <w:rsid w:val="00C814D0"/>
    <w:rsid w:val="00C92604"/>
    <w:rsid w:val="00C92E33"/>
    <w:rsid w:val="00CA063D"/>
    <w:rsid w:val="00CA095B"/>
    <w:rsid w:val="00CA1085"/>
    <w:rsid w:val="00CA4672"/>
    <w:rsid w:val="00CB33A6"/>
    <w:rsid w:val="00CB3E80"/>
    <w:rsid w:val="00CB48D6"/>
    <w:rsid w:val="00CC5111"/>
    <w:rsid w:val="00CD2D8B"/>
    <w:rsid w:val="00CD7B11"/>
    <w:rsid w:val="00CF0907"/>
    <w:rsid w:val="00CF2697"/>
    <w:rsid w:val="00CF3B8C"/>
    <w:rsid w:val="00D07828"/>
    <w:rsid w:val="00D2476D"/>
    <w:rsid w:val="00D25839"/>
    <w:rsid w:val="00D36CE5"/>
    <w:rsid w:val="00D4063C"/>
    <w:rsid w:val="00D42626"/>
    <w:rsid w:val="00D42F4E"/>
    <w:rsid w:val="00D44FF4"/>
    <w:rsid w:val="00D46968"/>
    <w:rsid w:val="00D516CE"/>
    <w:rsid w:val="00D5421C"/>
    <w:rsid w:val="00D570E5"/>
    <w:rsid w:val="00D578A3"/>
    <w:rsid w:val="00D655FA"/>
    <w:rsid w:val="00D677C6"/>
    <w:rsid w:val="00D67CCE"/>
    <w:rsid w:val="00D70646"/>
    <w:rsid w:val="00D737A9"/>
    <w:rsid w:val="00D7604F"/>
    <w:rsid w:val="00D82E1D"/>
    <w:rsid w:val="00D87334"/>
    <w:rsid w:val="00D91724"/>
    <w:rsid w:val="00D949F1"/>
    <w:rsid w:val="00DA1248"/>
    <w:rsid w:val="00DA3CB4"/>
    <w:rsid w:val="00DB5927"/>
    <w:rsid w:val="00DC1DD9"/>
    <w:rsid w:val="00DC5CC9"/>
    <w:rsid w:val="00DC61F6"/>
    <w:rsid w:val="00DC6461"/>
    <w:rsid w:val="00DD2B2C"/>
    <w:rsid w:val="00DD7D55"/>
    <w:rsid w:val="00DE168E"/>
    <w:rsid w:val="00DF2821"/>
    <w:rsid w:val="00DF3E2C"/>
    <w:rsid w:val="00E11DD2"/>
    <w:rsid w:val="00E15C1E"/>
    <w:rsid w:val="00E32F7D"/>
    <w:rsid w:val="00E5127E"/>
    <w:rsid w:val="00E57473"/>
    <w:rsid w:val="00E743C7"/>
    <w:rsid w:val="00E749A5"/>
    <w:rsid w:val="00E76BDF"/>
    <w:rsid w:val="00E845E9"/>
    <w:rsid w:val="00E918FA"/>
    <w:rsid w:val="00EB09D0"/>
    <w:rsid w:val="00EB53A5"/>
    <w:rsid w:val="00EC5F40"/>
    <w:rsid w:val="00ED05AA"/>
    <w:rsid w:val="00ED2A29"/>
    <w:rsid w:val="00ED2FE0"/>
    <w:rsid w:val="00ED32B3"/>
    <w:rsid w:val="00EF1744"/>
    <w:rsid w:val="00EF281B"/>
    <w:rsid w:val="00F35CE9"/>
    <w:rsid w:val="00F50EFB"/>
    <w:rsid w:val="00F56BF1"/>
    <w:rsid w:val="00F57C35"/>
    <w:rsid w:val="00F716DF"/>
    <w:rsid w:val="00F7620E"/>
    <w:rsid w:val="00FA24CB"/>
    <w:rsid w:val="00FB1E63"/>
    <w:rsid w:val="00FB4272"/>
    <w:rsid w:val="00FC3706"/>
    <w:rsid w:val="00FD129A"/>
    <w:rsid w:val="00FD5D3D"/>
    <w:rsid w:val="00FE1E8C"/>
    <w:rsid w:val="00FF456A"/>
    <w:rsid w:val="00FF5D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6DD5FAB"/>
  <w15:docId w15:val="{84639104-113B-4F53-AF49-10E5BE49C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1E03"/>
    <w:pPr>
      <w:spacing w:after="0" w:line="240" w:lineRule="auto"/>
    </w:pPr>
    <w:rPr>
      <w:rFonts w:ascii="Arial" w:eastAsiaTheme="minorHAnsi" w:hAnsi="Arial"/>
      <w:lang w:eastAsia="en-US"/>
    </w:rPr>
  </w:style>
  <w:style w:type="paragraph" w:styleId="berschrift1">
    <w:name w:val="heading 1"/>
    <w:basedOn w:val="Standard"/>
    <w:next w:val="Standard"/>
    <w:link w:val="berschrift1Zchn"/>
    <w:qFormat/>
    <w:rsid w:val="00761B6F"/>
    <w:pPr>
      <w:outlineLvl w:val="0"/>
    </w:pPr>
    <w:rPr>
      <w:rFonts w:eastAsia="Times New Roman" w:cs="Times New Roman"/>
      <w:b/>
      <w:szCs w:val="20"/>
      <w:lang w:eastAsia="de-DE"/>
    </w:rPr>
  </w:style>
  <w:style w:type="paragraph" w:styleId="berschrift2">
    <w:name w:val="heading 2"/>
    <w:basedOn w:val="Standard"/>
    <w:next w:val="Standard"/>
    <w:link w:val="berschrift2Zchn"/>
    <w:uiPriority w:val="9"/>
    <w:unhideWhenUsed/>
    <w:qFormat/>
    <w:rsid w:val="002061F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8273CD"/>
    <w:pPr>
      <w:spacing w:after="0" w:line="240" w:lineRule="auto"/>
    </w:pPr>
    <w:rPr>
      <w:rFonts w:ascii="Arial" w:hAnsi="Arial"/>
    </w:rPr>
  </w:style>
  <w:style w:type="table" w:styleId="Tabellenraster">
    <w:name w:val="Table Grid"/>
    <w:basedOn w:val="NormaleTabelle"/>
    <w:uiPriority w:val="59"/>
    <w:rsid w:val="00BC4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C4463"/>
    <w:rPr>
      <w:rFonts w:ascii="Tahoma" w:eastAsiaTheme="minorEastAsia" w:hAnsi="Tahoma" w:cs="Tahoma"/>
      <w:sz w:val="16"/>
      <w:szCs w:val="16"/>
      <w:lang w:eastAsia="de-DE"/>
    </w:rPr>
  </w:style>
  <w:style w:type="character" w:customStyle="1" w:styleId="SprechblasentextZchn">
    <w:name w:val="Sprechblasentext Zchn"/>
    <w:basedOn w:val="Absatz-Standardschriftart"/>
    <w:link w:val="Sprechblasentext"/>
    <w:uiPriority w:val="99"/>
    <w:semiHidden/>
    <w:rsid w:val="00BC4463"/>
    <w:rPr>
      <w:rFonts w:ascii="Tahoma" w:hAnsi="Tahoma" w:cs="Tahoma"/>
      <w:sz w:val="16"/>
      <w:szCs w:val="16"/>
    </w:rPr>
  </w:style>
  <w:style w:type="paragraph" w:styleId="Kopfzeile">
    <w:name w:val="header"/>
    <w:basedOn w:val="Standard"/>
    <w:link w:val="KopfzeileZchn"/>
    <w:uiPriority w:val="99"/>
    <w:unhideWhenUsed/>
    <w:rsid w:val="00BC4463"/>
    <w:pPr>
      <w:tabs>
        <w:tab w:val="center" w:pos="4536"/>
        <w:tab w:val="right" w:pos="9072"/>
      </w:tabs>
    </w:pPr>
    <w:rPr>
      <w:rFonts w:eastAsiaTheme="minorEastAsia"/>
      <w:lang w:eastAsia="de-DE"/>
    </w:rPr>
  </w:style>
  <w:style w:type="character" w:customStyle="1" w:styleId="KopfzeileZchn">
    <w:name w:val="Kopfzeile Zchn"/>
    <w:basedOn w:val="Absatz-Standardschriftart"/>
    <w:link w:val="Kopfzeile"/>
    <w:uiPriority w:val="99"/>
    <w:rsid w:val="00BC4463"/>
    <w:rPr>
      <w:rFonts w:ascii="Arial" w:hAnsi="Arial"/>
    </w:rPr>
  </w:style>
  <w:style w:type="paragraph" w:styleId="Fuzeile">
    <w:name w:val="footer"/>
    <w:basedOn w:val="Standard"/>
    <w:link w:val="FuzeileZchn"/>
    <w:uiPriority w:val="99"/>
    <w:unhideWhenUsed/>
    <w:rsid w:val="00BC4463"/>
    <w:pPr>
      <w:tabs>
        <w:tab w:val="center" w:pos="4536"/>
        <w:tab w:val="right" w:pos="9072"/>
      </w:tabs>
    </w:pPr>
    <w:rPr>
      <w:rFonts w:eastAsiaTheme="minorEastAsia"/>
      <w:lang w:eastAsia="de-DE"/>
    </w:rPr>
  </w:style>
  <w:style w:type="character" w:customStyle="1" w:styleId="FuzeileZchn">
    <w:name w:val="Fußzeile Zchn"/>
    <w:basedOn w:val="Absatz-Standardschriftart"/>
    <w:link w:val="Fuzeile"/>
    <w:uiPriority w:val="99"/>
    <w:rsid w:val="00BC4463"/>
    <w:rPr>
      <w:rFonts w:ascii="Arial" w:hAnsi="Arial"/>
    </w:rPr>
  </w:style>
  <w:style w:type="character" w:styleId="Hyperlink">
    <w:name w:val="Hyperlink"/>
    <w:basedOn w:val="Absatz-Standardschriftart"/>
    <w:uiPriority w:val="99"/>
    <w:unhideWhenUsed/>
    <w:rsid w:val="00BC4463"/>
    <w:rPr>
      <w:color w:val="0000FF" w:themeColor="hyperlink"/>
      <w:u w:val="single"/>
    </w:rPr>
  </w:style>
  <w:style w:type="paragraph" w:styleId="StandardWeb">
    <w:name w:val="Normal (Web)"/>
    <w:basedOn w:val="Standard"/>
    <w:uiPriority w:val="99"/>
    <w:unhideWhenUsed/>
    <w:rsid w:val="00CA063D"/>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14F0E"/>
    <w:rPr>
      <w:b/>
      <w:bCs/>
    </w:rPr>
  </w:style>
  <w:style w:type="character" w:customStyle="1" w:styleId="berschrift1Zchn">
    <w:name w:val="Überschrift 1 Zchn"/>
    <w:basedOn w:val="Absatz-Standardschriftart"/>
    <w:link w:val="berschrift1"/>
    <w:rsid w:val="00761B6F"/>
    <w:rPr>
      <w:rFonts w:ascii="Arial" w:eastAsia="Times New Roman" w:hAnsi="Arial" w:cs="Times New Roman"/>
      <w:b/>
      <w:szCs w:val="20"/>
    </w:rPr>
  </w:style>
  <w:style w:type="character" w:customStyle="1" w:styleId="berschrift2Zchn">
    <w:name w:val="Überschrift 2 Zchn"/>
    <w:basedOn w:val="Absatz-Standardschriftart"/>
    <w:link w:val="berschrift2"/>
    <w:uiPriority w:val="9"/>
    <w:rsid w:val="002061FE"/>
    <w:rPr>
      <w:rFonts w:asciiTheme="majorHAnsi" w:eastAsiaTheme="majorEastAsia" w:hAnsiTheme="majorHAnsi" w:cstheme="majorBidi"/>
      <w:color w:val="365F91" w:themeColor="accent1" w:themeShade="BF"/>
      <w:sz w:val="26"/>
      <w:szCs w:val="26"/>
      <w:lang w:eastAsia="en-US"/>
    </w:rPr>
  </w:style>
  <w:style w:type="paragraph" w:styleId="Textkrper">
    <w:name w:val="Body Text"/>
    <w:basedOn w:val="Standard"/>
    <w:link w:val="TextkrperZchn"/>
    <w:rsid w:val="007A0406"/>
    <w:pPr>
      <w:suppressAutoHyphens/>
      <w:spacing w:after="120" w:line="252" w:lineRule="auto"/>
    </w:pPr>
    <w:rPr>
      <w:rFonts w:ascii="Calibri" w:eastAsia="SimSun" w:hAnsi="Calibri" w:cs="Calibri"/>
      <w:kern w:val="1"/>
      <w:lang w:eastAsia="ar-SA"/>
    </w:rPr>
  </w:style>
  <w:style w:type="character" w:customStyle="1" w:styleId="TextkrperZchn">
    <w:name w:val="Textkörper Zchn"/>
    <w:basedOn w:val="Absatz-Standardschriftart"/>
    <w:link w:val="Textkrper"/>
    <w:rsid w:val="007A0406"/>
    <w:rPr>
      <w:rFonts w:ascii="Calibri" w:eastAsia="SimSun" w:hAnsi="Calibri" w:cs="Calibri"/>
      <w:kern w:val="1"/>
      <w:lang w:eastAsia="ar-SA"/>
    </w:rPr>
  </w:style>
  <w:style w:type="character" w:styleId="Kommentarzeichen">
    <w:name w:val="annotation reference"/>
    <w:basedOn w:val="Absatz-Standardschriftart"/>
    <w:uiPriority w:val="99"/>
    <w:semiHidden/>
    <w:unhideWhenUsed/>
    <w:rsid w:val="0045593C"/>
    <w:rPr>
      <w:sz w:val="16"/>
      <w:szCs w:val="16"/>
    </w:rPr>
  </w:style>
  <w:style w:type="paragraph" w:styleId="Kommentartext">
    <w:name w:val="annotation text"/>
    <w:basedOn w:val="Standard"/>
    <w:link w:val="KommentartextZchn"/>
    <w:uiPriority w:val="99"/>
    <w:semiHidden/>
    <w:unhideWhenUsed/>
    <w:rsid w:val="0045593C"/>
    <w:rPr>
      <w:sz w:val="20"/>
      <w:szCs w:val="20"/>
    </w:rPr>
  </w:style>
  <w:style w:type="character" w:customStyle="1" w:styleId="KommentartextZchn">
    <w:name w:val="Kommentartext Zchn"/>
    <w:basedOn w:val="Absatz-Standardschriftart"/>
    <w:link w:val="Kommentartext"/>
    <w:uiPriority w:val="99"/>
    <w:semiHidden/>
    <w:rsid w:val="0045593C"/>
    <w:rPr>
      <w:rFonts w:ascii="Arial" w:eastAsiaTheme="minorHAnsi" w:hAnsi="Arial"/>
      <w:sz w:val="20"/>
      <w:szCs w:val="20"/>
      <w:lang w:eastAsia="en-US"/>
    </w:rPr>
  </w:style>
  <w:style w:type="paragraph" w:styleId="Kommentarthema">
    <w:name w:val="annotation subject"/>
    <w:basedOn w:val="Kommentartext"/>
    <w:next w:val="Kommentartext"/>
    <w:link w:val="KommentarthemaZchn"/>
    <w:uiPriority w:val="99"/>
    <w:semiHidden/>
    <w:unhideWhenUsed/>
    <w:rsid w:val="0045593C"/>
    <w:rPr>
      <w:b/>
      <w:bCs/>
    </w:rPr>
  </w:style>
  <w:style w:type="character" w:customStyle="1" w:styleId="KommentarthemaZchn">
    <w:name w:val="Kommentarthema Zchn"/>
    <w:basedOn w:val="KommentartextZchn"/>
    <w:link w:val="Kommentarthema"/>
    <w:uiPriority w:val="99"/>
    <w:semiHidden/>
    <w:rsid w:val="0045593C"/>
    <w:rPr>
      <w:rFonts w:ascii="Arial" w:eastAsiaTheme="minorHAnsi" w:hAnsi="Arial"/>
      <w:b/>
      <w:bCs/>
      <w:sz w:val="20"/>
      <w:szCs w:val="20"/>
      <w:lang w:eastAsia="en-US"/>
    </w:rPr>
  </w:style>
  <w:style w:type="paragraph" w:styleId="Textkrper-Zeileneinzug">
    <w:name w:val="Body Text Indent"/>
    <w:basedOn w:val="Standard"/>
    <w:link w:val="Textkrper-ZeileneinzugZchn"/>
    <w:uiPriority w:val="99"/>
    <w:unhideWhenUsed/>
    <w:rsid w:val="009C0457"/>
    <w:pPr>
      <w:spacing w:after="120"/>
      <w:ind w:left="283"/>
    </w:pPr>
  </w:style>
  <w:style w:type="character" w:customStyle="1" w:styleId="Textkrper-ZeileneinzugZchn">
    <w:name w:val="Textkörper-Zeileneinzug Zchn"/>
    <w:basedOn w:val="Absatz-Standardschriftart"/>
    <w:link w:val="Textkrper-Zeileneinzug"/>
    <w:uiPriority w:val="99"/>
    <w:rsid w:val="009C0457"/>
    <w:rPr>
      <w:rFonts w:ascii="Arial" w:eastAsiaTheme="minorHAnsi"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1588">
      <w:bodyDiv w:val="1"/>
      <w:marLeft w:val="0"/>
      <w:marRight w:val="0"/>
      <w:marTop w:val="0"/>
      <w:marBottom w:val="0"/>
      <w:divBdr>
        <w:top w:val="none" w:sz="0" w:space="0" w:color="auto"/>
        <w:left w:val="none" w:sz="0" w:space="0" w:color="auto"/>
        <w:bottom w:val="none" w:sz="0" w:space="0" w:color="auto"/>
        <w:right w:val="none" w:sz="0" w:space="0" w:color="auto"/>
      </w:divBdr>
    </w:div>
    <w:div w:id="202252333">
      <w:bodyDiv w:val="1"/>
      <w:marLeft w:val="0"/>
      <w:marRight w:val="0"/>
      <w:marTop w:val="0"/>
      <w:marBottom w:val="0"/>
      <w:divBdr>
        <w:top w:val="none" w:sz="0" w:space="0" w:color="auto"/>
        <w:left w:val="none" w:sz="0" w:space="0" w:color="auto"/>
        <w:bottom w:val="none" w:sz="0" w:space="0" w:color="auto"/>
        <w:right w:val="none" w:sz="0" w:space="0" w:color="auto"/>
      </w:divBdr>
    </w:div>
    <w:div w:id="235896677">
      <w:bodyDiv w:val="1"/>
      <w:marLeft w:val="0"/>
      <w:marRight w:val="0"/>
      <w:marTop w:val="0"/>
      <w:marBottom w:val="0"/>
      <w:divBdr>
        <w:top w:val="none" w:sz="0" w:space="0" w:color="auto"/>
        <w:left w:val="none" w:sz="0" w:space="0" w:color="auto"/>
        <w:bottom w:val="none" w:sz="0" w:space="0" w:color="auto"/>
        <w:right w:val="none" w:sz="0" w:space="0" w:color="auto"/>
      </w:divBdr>
    </w:div>
    <w:div w:id="287245816">
      <w:bodyDiv w:val="1"/>
      <w:marLeft w:val="0"/>
      <w:marRight w:val="0"/>
      <w:marTop w:val="0"/>
      <w:marBottom w:val="0"/>
      <w:divBdr>
        <w:top w:val="none" w:sz="0" w:space="0" w:color="auto"/>
        <w:left w:val="none" w:sz="0" w:space="0" w:color="auto"/>
        <w:bottom w:val="none" w:sz="0" w:space="0" w:color="auto"/>
        <w:right w:val="none" w:sz="0" w:space="0" w:color="auto"/>
      </w:divBdr>
    </w:div>
    <w:div w:id="1924218566">
      <w:bodyDiv w:val="1"/>
      <w:marLeft w:val="0"/>
      <w:marRight w:val="0"/>
      <w:marTop w:val="0"/>
      <w:marBottom w:val="0"/>
      <w:divBdr>
        <w:top w:val="none" w:sz="0" w:space="0" w:color="auto"/>
        <w:left w:val="none" w:sz="0" w:space="0" w:color="auto"/>
        <w:bottom w:val="none" w:sz="0" w:space="0" w:color="auto"/>
        <w:right w:val="none" w:sz="0" w:space="0" w:color="auto"/>
      </w:divBdr>
    </w:div>
    <w:div w:id="1998418750">
      <w:bodyDiv w:val="1"/>
      <w:marLeft w:val="0"/>
      <w:marRight w:val="0"/>
      <w:marTop w:val="0"/>
      <w:marBottom w:val="0"/>
      <w:divBdr>
        <w:top w:val="none" w:sz="0" w:space="0" w:color="auto"/>
        <w:left w:val="none" w:sz="0" w:space="0" w:color="auto"/>
        <w:bottom w:val="none" w:sz="0" w:space="0" w:color="auto"/>
        <w:right w:val="none" w:sz="0" w:space="0" w:color="auto"/>
      </w:divBdr>
      <w:divsChild>
        <w:div w:id="1350369330">
          <w:marLeft w:val="0"/>
          <w:marRight w:val="0"/>
          <w:marTop w:val="0"/>
          <w:marBottom w:val="0"/>
          <w:divBdr>
            <w:top w:val="none" w:sz="0" w:space="0" w:color="auto"/>
            <w:left w:val="none" w:sz="0" w:space="0" w:color="auto"/>
            <w:bottom w:val="none" w:sz="0" w:space="0" w:color="auto"/>
            <w:right w:val="none" w:sz="0" w:space="0" w:color="auto"/>
          </w:divBdr>
          <w:divsChild>
            <w:div w:id="1891988090">
              <w:marLeft w:val="0"/>
              <w:marRight w:val="0"/>
              <w:marTop w:val="0"/>
              <w:marBottom w:val="0"/>
              <w:divBdr>
                <w:top w:val="none" w:sz="0" w:space="0" w:color="auto"/>
                <w:left w:val="none" w:sz="0" w:space="0" w:color="auto"/>
                <w:bottom w:val="none" w:sz="0" w:space="0" w:color="auto"/>
                <w:right w:val="none" w:sz="0" w:space="0" w:color="auto"/>
              </w:divBdr>
              <w:divsChild>
                <w:div w:id="1912083363">
                  <w:marLeft w:val="0"/>
                  <w:marRight w:val="0"/>
                  <w:marTop w:val="0"/>
                  <w:marBottom w:val="0"/>
                  <w:divBdr>
                    <w:top w:val="none" w:sz="0" w:space="0" w:color="auto"/>
                    <w:left w:val="none" w:sz="0" w:space="0" w:color="auto"/>
                    <w:bottom w:val="none" w:sz="0" w:space="0" w:color="auto"/>
                    <w:right w:val="none" w:sz="0" w:space="0" w:color="auto"/>
                  </w:divBdr>
                  <w:divsChild>
                    <w:div w:id="1336762997">
                      <w:marLeft w:val="0"/>
                      <w:marRight w:val="0"/>
                      <w:marTop w:val="0"/>
                      <w:marBottom w:val="0"/>
                      <w:divBdr>
                        <w:top w:val="none" w:sz="0" w:space="0" w:color="auto"/>
                        <w:left w:val="none" w:sz="0" w:space="0" w:color="auto"/>
                        <w:bottom w:val="none" w:sz="0" w:space="0" w:color="auto"/>
                        <w:right w:val="none" w:sz="0" w:space="0" w:color="auto"/>
                      </w:divBdr>
                    </w:div>
                    <w:div w:id="1483237164">
                      <w:marLeft w:val="0"/>
                      <w:marRight w:val="0"/>
                      <w:marTop w:val="0"/>
                      <w:marBottom w:val="0"/>
                      <w:divBdr>
                        <w:top w:val="none" w:sz="0" w:space="0" w:color="auto"/>
                        <w:left w:val="none" w:sz="0" w:space="0" w:color="auto"/>
                        <w:bottom w:val="none" w:sz="0" w:space="0" w:color="auto"/>
                        <w:right w:val="none" w:sz="0" w:space="0" w:color="auto"/>
                      </w:divBdr>
                    </w:div>
                    <w:div w:id="385688913">
                      <w:marLeft w:val="0"/>
                      <w:marRight w:val="0"/>
                      <w:marTop w:val="0"/>
                      <w:marBottom w:val="0"/>
                      <w:divBdr>
                        <w:top w:val="none" w:sz="0" w:space="0" w:color="auto"/>
                        <w:left w:val="none" w:sz="0" w:space="0" w:color="auto"/>
                        <w:bottom w:val="none" w:sz="0" w:space="0" w:color="auto"/>
                        <w:right w:val="none" w:sz="0" w:space="0" w:color="auto"/>
                      </w:divBdr>
                    </w:div>
                    <w:div w:id="80466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StadtpalaisStuttgar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twitter.com/PalaisStuttgart" TargetMode="External"/><Relationship Id="rId4" Type="http://schemas.openxmlformats.org/officeDocument/2006/relationships/settings" Target="settings.xml"/><Relationship Id="rId9" Type="http://schemas.openxmlformats.org/officeDocument/2006/relationships/hyperlink" Target="http://www.instagram.com/StadtpalaisStuttgar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C91351-9975-4888-B7E7-AB7977402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91582440.dotm</Template>
  <TotalTime>0</TotalTime>
  <Pages>11</Pages>
  <Words>3223</Words>
  <Characters>20311</Characters>
  <Application>Microsoft Office Word</Application>
  <DocSecurity>0</DocSecurity>
  <Lines>169</Lines>
  <Paragraphs>46</Paragraphs>
  <ScaleCrop>false</ScaleCrop>
  <HeadingPairs>
    <vt:vector size="2" baseType="variant">
      <vt:variant>
        <vt:lpstr>Titel</vt:lpstr>
      </vt:variant>
      <vt:variant>
        <vt:i4>1</vt:i4>
      </vt:variant>
    </vt:vector>
  </HeadingPairs>
  <TitlesOfParts>
    <vt:vector size="1" baseType="lpstr">
      <vt:lpstr/>
    </vt:vector>
  </TitlesOfParts>
  <Company>Landeshauptstadt Stuttgart</Company>
  <LinksUpToDate>false</LinksUpToDate>
  <CharactersWithSpaces>23488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Vesna Babic</dc:creator>
  <cp:lastModifiedBy>u41s017</cp:lastModifiedBy>
  <cp:revision>7</cp:revision>
  <cp:lastPrinted>2018-04-06T14:35:00Z</cp:lastPrinted>
  <dcterms:created xsi:type="dcterms:W3CDTF">2018-04-09T13:18:00Z</dcterms:created>
  <dcterms:modified xsi:type="dcterms:W3CDTF">2018-04-10T16:37:00Z</dcterms:modified>
</cp:coreProperties>
</file>